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2125" w:rsidRDefault="009F7444">
      <w:r>
        <w:rPr>
          <w:noProof/>
          <w:color w:val="auto"/>
          <w:kern w:val="0"/>
          <w:sz w:val="24"/>
          <w:szCs w:val="24"/>
        </w:rPr>
        <mc:AlternateContent>
          <mc:Choice Requires="wps">
            <w:drawing>
              <wp:anchor distT="36576" distB="36576" distL="36576" distR="36576" simplePos="0" relativeHeight="251647488" behindDoc="0" locked="0" layoutInCell="1" allowOverlap="1">
                <wp:simplePos x="0" y="0"/>
                <wp:positionH relativeFrom="page">
                  <wp:posOffset>5450840</wp:posOffset>
                </wp:positionH>
                <wp:positionV relativeFrom="page">
                  <wp:posOffset>6647180</wp:posOffset>
                </wp:positionV>
                <wp:extent cx="1257300" cy="800100"/>
                <wp:effectExtent l="2540" t="0" r="0" b="1270"/>
                <wp:wrapNone/>
                <wp:docPr id="137"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00100"/>
                        </a:xfrm>
                        <a:prstGeom prst="rect">
                          <a:avLst/>
                        </a:prstGeom>
                        <a:noFill/>
                        <a:ln>
                          <a:noFill/>
                        </a:ln>
                        <a:effectLst/>
                        <a:extLst>
                          <a:ext uri="{909E8E84-426E-40DD-AFC4-6F175D3DCCD1}">
                            <a14:hiddenFill xmlns:a14="http://schemas.microsoft.com/office/drawing/2010/main">
                              <a:solidFill>
                                <a:srgbClr val="FFFFFE"/>
                              </a:solidFill>
                            </a14:hiddenFill>
                          </a:ext>
                          <a:ext uri="{91240B29-F687-4F45-9708-019B960494DF}">
                            <a14:hiddenLine xmlns:a14="http://schemas.microsoft.com/office/drawing/2010/main" w="9525" algn="in">
                              <a:solidFill>
                                <a:srgbClr val="212120"/>
                              </a:solidFill>
                              <a:miter lim="800000"/>
                              <a:headEnd/>
                              <a:tailEnd/>
                            </a14:hiddenLine>
                          </a:ext>
                          <a:ext uri="{AF507438-7753-43E0-B8FC-AC1667EBCBE1}">
                            <a14:hiddenEffects xmlns:a14="http://schemas.microsoft.com/office/drawing/2010/main">
                              <a:effectLst/>
                            </a14:hiddenEffects>
                          </a:ext>
                        </a:extLst>
                      </wps:spPr>
                      <wps:txbx>
                        <w:txbxContent>
                          <w:p w:rsidR="00BF7EA0" w:rsidRDefault="00476734" w:rsidP="00BF7EA0">
                            <w:pPr>
                              <w:widowControl w:val="0"/>
                              <w:spacing w:line="200" w:lineRule="exact"/>
                              <w:rPr>
                                <w:rFonts w:ascii="Arial" w:hAnsi="Arial" w:cs="Arial"/>
                                <w:color w:val="FFFFFE"/>
                                <w:w w:val="90"/>
                                <w:sz w:val="14"/>
                                <w:szCs w:val="14"/>
                                <w:lang w:val="en"/>
                              </w:rPr>
                            </w:pPr>
                            <w:r>
                              <w:rPr>
                                <w:rFonts w:ascii="Arial" w:hAnsi="Arial" w:cs="Arial"/>
                                <w:color w:val="FFFFFE"/>
                                <w:w w:val="90"/>
                                <w:sz w:val="14"/>
                                <w:szCs w:val="14"/>
                                <w:lang w:val="en"/>
                              </w:rPr>
                              <w:t>2800 Hornet Drive</w:t>
                            </w:r>
                          </w:p>
                          <w:p w:rsidR="00476734" w:rsidRDefault="00476734" w:rsidP="00BF7EA0">
                            <w:pPr>
                              <w:widowControl w:val="0"/>
                              <w:spacing w:line="200" w:lineRule="exact"/>
                              <w:rPr>
                                <w:rFonts w:ascii="Arial" w:hAnsi="Arial" w:cs="Arial"/>
                                <w:color w:val="FFFFFE"/>
                                <w:w w:val="90"/>
                                <w:sz w:val="14"/>
                                <w:szCs w:val="14"/>
                                <w:lang w:val="en"/>
                              </w:rPr>
                            </w:pPr>
                            <w:r>
                              <w:rPr>
                                <w:rFonts w:ascii="Arial" w:hAnsi="Arial" w:cs="Arial"/>
                                <w:color w:val="FFFFFE"/>
                                <w:w w:val="90"/>
                                <w:sz w:val="14"/>
                                <w:szCs w:val="14"/>
                                <w:lang w:val="en"/>
                              </w:rPr>
                              <w:t>Haines City, FL 33844</w:t>
                            </w:r>
                          </w:p>
                          <w:p w:rsidR="00476734" w:rsidRDefault="002F5E52" w:rsidP="00BF7EA0">
                            <w:pPr>
                              <w:widowControl w:val="0"/>
                              <w:spacing w:line="200" w:lineRule="exact"/>
                              <w:rPr>
                                <w:rFonts w:ascii="Arial" w:hAnsi="Arial" w:cs="Arial"/>
                                <w:color w:val="FFFFFE"/>
                                <w:w w:val="90"/>
                                <w:sz w:val="14"/>
                                <w:szCs w:val="14"/>
                                <w:lang w:val="en"/>
                              </w:rPr>
                            </w:pPr>
                            <w:r>
                              <w:rPr>
                                <w:rFonts w:ascii="Arial" w:hAnsi="Arial" w:cs="Arial"/>
                                <w:color w:val="FFFFFE"/>
                                <w:w w:val="90"/>
                                <w:sz w:val="14"/>
                                <w:szCs w:val="14"/>
                                <w:lang w:val="en"/>
                              </w:rPr>
                              <w:t>(863) 421</w:t>
                            </w:r>
                            <w:r w:rsidR="00476734">
                              <w:rPr>
                                <w:rFonts w:ascii="Arial" w:hAnsi="Arial" w:cs="Arial"/>
                                <w:color w:val="FFFFFE"/>
                                <w:w w:val="90"/>
                                <w:sz w:val="14"/>
                                <w:szCs w:val="14"/>
                                <w:lang w:val="en"/>
                              </w:rPr>
                              <w:t>-3281</w:t>
                            </w:r>
                          </w:p>
                          <w:p w:rsidR="00476734" w:rsidRDefault="00476734" w:rsidP="00BF7EA0">
                            <w:pPr>
                              <w:widowControl w:val="0"/>
                              <w:spacing w:line="200" w:lineRule="exact"/>
                              <w:rPr>
                                <w:rFonts w:ascii="Arial" w:hAnsi="Arial" w:cs="Arial"/>
                                <w:color w:val="FFFFFE"/>
                                <w:w w:val="90"/>
                                <w:sz w:val="14"/>
                                <w:szCs w:val="14"/>
                                <w:lang w:val="en"/>
                              </w:rPr>
                            </w:pPr>
                            <w:r>
                              <w:rPr>
                                <w:rFonts w:ascii="Arial" w:hAnsi="Arial" w:cs="Arial"/>
                                <w:color w:val="FFFFFE"/>
                                <w:w w:val="90"/>
                                <w:sz w:val="14"/>
                                <w:szCs w:val="14"/>
                                <w:lang w:val="en"/>
                              </w:rPr>
                              <w:t>Hainescityschool.com</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8" o:spid="_x0000_s1026" type="#_x0000_t202" style="position:absolute;margin-left:429.2pt;margin-top:523.4pt;width:99pt;height:63pt;z-index:251647488;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" filled="f" fillcolor="#fffffe" stroked="f" strokecolor="#212120" insetpen="t">
                <v:textbox inset="2.88pt,2.88pt,2.88pt,2.88pt">
                  <w:txbxContent>
                    <w:p w:rsidR="00BF7EA0" w:rsidRDefault="00476734" w:rsidP="00BF7EA0">
                      <w:pPr>
                        <w:widowControl w:val="0"/>
                        <w:spacing w:line="200" w:lineRule="exact"/>
                        <w:rPr>
                          <w:rFonts w:ascii="Arial" w:hAnsi="Arial" w:cs="Arial"/>
                          <w:color w:val="FFFFFE"/>
                          <w:w w:val="90"/>
                          <w:sz w:val="14"/>
                          <w:szCs w:val="14"/>
                          <w:lang w:val="en"/>
                        </w:rPr>
                      </w:pPr>
                      <w:r>
                        <w:rPr>
                          <w:rFonts w:ascii="Arial" w:hAnsi="Arial" w:cs="Arial"/>
                          <w:color w:val="FFFFFE"/>
                          <w:w w:val="90"/>
                          <w:sz w:val="14"/>
                          <w:szCs w:val="14"/>
                          <w:lang w:val="en"/>
                        </w:rPr>
                        <w:t>2800 Hornet Drive</w:t>
                      </w:r>
                    </w:p>
                    <w:p w:rsidR="00476734" w:rsidRDefault="00476734" w:rsidP="00BF7EA0">
                      <w:pPr>
                        <w:widowControl w:val="0"/>
                        <w:spacing w:line="200" w:lineRule="exact"/>
                        <w:rPr>
                          <w:rFonts w:ascii="Arial" w:hAnsi="Arial" w:cs="Arial"/>
                          <w:color w:val="FFFFFE"/>
                          <w:w w:val="90"/>
                          <w:sz w:val="14"/>
                          <w:szCs w:val="14"/>
                          <w:lang w:val="en"/>
                        </w:rPr>
                      </w:pPr>
                      <w:r>
                        <w:rPr>
                          <w:rFonts w:ascii="Arial" w:hAnsi="Arial" w:cs="Arial"/>
                          <w:color w:val="FFFFFE"/>
                          <w:w w:val="90"/>
                          <w:sz w:val="14"/>
                          <w:szCs w:val="14"/>
                          <w:lang w:val="en"/>
                        </w:rPr>
                        <w:t>Haines City, FL 33844</w:t>
                      </w:r>
                    </w:p>
                    <w:p w:rsidR="00476734" w:rsidRDefault="002F5E52" w:rsidP="00BF7EA0">
                      <w:pPr>
                        <w:widowControl w:val="0"/>
                        <w:spacing w:line="200" w:lineRule="exact"/>
                        <w:rPr>
                          <w:rFonts w:ascii="Arial" w:hAnsi="Arial" w:cs="Arial"/>
                          <w:color w:val="FFFFFE"/>
                          <w:w w:val="90"/>
                          <w:sz w:val="14"/>
                          <w:szCs w:val="14"/>
                          <w:lang w:val="en"/>
                        </w:rPr>
                      </w:pPr>
                      <w:r>
                        <w:rPr>
                          <w:rFonts w:ascii="Arial" w:hAnsi="Arial" w:cs="Arial"/>
                          <w:color w:val="FFFFFE"/>
                          <w:w w:val="90"/>
                          <w:sz w:val="14"/>
                          <w:szCs w:val="14"/>
                          <w:lang w:val="en"/>
                        </w:rPr>
                        <w:t>(863) 421</w:t>
                      </w:r>
                      <w:r w:rsidR="00476734">
                        <w:rPr>
                          <w:rFonts w:ascii="Arial" w:hAnsi="Arial" w:cs="Arial"/>
                          <w:color w:val="FFFFFE"/>
                          <w:w w:val="90"/>
                          <w:sz w:val="14"/>
                          <w:szCs w:val="14"/>
                          <w:lang w:val="en"/>
                        </w:rPr>
                        <w:t>-3281</w:t>
                      </w:r>
                    </w:p>
                    <w:p w:rsidR="00476734" w:rsidRDefault="00476734" w:rsidP="00BF7EA0">
                      <w:pPr>
                        <w:widowControl w:val="0"/>
                        <w:spacing w:line="200" w:lineRule="exact"/>
                        <w:rPr>
                          <w:rFonts w:ascii="Arial" w:hAnsi="Arial" w:cs="Arial"/>
                          <w:color w:val="FFFFFE"/>
                          <w:w w:val="90"/>
                          <w:sz w:val="14"/>
                          <w:szCs w:val="14"/>
                          <w:lang w:val="en"/>
                        </w:rPr>
                      </w:pPr>
                      <w:r>
                        <w:rPr>
                          <w:rFonts w:ascii="Arial" w:hAnsi="Arial" w:cs="Arial"/>
                          <w:color w:val="FFFFFE"/>
                          <w:w w:val="90"/>
                          <w:sz w:val="14"/>
                          <w:szCs w:val="14"/>
                          <w:lang w:val="en"/>
                        </w:rPr>
                        <w:t>Hainescityschool.com</w:t>
                      </w:r>
                    </w:p>
                  </w:txbxContent>
                </v:textbox>
                <w10:wrap anchorx="page" anchory="page"/>
              </v:shape>
            </w:pict>
          </mc:Fallback>
        </mc:AlternateContent>
      </w:r>
    </w:p>
    <w:p w:rsidR="005F70E4" w:rsidRDefault="00B927A4">
      <w:r>
        <w:rPr>
          <w:noProof/>
          <w:color w:val="auto"/>
          <w:kern w:val="0"/>
          <w:sz w:val="24"/>
          <w:szCs w:val="24"/>
        </w:rPr>
        <mc:AlternateContent>
          <mc:Choice Requires="wps">
            <w:drawing>
              <wp:anchor distT="36576" distB="36576" distL="36576" distR="36576" simplePos="0" relativeHeight="251655680" behindDoc="0" locked="0" layoutInCell="1" allowOverlap="1" wp14:anchorId="59659323" wp14:editId="28CA9549">
                <wp:simplePos x="0" y="0"/>
                <wp:positionH relativeFrom="page">
                  <wp:posOffset>355600</wp:posOffset>
                </wp:positionH>
                <wp:positionV relativeFrom="page">
                  <wp:posOffset>3627755</wp:posOffset>
                </wp:positionV>
                <wp:extent cx="3044825" cy="3921125"/>
                <wp:effectExtent l="0" t="0" r="3175" b="3175"/>
                <wp:wrapNone/>
                <wp:docPr id="118"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4825" cy="3921125"/>
                        </a:xfrm>
                        <a:prstGeom prst="rect">
                          <a:avLst/>
                        </a:prstGeom>
                        <a:noFill/>
                        <a:ln>
                          <a:noFill/>
                        </a:ln>
                        <a:effectLst/>
                        <a:extLst>
                          <a:ext uri="{909E8E84-426E-40DD-AFC4-6F175D3DCCD1}">
                            <a14:hiddenFill xmlns:a14="http://schemas.microsoft.com/office/drawing/2010/main">
                              <a:solidFill>
                                <a:srgbClr val="FFFFFE"/>
                              </a:solidFill>
                            </a14:hiddenFill>
                          </a:ext>
                          <a:ext uri="{91240B29-F687-4F45-9708-019B960494DF}">
                            <a14:hiddenLine xmlns:a14="http://schemas.microsoft.com/office/drawing/2010/main" w="9525" algn="in">
                              <a:solidFill>
                                <a:srgbClr val="212120"/>
                              </a:solidFill>
                              <a:miter lim="800000"/>
                              <a:headEnd/>
                              <a:tailEnd/>
                            </a14:hiddenLine>
                          </a:ext>
                          <a:ext uri="{AF507438-7753-43E0-B8FC-AC1667EBCBE1}">
                            <a14:hiddenEffects xmlns:a14="http://schemas.microsoft.com/office/drawing/2010/main">
                              <a:effectLst/>
                            </a14:hiddenEffects>
                          </a:ext>
                        </a:extLst>
                      </wps:spPr>
                      <wps:txbx>
                        <w:txbxContent>
                          <w:p w:rsidR="000B7C2F" w:rsidRDefault="00557B3D" w:rsidP="00476734">
                            <w:pPr>
                              <w:widowControl w:val="0"/>
                              <w:rPr>
                                <w:rFonts w:ascii="Arial" w:hAnsi="Arial" w:cs="Arial"/>
                                <w:color w:val="EF792F"/>
                                <w:sz w:val="30"/>
                                <w:szCs w:val="30"/>
                                <w:lang w:val="en"/>
                              </w:rPr>
                            </w:pPr>
                            <w:r w:rsidRPr="002A576D">
                              <w:rPr>
                                <w:rFonts w:ascii="Arial" w:hAnsi="Arial" w:cs="Arial"/>
                                <w:color w:val="EF792F"/>
                                <w:sz w:val="30"/>
                                <w:szCs w:val="30"/>
                                <w:lang w:val="en"/>
                              </w:rPr>
                              <w:t xml:space="preserve">The Academy </w:t>
                            </w:r>
                          </w:p>
                          <w:p w:rsidR="000B7C2F" w:rsidRDefault="00557B3D" w:rsidP="00476734">
                            <w:pPr>
                              <w:widowControl w:val="0"/>
                              <w:rPr>
                                <w:rFonts w:ascii="Arial" w:hAnsi="Arial" w:cs="Arial"/>
                                <w:color w:val="EF792F"/>
                                <w:sz w:val="30"/>
                                <w:szCs w:val="30"/>
                                <w:lang w:val="en"/>
                              </w:rPr>
                            </w:pPr>
                            <w:proofErr w:type="gramStart"/>
                            <w:r w:rsidRPr="002A576D">
                              <w:rPr>
                                <w:rFonts w:ascii="Arial" w:hAnsi="Arial" w:cs="Arial"/>
                                <w:color w:val="EF792F"/>
                                <w:sz w:val="30"/>
                                <w:szCs w:val="30"/>
                                <w:lang w:val="en"/>
                              </w:rPr>
                              <w:t>of</w:t>
                            </w:r>
                            <w:proofErr w:type="gramEnd"/>
                            <w:r w:rsidRPr="002A576D">
                              <w:rPr>
                                <w:rFonts w:ascii="Arial" w:hAnsi="Arial" w:cs="Arial"/>
                                <w:color w:val="EF792F"/>
                                <w:sz w:val="30"/>
                                <w:szCs w:val="30"/>
                                <w:lang w:val="en"/>
                              </w:rPr>
                              <w:t xml:space="preserve"> Media Productions, </w:t>
                            </w:r>
                          </w:p>
                          <w:p w:rsidR="00BF7EA0" w:rsidRPr="002A576D" w:rsidRDefault="00557B3D" w:rsidP="00476734">
                            <w:pPr>
                              <w:widowControl w:val="0"/>
                              <w:rPr>
                                <w:rFonts w:ascii="Arial" w:hAnsi="Arial" w:cs="Arial"/>
                                <w:color w:val="EF792F"/>
                                <w:sz w:val="30"/>
                                <w:szCs w:val="30"/>
                                <w:lang w:val="en"/>
                              </w:rPr>
                            </w:pPr>
                            <w:proofErr w:type="gramStart"/>
                            <w:r w:rsidRPr="002A576D">
                              <w:rPr>
                                <w:rFonts w:ascii="Arial" w:hAnsi="Arial" w:cs="Arial"/>
                                <w:color w:val="EF792F"/>
                                <w:sz w:val="30"/>
                                <w:szCs w:val="30"/>
                                <w:lang w:val="en"/>
                              </w:rPr>
                              <w:t>housed</w:t>
                            </w:r>
                            <w:proofErr w:type="gramEnd"/>
                            <w:r w:rsidRPr="002A576D">
                              <w:rPr>
                                <w:rFonts w:ascii="Arial" w:hAnsi="Arial" w:cs="Arial"/>
                                <w:color w:val="EF792F"/>
                                <w:sz w:val="30"/>
                                <w:szCs w:val="30"/>
                                <w:lang w:val="en"/>
                              </w:rPr>
                              <w:t xml:space="preserve"> at Haines City High School in the Polk County School District, provides a rigorous four-year program designed to give students training, information</w:t>
                            </w:r>
                            <w:r w:rsidR="00B927A4">
                              <w:rPr>
                                <w:rFonts w:ascii="Arial" w:hAnsi="Arial" w:cs="Arial"/>
                                <w:color w:val="EF792F"/>
                                <w:sz w:val="30"/>
                                <w:szCs w:val="30"/>
                                <w:lang w:val="en"/>
                              </w:rPr>
                              <w:t>,</w:t>
                            </w:r>
                            <w:r w:rsidRPr="002A576D">
                              <w:rPr>
                                <w:rFonts w:ascii="Arial" w:hAnsi="Arial" w:cs="Arial"/>
                                <w:color w:val="EF792F"/>
                                <w:sz w:val="30"/>
                                <w:szCs w:val="30"/>
                                <w:lang w:val="en"/>
                              </w:rPr>
                              <w:t xml:space="preserve"> resources </w:t>
                            </w:r>
                            <w:r w:rsidR="00B927A4">
                              <w:rPr>
                                <w:rFonts w:ascii="Arial" w:hAnsi="Arial" w:cs="Arial"/>
                                <w:color w:val="EF792F"/>
                                <w:sz w:val="30"/>
                                <w:szCs w:val="30"/>
                                <w:lang w:val="en"/>
                              </w:rPr>
                              <w:t xml:space="preserve">and Adobe and Apple Industry Certifications </w:t>
                            </w:r>
                            <w:r w:rsidRPr="002A576D">
                              <w:rPr>
                                <w:rFonts w:ascii="Arial" w:hAnsi="Arial" w:cs="Arial"/>
                                <w:color w:val="EF792F"/>
                                <w:sz w:val="30"/>
                                <w:szCs w:val="30"/>
                                <w:lang w:val="en"/>
                              </w:rPr>
                              <w:t>in the areas of Web De</w:t>
                            </w:r>
                            <w:r w:rsidR="00B927A4">
                              <w:rPr>
                                <w:rFonts w:ascii="Arial" w:hAnsi="Arial" w:cs="Arial"/>
                                <w:color w:val="EF792F"/>
                                <w:sz w:val="30"/>
                                <w:szCs w:val="30"/>
                                <w:lang w:val="en"/>
                              </w:rPr>
                              <w:t>sign, Digital Design</w:t>
                            </w:r>
                            <w:r w:rsidRPr="002A576D">
                              <w:rPr>
                                <w:rFonts w:ascii="Arial" w:hAnsi="Arial" w:cs="Arial"/>
                                <w:color w:val="EF792F"/>
                                <w:sz w:val="30"/>
                                <w:szCs w:val="30"/>
                                <w:lang w:val="en"/>
                              </w:rPr>
                              <w:t xml:space="preserve"> and Television Productions. </w:t>
                            </w:r>
                            <w:r w:rsidR="002F5E52">
                              <w:rPr>
                                <w:rFonts w:ascii="Arial" w:hAnsi="Arial" w:cs="Arial"/>
                                <w:color w:val="EF792F"/>
                                <w:sz w:val="30"/>
                                <w:szCs w:val="30"/>
                                <w:lang w:val="en"/>
                              </w:rPr>
                              <w:t xml:space="preserve"> </w:t>
                            </w:r>
                            <w:r w:rsidR="002A576D" w:rsidRPr="002A576D">
                              <w:rPr>
                                <w:rFonts w:ascii="Arial" w:hAnsi="Arial" w:cs="Arial"/>
                                <w:color w:val="EF792F"/>
                                <w:sz w:val="30"/>
                                <w:szCs w:val="30"/>
                                <w:lang w:val="en"/>
                              </w:rPr>
                              <w:t xml:space="preserve">Academy students have </w:t>
                            </w:r>
                            <w:r w:rsidR="002F5E52">
                              <w:rPr>
                                <w:rFonts w:ascii="Arial" w:hAnsi="Arial" w:cs="Arial"/>
                                <w:color w:val="EF792F"/>
                                <w:sz w:val="30"/>
                                <w:szCs w:val="30"/>
                                <w:lang w:val="en"/>
                              </w:rPr>
                              <w:t xml:space="preserve">the opportunity </w:t>
                            </w:r>
                            <w:r w:rsidR="002A576D" w:rsidRPr="002A576D">
                              <w:rPr>
                                <w:rFonts w:ascii="Arial" w:hAnsi="Arial" w:cs="Arial"/>
                                <w:color w:val="EF792F"/>
                                <w:sz w:val="30"/>
                                <w:szCs w:val="30"/>
                                <w:lang w:val="en"/>
                              </w:rPr>
                              <w:t>to become members of and compete in career and technical student organizations such as DECA, FBLA, and FCCLA</w:t>
                            </w:r>
                            <w:r w:rsidR="00B927A4">
                              <w:rPr>
                                <w:rFonts w:ascii="Arial" w:hAnsi="Arial" w:cs="Arial"/>
                                <w:color w:val="EF792F"/>
                                <w:sz w:val="30"/>
                                <w:szCs w:val="30"/>
                                <w:lang w:val="en"/>
                              </w:rPr>
                              <w:t>.</w:t>
                            </w:r>
                            <w:r w:rsidR="002F5E52">
                              <w:rPr>
                                <w:rFonts w:ascii="Arial" w:hAnsi="Arial" w:cs="Arial"/>
                                <w:color w:val="EF792F"/>
                                <w:sz w:val="30"/>
                                <w:szCs w:val="30"/>
                                <w:lang w:val="en"/>
                              </w:rPr>
                              <w:t xml:space="preserve">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8" o:spid="_x0000_s1027" type="#_x0000_t202" style="position:absolute;margin-left:28pt;margin-top:285.65pt;width:239.75pt;height:308.75pt;z-index:251655680;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" filled="f" fillcolor="#fffffe" stroked="f" strokecolor="#212120" insetpen="t">
                <v:textbox inset="2.88pt,2.88pt,2.88pt,2.88pt">
                  <w:txbxContent>
                    <w:p w:rsidR="000B7C2F" w:rsidRDefault="00557B3D" w:rsidP="00476734">
                      <w:pPr>
                        <w:widowControl w:val="0"/>
                        <w:rPr>
                          <w:rFonts w:ascii="Arial" w:hAnsi="Arial" w:cs="Arial"/>
                          <w:color w:val="EF792F"/>
                          <w:sz w:val="30"/>
                          <w:szCs w:val="30"/>
                          <w:lang w:val="en"/>
                        </w:rPr>
                      </w:pPr>
                      <w:r w:rsidRPr="002A576D">
                        <w:rPr>
                          <w:rFonts w:ascii="Arial" w:hAnsi="Arial" w:cs="Arial"/>
                          <w:color w:val="EF792F"/>
                          <w:sz w:val="30"/>
                          <w:szCs w:val="30"/>
                          <w:lang w:val="en"/>
                        </w:rPr>
                        <w:t xml:space="preserve">The Academy </w:t>
                      </w:r>
                    </w:p>
                    <w:p w:rsidR="000B7C2F" w:rsidRDefault="00557B3D" w:rsidP="00476734">
                      <w:pPr>
                        <w:widowControl w:val="0"/>
                        <w:rPr>
                          <w:rFonts w:ascii="Arial" w:hAnsi="Arial" w:cs="Arial"/>
                          <w:color w:val="EF792F"/>
                          <w:sz w:val="30"/>
                          <w:szCs w:val="30"/>
                          <w:lang w:val="en"/>
                        </w:rPr>
                      </w:pPr>
                      <w:proofErr w:type="gramStart"/>
                      <w:r w:rsidRPr="002A576D">
                        <w:rPr>
                          <w:rFonts w:ascii="Arial" w:hAnsi="Arial" w:cs="Arial"/>
                          <w:color w:val="EF792F"/>
                          <w:sz w:val="30"/>
                          <w:szCs w:val="30"/>
                          <w:lang w:val="en"/>
                        </w:rPr>
                        <w:t>of</w:t>
                      </w:r>
                      <w:proofErr w:type="gramEnd"/>
                      <w:r w:rsidRPr="002A576D">
                        <w:rPr>
                          <w:rFonts w:ascii="Arial" w:hAnsi="Arial" w:cs="Arial"/>
                          <w:color w:val="EF792F"/>
                          <w:sz w:val="30"/>
                          <w:szCs w:val="30"/>
                          <w:lang w:val="en"/>
                        </w:rPr>
                        <w:t xml:space="preserve"> Media Productions, </w:t>
                      </w:r>
                    </w:p>
                    <w:p w:rsidR="00BF7EA0" w:rsidRPr="002A576D" w:rsidRDefault="00557B3D" w:rsidP="00476734">
                      <w:pPr>
                        <w:widowControl w:val="0"/>
                        <w:rPr>
                          <w:rFonts w:ascii="Arial" w:hAnsi="Arial" w:cs="Arial"/>
                          <w:color w:val="EF792F"/>
                          <w:sz w:val="30"/>
                          <w:szCs w:val="30"/>
                          <w:lang w:val="en"/>
                        </w:rPr>
                      </w:pPr>
                      <w:proofErr w:type="gramStart"/>
                      <w:r w:rsidRPr="002A576D">
                        <w:rPr>
                          <w:rFonts w:ascii="Arial" w:hAnsi="Arial" w:cs="Arial"/>
                          <w:color w:val="EF792F"/>
                          <w:sz w:val="30"/>
                          <w:szCs w:val="30"/>
                          <w:lang w:val="en"/>
                        </w:rPr>
                        <w:t>housed</w:t>
                      </w:r>
                      <w:proofErr w:type="gramEnd"/>
                      <w:r w:rsidRPr="002A576D">
                        <w:rPr>
                          <w:rFonts w:ascii="Arial" w:hAnsi="Arial" w:cs="Arial"/>
                          <w:color w:val="EF792F"/>
                          <w:sz w:val="30"/>
                          <w:szCs w:val="30"/>
                          <w:lang w:val="en"/>
                        </w:rPr>
                        <w:t xml:space="preserve"> at Haines City High School in the Polk County School District, provides a rigorous four-year program designed to give students training, information</w:t>
                      </w:r>
                      <w:r w:rsidR="00B927A4">
                        <w:rPr>
                          <w:rFonts w:ascii="Arial" w:hAnsi="Arial" w:cs="Arial"/>
                          <w:color w:val="EF792F"/>
                          <w:sz w:val="30"/>
                          <w:szCs w:val="30"/>
                          <w:lang w:val="en"/>
                        </w:rPr>
                        <w:t>,</w:t>
                      </w:r>
                      <w:r w:rsidRPr="002A576D">
                        <w:rPr>
                          <w:rFonts w:ascii="Arial" w:hAnsi="Arial" w:cs="Arial"/>
                          <w:color w:val="EF792F"/>
                          <w:sz w:val="30"/>
                          <w:szCs w:val="30"/>
                          <w:lang w:val="en"/>
                        </w:rPr>
                        <w:t xml:space="preserve"> resources </w:t>
                      </w:r>
                      <w:r w:rsidR="00B927A4">
                        <w:rPr>
                          <w:rFonts w:ascii="Arial" w:hAnsi="Arial" w:cs="Arial"/>
                          <w:color w:val="EF792F"/>
                          <w:sz w:val="30"/>
                          <w:szCs w:val="30"/>
                          <w:lang w:val="en"/>
                        </w:rPr>
                        <w:t xml:space="preserve">and Adobe and Apple Industry Certifications </w:t>
                      </w:r>
                      <w:r w:rsidRPr="002A576D">
                        <w:rPr>
                          <w:rFonts w:ascii="Arial" w:hAnsi="Arial" w:cs="Arial"/>
                          <w:color w:val="EF792F"/>
                          <w:sz w:val="30"/>
                          <w:szCs w:val="30"/>
                          <w:lang w:val="en"/>
                        </w:rPr>
                        <w:t>in the areas of Web De</w:t>
                      </w:r>
                      <w:r w:rsidR="00B927A4">
                        <w:rPr>
                          <w:rFonts w:ascii="Arial" w:hAnsi="Arial" w:cs="Arial"/>
                          <w:color w:val="EF792F"/>
                          <w:sz w:val="30"/>
                          <w:szCs w:val="30"/>
                          <w:lang w:val="en"/>
                        </w:rPr>
                        <w:t>sign, Digital Design</w:t>
                      </w:r>
                      <w:r w:rsidRPr="002A576D">
                        <w:rPr>
                          <w:rFonts w:ascii="Arial" w:hAnsi="Arial" w:cs="Arial"/>
                          <w:color w:val="EF792F"/>
                          <w:sz w:val="30"/>
                          <w:szCs w:val="30"/>
                          <w:lang w:val="en"/>
                        </w:rPr>
                        <w:t xml:space="preserve"> and Television Productions. </w:t>
                      </w:r>
                      <w:r w:rsidR="002F5E52">
                        <w:rPr>
                          <w:rFonts w:ascii="Arial" w:hAnsi="Arial" w:cs="Arial"/>
                          <w:color w:val="EF792F"/>
                          <w:sz w:val="30"/>
                          <w:szCs w:val="30"/>
                          <w:lang w:val="en"/>
                        </w:rPr>
                        <w:t xml:space="preserve"> </w:t>
                      </w:r>
                      <w:r w:rsidR="002A576D" w:rsidRPr="002A576D">
                        <w:rPr>
                          <w:rFonts w:ascii="Arial" w:hAnsi="Arial" w:cs="Arial"/>
                          <w:color w:val="EF792F"/>
                          <w:sz w:val="30"/>
                          <w:szCs w:val="30"/>
                          <w:lang w:val="en"/>
                        </w:rPr>
                        <w:t xml:space="preserve">Academy students have </w:t>
                      </w:r>
                      <w:r w:rsidR="002F5E52">
                        <w:rPr>
                          <w:rFonts w:ascii="Arial" w:hAnsi="Arial" w:cs="Arial"/>
                          <w:color w:val="EF792F"/>
                          <w:sz w:val="30"/>
                          <w:szCs w:val="30"/>
                          <w:lang w:val="en"/>
                        </w:rPr>
                        <w:t xml:space="preserve">the opportunity </w:t>
                      </w:r>
                      <w:r w:rsidR="002A576D" w:rsidRPr="002A576D">
                        <w:rPr>
                          <w:rFonts w:ascii="Arial" w:hAnsi="Arial" w:cs="Arial"/>
                          <w:color w:val="EF792F"/>
                          <w:sz w:val="30"/>
                          <w:szCs w:val="30"/>
                          <w:lang w:val="en"/>
                        </w:rPr>
                        <w:t>to become members of and compete in career and technical student organizations such as DECA, FBLA, and FCCLA</w:t>
                      </w:r>
                      <w:r w:rsidR="00B927A4">
                        <w:rPr>
                          <w:rFonts w:ascii="Arial" w:hAnsi="Arial" w:cs="Arial"/>
                          <w:color w:val="EF792F"/>
                          <w:sz w:val="30"/>
                          <w:szCs w:val="30"/>
                          <w:lang w:val="en"/>
                        </w:rPr>
                        <w:t>.</w:t>
                      </w:r>
                      <w:r w:rsidR="002F5E52">
                        <w:rPr>
                          <w:rFonts w:ascii="Arial" w:hAnsi="Arial" w:cs="Arial"/>
                          <w:color w:val="EF792F"/>
                          <w:sz w:val="30"/>
                          <w:szCs w:val="30"/>
                          <w:lang w:val="en"/>
                        </w:rPr>
                        <w:t xml:space="preserve"> </w:t>
                      </w:r>
                    </w:p>
                  </w:txbxContent>
                </v:textbox>
                <w10:wrap anchorx="page" anchory="page"/>
              </v:shape>
            </w:pict>
          </mc:Fallback>
        </mc:AlternateContent>
      </w:r>
      <w:r w:rsidR="009F7444">
        <w:rPr>
          <w:noProof/>
          <w:color w:val="auto"/>
          <w:kern w:val="0"/>
          <w:sz w:val="24"/>
          <w:szCs w:val="24"/>
        </w:rPr>
        <w:drawing>
          <wp:anchor distT="0" distB="0" distL="114300" distR="114300" simplePos="0" relativeHeight="251692544" behindDoc="1" locked="0" layoutInCell="1" allowOverlap="1" wp14:anchorId="615790AE" wp14:editId="77565E04">
            <wp:simplePos x="0" y="0"/>
            <wp:positionH relativeFrom="column">
              <wp:posOffset>-13335</wp:posOffset>
            </wp:positionH>
            <wp:positionV relativeFrom="paragraph">
              <wp:posOffset>1339850</wp:posOffset>
            </wp:positionV>
            <wp:extent cx="3180715" cy="2109470"/>
            <wp:effectExtent l="0" t="0" r="635" b="5080"/>
            <wp:wrapNone/>
            <wp:docPr id="136" name="Picture 122" descr="C:\Documents and Settings\crystal.young\Desktop\brochure pics\Copy (2) of DSC_02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descr="C:\Documents and Settings\crystal.young\Desktop\brochure pics\Copy (2) of DSC_0218.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180715" cy="2109470"/>
                    </a:xfrm>
                    <a:prstGeom prst="rect">
                      <a:avLst/>
                    </a:prstGeom>
                    <a:noFill/>
                    <a:ln>
                      <a:noFill/>
                    </a:ln>
                  </pic:spPr>
                </pic:pic>
              </a:graphicData>
            </a:graphic>
            <wp14:sizeRelH relativeFrom="page">
              <wp14:pctWidth>0</wp14:pctWidth>
            </wp14:sizeRelH>
            <wp14:sizeRelV relativeFrom="page">
              <wp14:pctHeight>0</wp14:pctHeight>
            </wp14:sizeRelV>
          </wp:anchor>
        </w:drawing>
      </w:r>
      <w:r w:rsidR="009F7444">
        <w:rPr>
          <w:noProof/>
          <w:color w:val="auto"/>
          <w:kern w:val="0"/>
          <w:sz w:val="24"/>
          <w:szCs w:val="24"/>
        </w:rPr>
        <mc:AlternateContent>
          <mc:Choice Requires="wps">
            <w:drawing>
              <wp:anchor distT="0" distB="0" distL="114300" distR="114300" simplePos="0" relativeHeight="251645440" behindDoc="0" locked="0" layoutInCell="1" allowOverlap="1" wp14:anchorId="4761B47E" wp14:editId="0A5614FA">
                <wp:simplePos x="0" y="0"/>
                <wp:positionH relativeFrom="page">
                  <wp:posOffset>295910</wp:posOffset>
                </wp:positionH>
                <wp:positionV relativeFrom="page">
                  <wp:posOffset>3208655</wp:posOffset>
                </wp:positionV>
                <wp:extent cx="9598025" cy="1308735"/>
                <wp:effectExtent l="10160" t="8255" r="12065" b="6985"/>
                <wp:wrapNone/>
                <wp:docPr id="135" name="Freeform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598025" cy="1308735"/>
                        </a:xfrm>
                        <a:custGeom>
                          <a:avLst/>
                          <a:gdLst>
                            <a:gd name="T0" fmla="*/ 0 w 3168"/>
                            <a:gd name="T1" fmla="*/ 0 h 427"/>
                            <a:gd name="T2" fmla="*/ 3168 w 3168"/>
                            <a:gd name="T3" fmla="*/ 390 h 427"/>
                          </a:gdLst>
                          <a:ahLst/>
                          <a:cxnLst>
                            <a:cxn ang="0">
                              <a:pos x="T0" y="T1"/>
                            </a:cxn>
                            <a:cxn ang="0">
                              <a:pos x="T2" y="T3"/>
                            </a:cxn>
                          </a:cxnLst>
                          <a:rect l="0" t="0" r="r" b="b"/>
                          <a:pathLst>
                            <a:path w="3168" h="427">
                              <a:moveTo>
                                <a:pt x="0" y="0"/>
                              </a:moveTo>
                              <a:cubicBezTo>
                                <a:pt x="1342" y="427"/>
                                <a:pt x="2660" y="415"/>
                                <a:pt x="3168" y="390"/>
                              </a:cubicBezTo>
                            </a:path>
                          </a:pathLst>
                        </a:custGeom>
                        <a:noFill/>
                        <a:ln w="6374">
                          <a:solidFill>
                            <a:srgbClr val="EFB32F"/>
                          </a:solidFill>
                          <a:miter lim="800000"/>
                          <a:headEnd/>
                          <a:tailEnd/>
                        </a:ln>
                        <a:effectLst/>
                        <a:extLst>
                          <a:ext uri="{909E8E84-426E-40DD-AFC4-6F175D3DCCD1}">
                            <a14:hiddenFill xmlns:a14="http://schemas.microsoft.com/office/drawing/2010/main">
                              <a:solidFill>
                                <a:srgbClr val="FFFFFE"/>
                              </a:solidFill>
                            </a14:hiddenFill>
                          </a:ext>
                          <a:ext uri="{AF507438-7753-43E0-B8FC-AC1667EBCBE1}">
                            <a14:hiddenEffects xmlns:a14="http://schemas.microsoft.com/office/drawing/2010/main">
                              <a:effectLst>
                                <a:outerShdw dist="35921" dir="2700000" algn="ctr" rotWithShape="0">
                                  <a:srgbClr val="8C8682"/>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6" o:spid="_x0000_s1026" style="position:absolute;margin-left:23.3pt;margin-top:252.65pt;width:755.75pt;height:103.05pt;z-index:251645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3168,4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" path="m,c1342,427,2660,415,3168,390e" filled="f" fillcolor="#fffffe" strokecolor="#efb32f" strokeweight=".17706mm">
                <v:stroke joinstyle="miter"/>
                <v:shadow color="#8c8682"/>
                <v:path arrowok="t" o:connecttype="custom" o:connectlocs="0,0;9598025,1195332" o:connectangles="0,0"/>
                <w10:wrap anchorx="page" anchory="page"/>
              </v:shape>
            </w:pict>
          </mc:Fallback>
        </mc:AlternateContent>
      </w:r>
      <w:r w:rsidR="009F7444">
        <w:rPr>
          <w:noProof/>
          <w:color w:val="auto"/>
          <w:kern w:val="0"/>
          <w:sz w:val="24"/>
          <w:szCs w:val="24"/>
        </w:rPr>
        <mc:AlternateContent>
          <mc:Choice Requires="wps">
            <w:drawing>
              <wp:anchor distT="0" distB="0" distL="114300" distR="114300" simplePos="0" relativeHeight="251643392" behindDoc="0" locked="0" layoutInCell="1" allowOverlap="1" wp14:anchorId="236F6E13" wp14:editId="04DE8BAC">
                <wp:simplePos x="0" y="0"/>
                <wp:positionH relativeFrom="page">
                  <wp:posOffset>212090</wp:posOffset>
                </wp:positionH>
                <wp:positionV relativeFrom="page">
                  <wp:posOffset>3208655</wp:posOffset>
                </wp:positionV>
                <wp:extent cx="9594850" cy="1299210"/>
                <wp:effectExtent l="11430" t="13970" r="13970" b="10795"/>
                <wp:wrapNone/>
                <wp:docPr id="134" name="Freeform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594850" cy="1299210"/>
                        </a:xfrm>
                        <a:custGeom>
                          <a:avLst/>
                          <a:gdLst>
                            <a:gd name="T0" fmla="*/ 0 w 3167"/>
                            <a:gd name="T1" fmla="*/ 0 h 427"/>
                            <a:gd name="T2" fmla="*/ 3167 w 3167"/>
                            <a:gd name="T3" fmla="*/ 386 h 427"/>
                          </a:gdLst>
                          <a:ahLst/>
                          <a:cxnLst>
                            <a:cxn ang="0">
                              <a:pos x="T0" y="T1"/>
                            </a:cxn>
                            <a:cxn ang="0">
                              <a:pos x="T2" y="T3"/>
                            </a:cxn>
                          </a:cxnLst>
                          <a:rect l="0" t="0" r="r" b="b"/>
                          <a:pathLst>
                            <a:path w="3167" h="427">
                              <a:moveTo>
                                <a:pt x="0" y="0"/>
                              </a:moveTo>
                              <a:cubicBezTo>
                                <a:pt x="1349" y="427"/>
                                <a:pt x="2670" y="411"/>
                                <a:pt x="3167" y="386"/>
                              </a:cubicBezTo>
                            </a:path>
                          </a:pathLst>
                        </a:custGeom>
                        <a:noFill/>
                        <a:ln w="6374">
                          <a:solidFill>
                            <a:srgbClr val="EFB32F"/>
                          </a:solidFill>
                          <a:miter lim="800000"/>
                          <a:headEnd/>
                          <a:tailEnd/>
                        </a:ln>
                        <a:effectLst/>
                        <a:extLst>
                          <a:ext uri="{909E8E84-426E-40DD-AFC4-6F175D3DCCD1}">
                            <a14:hiddenFill xmlns:a14="http://schemas.microsoft.com/office/drawing/2010/main">
                              <a:solidFill>
                                <a:srgbClr val="FFFFFE"/>
                              </a:solidFill>
                            </a14:hiddenFill>
                          </a:ext>
                          <a:ext uri="{AF507438-7753-43E0-B8FC-AC1667EBCBE1}">
                            <a14:hiddenEffects xmlns:a14="http://schemas.microsoft.com/office/drawing/2010/main">
                              <a:effectLst>
                                <a:outerShdw dist="35921" dir="2700000" algn="ctr" rotWithShape="0">
                                  <a:srgbClr val="8C8682"/>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4" o:spid="_x0000_s1026" style="position:absolute;margin-left:16.7pt;margin-top:252.65pt;width:755.5pt;height:102.3pt;z-index:251643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3167,4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" path="m,c1349,427,2670,411,3167,386e" filled="f" fillcolor="#fffffe" strokecolor="#efb32f" strokeweight=".17706mm">
                <v:stroke joinstyle="miter"/>
                <v:shadow color="#8c8682"/>
                <v:path arrowok="t" o:connecttype="custom" o:connectlocs="0,0;9594850,1174461" o:connectangles="0,0"/>
                <w10:wrap anchorx="page" anchory="page"/>
              </v:shape>
            </w:pict>
          </mc:Fallback>
        </mc:AlternateContent>
      </w:r>
      <w:r w:rsidR="009F7444">
        <w:rPr>
          <w:noProof/>
          <w:color w:val="auto"/>
          <w:kern w:val="0"/>
          <w:sz w:val="24"/>
          <w:szCs w:val="24"/>
        </w:rPr>
        <mc:AlternateContent>
          <mc:Choice Requires="wps">
            <w:drawing>
              <wp:anchor distT="0" distB="0" distL="114300" distR="114300" simplePos="0" relativeHeight="251641344" behindDoc="0" locked="0" layoutInCell="1" allowOverlap="1" wp14:anchorId="68A104DF" wp14:editId="0444D27B">
                <wp:simplePos x="0" y="0"/>
                <wp:positionH relativeFrom="page">
                  <wp:posOffset>295910</wp:posOffset>
                </wp:positionH>
                <wp:positionV relativeFrom="page">
                  <wp:posOffset>3218180</wp:posOffset>
                </wp:positionV>
                <wp:extent cx="9598025" cy="1216660"/>
                <wp:effectExtent l="11430" t="8890" r="10795" b="12700"/>
                <wp:wrapNone/>
                <wp:docPr id="133" name="Freeform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598025" cy="1216660"/>
                        </a:xfrm>
                        <a:custGeom>
                          <a:avLst/>
                          <a:gdLst>
                            <a:gd name="T0" fmla="*/ 0 w 3168"/>
                            <a:gd name="T1" fmla="*/ 0 h 400"/>
                            <a:gd name="T2" fmla="*/ 3168 w 3168"/>
                            <a:gd name="T3" fmla="*/ 323 h 400"/>
                          </a:gdLst>
                          <a:ahLst/>
                          <a:cxnLst>
                            <a:cxn ang="0">
                              <a:pos x="T0" y="T1"/>
                            </a:cxn>
                            <a:cxn ang="0">
                              <a:pos x="T2" y="T3"/>
                            </a:cxn>
                          </a:cxnLst>
                          <a:rect l="0" t="0" r="r" b="b"/>
                          <a:pathLst>
                            <a:path w="3168" h="400">
                              <a:moveTo>
                                <a:pt x="0" y="0"/>
                              </a:moveTo>
                              <a:cubicBezTo>
                                <a:pt x="1367" y="400"/>
                                <a:pt x="2689" y="357"/>
                                <a:pt x="3168" y="323"/>
                              </a:cubicBezTo>
                            </a:path>
                          </a:pathLst>
                        </a:custGeom>
                        <a:noFill/>
                        <a:ln w="6374">
                          <a:solidFill>
                            <a:srgbClr val="FFFFFE"/>
                          </a:solidFill>
                          <a:miter lim="800000"/>
                          <a:headEnd/>
                          <a:tailEnd/>
                        </a:ln>
                        <a:effectLst/>
                        <a:extLst>
                          <a:ext uri="{909E8E84-426E-40DD-AFC4-6F175D3DCCD1}">
                            <a14:hiddenFill xmlns:a14="http://schemas.microsoft.com/office/drawing/2010/main">
                              <a:solidFill>
                                <a:srgbClr val="FFFFFE"/>
                              </a:solidFill>
                            </a14:hiddenFill>
                          </a:ext>
                          <a:ext uri="{AF507438-7753-43E0-B8FC-AC1667EBCBE1}">
                            <a14:hiddenEffects xmlns:a14="http://schemas.microsoft.com/office/drawing/2010/main">
                              <a:effectLst>
                                <a:outerShdw dist="35921" dir="2700000" algn="ctr" rotWithShape="0">
                                  <a:srgbClr val="8C8682"/>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2" o:spid="_x0000_s1026" style="position:absolute;margin-left:23.3pt;margin-top:253.4pt;width:755.75pt;height:95.8pt;z-index:251641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3168,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" path="m,c1367,400,2689,357,3168,323e" filled="f" fillcolor="#fffffe" strokecolor="#fffffe" strokeweight=".17706mm">
                <v:stroke joinstyle="miter"/>
                <v:shadow color="#8c8682"/>
                <v:path arrowok="t" o:connecttype="custom" o:connectlocs="0,0;9598025,982453" o:connectangles="0,0"/>
                <w10:wrap anchorx="page" anchory="page"/>
              </v:shape>
            </w:pict>
          </mc:Fallback>
        </mc:AlternateContent>
      </w:r>
      <w:r w:rsidR="009F7444">
        <w:rPr>
          <w:noProof/>
          <w:color w:val="auto"/>
          <w:kern w:val="0"/>
          <w:sz w:val="24"/>
          <w:szCs w:val="24"/>
        </w:rPr>
        <mc:AlternateContent>
          <mc:Choice Requires="wps">
            <w:drawing>
              <wp:anchor distT="0" distB="0" distL="114300" distR="114300" simplePos="0" relativeHeight="251644416" behindDoc="0" locked="0" layoutInCell="1" allowOverlap="1" wp14:anchorId="5F4B68A3" wp14:editId="6AFA18A4">
                <wp:simplePos x="0" y="0"/>
                <wp:positionH relativeFrom="page">
                  <wp:posOffset>215265</wp:posOffset>
                </wp:positionH>
                <wp:positionV relativeFrom="page">
                  <wp:posOffset>3218180</wp:posOffset>
                </wp:positionV>
                <wp:extent cx="9598025" cy="1289685"/>
                <wp:effectExtent l="10160" t="8255" r="12065" b="6985"/>
                <wp:wrapNone/>
                <wp:docPr id="132" name="Freeform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598025" cy="1289685"/>
                        </a:xfrm>
                        <a:custGeom>
                          <a:avLst/>
                          <a:gdLst>
                            <a:gd name="T0" fmla="*/ 0 w 3168"/>
                            <a:gd name="T1" fmla="*/ 0 h 424"/>
                            <a:gd name="T2" fmla="*/ 3168 w 3168"/>
                            <a:gd name="T3" fmla="*/ 382 h 424"/>
                          </a:gdLst>
                          <a:ahLst/>
                          <a:cxnLst>
                            <a:cxn ang="0">
                              <a:pos x="T0" y="T1"/>
                            </a:cxn>
                            <a:cxn ang="0">
                              <a:pos x="T2" y="T3"/>
                            </a:cxn>
                          </a:cxnLst>
                          <a:rect l="0" t="0" r="r" b="b"/>
                          <a:pathLst>
                            <a:path w="3168" h="424">
                              <a:moveTo>
                                <a:pt x="0" y="0"/>
                              </a:moveTo>
                              <a:cubicBezTo>
                                <a:pt x="1347" y="424"/>
                                <a:pt x="2667" y="408"/>
                                <a:pt x="3168" y="382"/>
                              </a:cubicBezTo>
                            </a:path>
                          </a:pathLst>
                        </a:custGeom>
                        <a:noFill/>
                        <a:ln w="6374">
                          <a:solidFill>
                            <a:srgbClr val="FFFFFE"/>
                          </a:solidFill>
                          <a:miter lim="800000"/>
                          <a:headEnd/>
                          <a:tailEnd/>
                        </a:ln>
                        <a:effectLst/>
                        <a:extLst>
                          <a:ext uri="{909E8E84-426E-40DD-AFC4-6F175D3DCCD1}">
                            <a14:hiddenFill xmlns:a14="http://schemas.microsoft.com/office/drawing/2010/main">
                              <a:solidFill>
                                <a:srgbClr val="FFFFFE"/>
                              </a:solidFill>
                            </a14:hiddenFill>
                          </a:ext>
                          <a:ext uri="{AF507438-7753-43E0-B8FC-AC1667EBCBE1}">
                            <a14:hiddenEffects xmlns:a14="http://schemas.microsoft.com/office/drawing/2010/main">
                              <a:effectLst>
                                <a:outerShdw dist="35921" dir="2700000" algn="ctr" rotWithShape="0">
                                  <a:srgbClr val="8C8682"/>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5" o:spid="_x0000_s1026" style="position:absolute;margin-left:16.95pt;margin-top:253.4pt;width:755.75pt;height:101.55pt;z-index:251644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3168,4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" path="m,c1347,424,2667,408,3168,382e" filled="f" fillcolor="#fffffe" strokecolor="#fffffe" strokeweight=".17706mm">
                <v:stroke joinstyle="miter"/>
                <v:shadow color="#8c8682"/>
                <v:path arrowok="t" o:connecttype="custom" o:connectlocs="0,0;9598025,1161933" o:connectangles="0,0"/>
                <w10:wrap anchorx="page" anchory="page"/>
              </v:shape>
            </w:pict>
          </mc:Fallback>
        </mc:AlternateContent>
      </w:r>
      <w:r w:rsidR="009F7444">
        <w:rPr>
          <w:noProof/>
          <w:color w:val="auto"/>
          <w:kern w:val="0"/>
          <w:sz w:val="24"/>
          <w:szCs w:val="24"/>
        </w:rPr>
        <mc:AlternateContent>
          <mc:Choice Requires="wps">
            <w:drawing>
              <wp:anchor distT="36576" distB="36576" distL="36576" distR="36576" simplePos="0" relativeHeight="251646464" behindDoc="0" locked="0" layoutInCell="1" allowOverlap="1" wp14:anchorId="17904D35" wp14:editId="15EEA6E0">
                <wp:simplePos x="0" y="0"/>
                <wp:positionH relativeFrom="page">
                  <wp:posOffset>-35560</wp:posOffset>
                </wp:positionH>
                <wp:positionV relativeFrom="page">
                  <wp:posOffset>664845</wp:posOffset>
                </wp:positionV>
                <wp:extent cx="3733165" cy="1049655"/>
                <wp:effectExtent l="2540" t="0" r="0" b="0"/>
                <wp:wrapNone/>
                <wp:docPr id="13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33165" cy="1049655"/>
                        </a:xfrm>
                        <a:prstGeom prst="rect">
                          <a:avLst/>
                        </a:prstGeom>
                        <a:noFill/>
                        <a:ln>
                          <a:noFill/>
                        </a:ln>
                        <a:effectLst/>
                        <a:extLst>
                          <a:ext uri="{909E8E84-426E-40DD-AFC4-6F175D3DCCD1}">
                            <a14:hiddenFill xmlns:a14="http://schemas.microsoft.com/office/drawing/2010/main">
                              <a:solidFill>
                                <a:srgbClr val="FFFFFE"/>
                              </a:solidFill>
                            </a14:hiddenFill>
                          </a:ext>
                          <a:ext uri="{91240B29-F687-4F45-9708-019B960494DF}">
                            <a14:hiddenLine xmlns:a14="http://schemas.microsoft.com/office/drawing/2010/main" w="9525" algn="in">
                              <a:solidFill>
                                <a:srgbClr val="212120"/>
                              </a:solidFill>
                              <a:miter lim="800000"/>
                              <a:headEnd/>
                              <a:tailEnd/>
                            </a14:hiddenLine>
                          </a:ext>
                          <a:ext uri="{AF507438-7753-43E0-B8FC-AC1667EBCBE1}">
                            <a14:hiddenEffects xmlns:a14="http://schemas.microsoft.com/office/drawing/2010/main">
                              <a:effectLst/>
                            </a14:hiddenEffects>
                          </a:ext>
                        </a:extLst>
                      </wps:spPr>
                      <wps:txbx>
                        <w:txbxContent>
                          <w:p w:rsidR="000B7C2F" w:rsidRPr="000B7C2F" w:rsidRDefault="00E14B50" w:rsidP="00E14B50">
                            <w:pPr>
                              <w:widowControl w:val="0"/>
                              <w:tabs>
                                <w:tab w:val="left" w:pos="622"/>
                                <w:tab w:val="left" w:pos="1619"/>
                              </w:tabs>
                              <w:jc w:val="center"/>
                              <w:rPr>
                                <w:rFonts w:ascii="Arial" w:hAnsi="Arial" w:cs="Arial"/>
                                <w:b/>
                                <w:color w:val="EF792F"/>
                                <w:spacing w:val="20"/>
                                <w:w w:val="90"/>
                                <w:sz w:val="52"/>
                                <w:szCs w:val="52"/>
                                <w:lang w:val="en"/>
                              </w:rPr>
                            </w:pPr>
                            <w:r w:rsidRPr="000B7C2F">
                              <w:rPr>
                                <w:rFonts w:ascii="Arial" w:hAnsi="Arial" w:cs="Arial"/>
                                <w:b/>
                                <w:color w:val="EF792F"/>
                                <w:spacing w:val="20"/>
                                <w:w w:val="90"/>
                                <w:sz w:val="52"/>
                                <w:szCs w:val="52"/>
                                <w:lang w:val="en"/>
                              </w:rPr>
                              <w:t>A</w:t>
                            </w:r>
                            <w:r w:rsidR="000B7C2F" w:rsidRPr="000B7C2F">
                              <w:rPr>
                                <w:rFonts w:ascii="Arial" w:hAnsi="Arial" w:cs="Arial"/>
                                <w:b/>
                                <w:color w:val="EF792F"/>
                                <w:spacing w:val="20"/>
                                <w:w w:val="90"/>
                                <w:sz w:val="52"/>
                                <w:szCs w:val="52"/>
                                <w:lang w:val="en"/>
                              </w:rPr>
                              <w:t xml:space="preserve">cademy of </w:t>
                            </w:r>
                          </w:p>
                          <w:p w:rsidR="00BF7EA0" w:rsidRPr="000B7C2F" w:rsidRDefault="000B7C2F" w:rsidP="00E14B50">
                            <w:pPr>
                              <w:widowControl w:val="0"/>
                              <w:tabs>
                                <w:tab w:val="left" w:pos="622"/>
                                <w:tab w:val="left" w:pos="1619"/>
                              </w:tabs>
                              <w:jc w:val="center"/>
                              <w:rPr>
                                <w:rFonts w:ascii="Arial" w:hAnsi="Arial" w:cs="Arial"/>
                                <w:b/>
                                <w:color w:val="2E3640"/>
                                <w:sz w:val="52"/>
                                <w:szCs w:val="52"/>
                                <w:lang w:val="en"/>
                              </w:rPr>
                            </w:pPr>
                            <w:r w:rsidRPr="000B7C2F">
                              <w:rPr>
                                <w:rFonts w:ascii="Arial" w:hAnsi="Arial" w:cs="Arial"/>
                                <w:b/>
                                <w:color w:val="EF792F"/>
                                <w:spacing w:val="20"/>
                                <w:w w:val="90"/>
                                <w:sz w:val="52"/>
                                <w:szCs w:val="52"/>
                                <w:lang w:val="en"/>
                              </w:rPr>
                              <w:t>Media</w:t>
                            </w:r>
                            <w:r w:rsidR="00E14B50" w:rsidRPr="000B7C2F">
                              <w:rPr>
                                <w:rFonts w:ascii="Arial" w:hAnsi="Arial" w:cs="Arial"/>
                                <w:b/>
                                <w:color w:val="EF792F"/>
                                <w:spacing w:val="20"/>
                                <w:w w:val="90"/>
                                <w:sz w:val="52"/>
                                <w:szCs w:val="52"/>
                                <w:lang w:val="en"/>
                              </w:rPr>
                              <w:t xml:space="preserve"> Productions</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27" type="#_x0000_t202" style="position:absolute;margin-left:-2.8pt;margin-top:52.35pt;width:293.95pt;height:82.65pt;z-index:251646464;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" filled="f" fillcolor="#fffffe" stroked="f" strokecolor="#212120" insetpen="t">
                <v:textbox inset="2.88pt,2.88pt,2.88pt,2.88pt">
                  <w:txbxContent>
                    <w:p w:rsidR="000B7C2F" w:rsidRPr="000B7C2F" w:rsidRDefault="00E14B50" w:rsidP="00E14B50">
                      <w:pPr>
                        <w:widowControl w:val="0"/>
                        <w:tabs>
                          <w:tab w:val="left" w:pos="622"/>
                          <w:tab w:val="left" w:pos="1619"/>
                        </w:tabs>
                        <w:jc w:val="center"/>
                        <w:rPr>
                          <w:rFonts w:ascii="Arial" w:hAnsi="Arial" w:cs="Arial"/>
                          <w:b/>
                          <w:color w:val="EF792F"/>
                          <w:spacing w:val="20"/>
                          <w:w w:val="90"/>
                          <w:sz w:val="52"/>
                          <w:szCs w:val="52"/>
                          <w:lang w:val="en"/>
                        </w:rPr>
                      </w:pPr>
                      <w:r w:rsidRPr="000B7C2F">
                        <w:rPr>
                          <w:rFonts w:ascii="Arial" w:hAnsi="Arial" w:cs="Arial"/>
                          <w:b/>
                          <w:color w:val="EF792F"/>
                          <w:spacing w:val="20"/>
                          <w:w w:val="90"/>
                          <w:sz w:val="52"/>
                          <w:szCs w:val="52"/>
                          <w:lang w:val="en"/>
                        </w:rPr>
                        <w:t>A</w:t>
                      </w:r>
                      <w:r w:rsidR="000B7C2F" w:rsidRPr="000B7C2F">
                        <w:rPr>
                          <w:rFonts w:ascii="Arial" w:hAnsi="Arial" w:cs="Arial"/>
                          <w:b/>
                          <w:color w:val="EF792F"/>
                          <w:spacing w:val="20"/>
                          <w:w w:val="90"/>
                          <w:sz w:val="52"/>
                          <w:szCs w:val="52"/>
                          <w:lang w:val="en"/>
                        </w:rPr>
                        <w:t xml:space="preserve">cademy of </w:t>
                      </w:r>
                    </w:p>
                    <w:p w:rsidR="00BF7EA0" w:rsidRPr="000B7C2F" w:rsidRDefault="000B7C2F" w:rsidP="00E14B50">
                      <w:pPr>
                        <w:widowControl w:val="0"/>
                        <w:tabs>
                          <w:tab w:val="left" w:pos="622"/>
                          <w:tab w:val="left" w:pos="1619"/>
                        </w:tabs>
                        <w:jc w:val="center"/>
                        <w:rPr>
                          <w:rFonts w:ascii="Arial" w:hAnsi="Arial" w:cs="Arial"/>
                          <w:b/>
                          <w:color w:val="2E3640"/>
                          <w:sz w:val="52"/>
                          <w:szCs w:val="52"/>
                          <w:lang w:val="en"/>
                        </w:rPr>
                      </w:pPr>
                      <w:r w:rsidRPr="000B7C2F">
                        <w:rPr>
                          <w:rFonts w:ascii="Arial" w:hAnsi="Arial" w:cs="Arial"/>
                          <w:b/>
                          <w:color w:val="EF792F"/>
                          <w:spacing w:val="20"/>
                          <w:w w:val="90"/>
                          <w:sz w:val="52"/>
                          <w:szCs w:val="52"/>
                          <w:lang w:val="en"/>
                        </w:rPr>
                        <w:t>Media</w:t>
                      </w:r>
                      <w:r w:rsidR="00E14B50" w:rsidRPr="000B7C2F">
                        <w:rPr>
                          <w:rFonts w:ascii="Arial" w:hAnsi="Arial" w:cs="Arial"/>
                          <w:b/>
                          <w:color w:val="EF792F"/>
                          <w:spacing w:val="20"/>
                          <w:w w:val="90"/>
                          <w:sz w:val="52"/>
                          <w:szCs w:val="52"/>
                          <w:lang w:val="en"/>
                        </w:rPr>
                        <w:t xml:space="preserve"> Productions</w:t>
                      </w:r>
                    </w:p>
                  </w:txbxContent>
                </v:textbox>
                <w10:wrap anchorx="page" anchory="page"/>
              </v:shape>
            </w:pict>
          </mc:Fallback>
        </mc:AlternateContent>
      </w:r>
      <w:r w:rsidR="009F7444">
        <w:rPr>
          <w:noProof/>
          <w:color w:val="auto"/>
          <w:kern w:val="0"/>
          <w:sz w:val="24"/>
          <w:szCs w:val="24"/>
        </w:rPr>
        <mc:AlternateContent>
          <mc:Choice Requires="wps">
            <w:drawing>
              <wp:anchor distT="0" distB="0" distL="114300" distR="114300" simplePos="0" relativeHeight="251635200" behindDoc="0" locked="0" layoutInCell="1" allowOverlap="1" wp14:anchorId="7F8490D3" wp14:editId="1BB4EA5D">
                <wp:simplePos x="0" y="0"/>
                <wp:positionH relativeFrom="page">
                  <wp:posOffset>212090</wp:posOffset>
                </wp:positionH>
                <wp:positionV relativeFrom="page">
                  <wp:posOffset>3057525</wp:posOffset>
                </wp:positionV>
                <wp:extent cx="9601200" cy="4584065"/>
                <wp:effectExtent l="2540" t="4445" r="6985" b="6985"/>
                <wp:wrapNone/>
                <wp:docPr id="130"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601200" cy="4584065"/>
                        </a:xfrm>
                        <a:custGeom>
                          <a:avLst/>
                          <a:gdLst>
                            <a:gd name="T0" fmla="*/ 3168 w 3168"/>
                            <a:gd name="T1" fmla="*/ 1422 h 1422"/>
                            <a:gd name="T2" fmla="*/ 3168 w 3168"/>
                            <a:gd name="T3" fmla="*/ 398 h 1422"/>
                            <a:gd name="T4" fmla="*/ 2182 w 3168"/>
                            <a:gd name="T5" fmla="*/ 366 h 1422"/>
                            <a:gd name="T6" fmla="*/ 0 w 3168"/>
                            <a:gd name="T7" fmla="*/ 0 h 1422"/>
                            <a:gd name="T8" fmla="*/ 0 w 3168"/>
                            <a:gd name="T9" fmla="*/ 1422 h 1422"/>
                            <a:gd name="T10" fmla="*/ 3168 w 3168"/>
                            <a:gd name="T11" fmla="*/ 1422 h 1422"/>
                          </a:gdLst>
                          <a:ahLst/>
                          <a:cxnLst>
                            <a:cxn ang="0">
                              <a:pos x="T0" y="T1"/>
                            </a:cxn>
                            <a:cxn ang="0">
                              <a:pos x="T2" y="T3"/>
                            </a:cxn>
                            <a:cxn ang="0">
                              <a:pos x="T4" y="T5"/>
                            </a:cxn>
                            <a:cxn ang="0">
                              <a:pos x="T6" y="T7"/>
                            </a:cxn>
                            <a:cxn ang="0">
                              <a:pos x="T8" y="T9"/>
                            </a:cxn>
                            <a:cxn ang="0">
                              <a:pos x="T10" y="T11"/>
                            </a:cxn>
                          </a:cxnLst>
                          <a:rect l="0" t="0" r="r" b="b"/>
                          <a:pathLst>
                            <a:path w="3168" h="1422">
                              <a:moveTo>
                                <a:pt x="3168" y="1422"/>
                              </a:moveTo>
                              <a:cubicBezTo>
                                <a:pt x="3168" y="398"/>
                                <a:pt x="3168" y="398"/>
                                <a:pt x="3168" y="398"/>
                              </a:cubicBezTo>
                              <a:cubicBezTo>
                                <a:pt x="2969" y="397"/>
                                <a:pt x="2631" y="394"/>
                                <a:pt x="2182" y="366"/>
                              </a:cubicBezTo>
                              <a:cubicBezTo>
                                <a:pt x="1865" y="347"/>
                                <a:pt x="668" y="230"/>
                                <a:pt x="0" y="0"/>
                              </a:cubicBezTo>
                              <a:cubicBezTo>
                                <a:pt x="0" y="1422"/>
                                <a:pt x="0" y="1422"/>
                                <a:pt x="0" y="1422"/>
                              </a:cubicBezTo>
                              <a:lnTo>
                                <a:pt x="3168" y="1422"/>
                              </a:lnTo>
                              <a:close/>
                            </a:path>
                          </a:pathLst>
                        </a:custGeom>
                        <a:solidFill>
                          <a:srgbClr val="2E3640"/>
                        </a:solidFill>
                        <a:ln>
                          <a:noFill/>
                        </a:ln>
                        <a:effectLst/>
                        <a:extLst>
                          <a:ext uri="{91240B29-F687-4F45-9708-019B960494DF}">
                            <a14:hiddenLine xmlns:a14="http://schemas.microsoft.com/office/drawing/2010/main" w="9525">
                              <a:solidFill>
                                <a:srgbClr val="212120"/>
                              </a:solidFill>
                              <a:round/>
                              <a:headEnd/>
                              <a:tailEnd/>
                            </a14:hiddenLine>
                          </a:ext>
                          <a:ext uri="{AF507438-7753-43E0-B8FC-AC1667EBCBE1}">
                            <a14:hiddenEffects xmlns:a14="http://schemas.microsoft.com/office/drawing/2010/main">
                              <a:effectLst>
                                <a:outerShdw dist="35921" dir="2700000" algn="ctr" rotWithShape="0">
                                  <a:srgbClr val="8C8682"/>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6" o:spid="_x0000_s1026" style="position:absolute;margin-left:16.7pt;margin-top:240.75pt;width:756pt;height:360.95pt;z-index:251635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3168,14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" path="m3168,1422v,-1024,,-1024,,-1024c2969,397,2631,394,2182,366,1865,347,668,230,,,,1422,,1422,,1422r3168,xe" fillcolor="#2e3640" stroked="f" strokecolor="#212120">
                <v:shadow color="#8c8682"/>
                <v:path arrowok="t" o:connecttype="custom" o:connectlocs="9601200,4584065;9601200,1283022;6612948,1179865;0,0;0,4584065;9601200,4584065" o:connectangles="0,0,0,0,0,0"/>
                <w10:wrap anchorx="page" anchory="page"/>
              </v:shape>
            </w:pict>
          </mc:Fallback>
        </mc:AlternateContent>
      </w:r>
      <w:r w:rsidR="009F7444">
        <w:rPr>
          <w:noProof/>
          <w:color w:val="auto"/>
          <w:kern w:val="0"/>
          <w:sz w:val="24"/>
          <w:szCs w:val="24"/>
        </w:rPr>
        <mc:AlternateContent>
          <mc:Choice Requires="wpg">
            <w:drawing>
              <wp:anchor distT="0" distB="0" distL="114300" distR="114300" simplePos="0" relativeHeight="251652608" behindDoc="0" locked="0" layoutInCell="1" allowOverlap="1" wp14:anchorId="068FA112" wp14:editId="4F22D441">
                <wp:simplePos x="0" y="0"/>
                <wp:positionH relativeFrom="page">
                  <wp:posOffset>3766185</wp:posOffset>
                </wp:positionH>
                <wp:positionV relativeFrom="page">
                  <wp:posOffset>5941695</wp:posOffset>
                </wp:positionV>
                <wp:extent cx="315595" cy="340995"/>
                <wp:effectExtent l="0" t="6350" r="8255" b="5080"/>
                <wp:wrapNone/>
                <wp:docPr id="121"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5595" cy="340995"/>
                          <a:chOff x="114379548" y="106280986"/>
                          <a:chExt cx="450000" cy="487500"/>
                        </a:xfrm>
                      </wpg:grpSpPr>
                      <wps:wsp>
                        <wps:cNvPr id="122" name="Freeform 30"/>
                        <wps:cNvSpPr>
                          <a:spLocks/>
                        </wps:cNvSpPr>
                        <wps:spPr bwMode="auto">
                          <a:xfrm>
                            <a:off x="114398298" y="106460986"/>
                            <a:ext cx="431250" cy="307500"/>
                          </a:xfrm>
                          <a:custGeom>
                            <a:avLst/>
                            <a:gdLst>
                              <a:gd name="T0" fmla="*/ 101 w 115"/>
                              <a:gd name="T1" fmla="*/ 37 h 82"/>
                              <a:gd name="T2" fmla="*/ 23 w 115"/>
                              <a:gd name="T3" fmla="*/ 54 h 82"/>
                              <a:gd name="T4" fmla="*/ 0 w 115"/>
                              <a:gd name="T5" fmla="*/ 24 h 82"/>
                              <a:gd name="T6" fmla="*/ 26 w 115"/>
                              <a:gd name="T7" fmla="*/ 65 h 82"/>
                              <a:gd name="T8" fmla="*/ 103 w 115"/>
                              <a:gd name="T9" fmla="*/ 48 h 82"/>
                              <a:gd name="T10" fmla="*/ 110 w 115"/>
                              <a:gd name="T11" fmla="*/ 0 h 82"/>
                              <a:gd name="T12" fmla="*/ 101 w 115"/>
                              <a:gd name="T13" fmla="*/ 37 h 82"/>
                            </a:gdLst>
                            <a:ahLst/>
                            <a:cxnLst>
                              <a:cxn ang="0">
                                <a:pos x="T0" y="T1"/>
                              </a:cxn>
                              <a:cxn ang="0">
                                <a:pos x="T2" y="T3"/>
                              </a:cxn>
                              <a:cxn ang="0">
                                <a:pos x="T4" y="T5"/>
                              </a:cxn>
                              <a:cxn ang="0">
                                <a:pos x="T6" y="T7"/>
                              </a:cxn>
                              <a:cxn ang="0">
                                <a:pos x="T8" y="T9"/>
                              </a:cxn>
                              <a:cxn ang="0">
                                <a:pos x="T10" y="T11"/>
                              </a:cxn>
                              <a:cxn ang="0">
                                <a:pos x="T12" y="T13"/>
                              </a:cxn>
                            </a:cxnLst>
                            <a:rect l="0" t="0" r="r" b="b"/>
                            <a:pathLst>
                              <a:path w="115" h="82">
                                <a:moveTo>
                                  <a:pt x="101" y="37"/>
                                </a:moveTo>
                                <a:cubicBezTo>
                                  <a:pt x="84" y="64"/>
                                  <a:pt x="49" y="71"/>
                                  <a:pt x="23" y="54"/>
                                </a:cubicBezTo>
                                <a:cubicBezTo>
                                  <a:pt x="12" y="47"/>
                                  <a:pt x="4" y="36"/>
                                  <a:pt x="0" y="24"/>
                                </a:cubicBezTo>
                                <a:cubicBezTo>
                                  <a:pt x="2" y="40"/>
                                  <a:pt x="11" y="56"/>
                                  <a:pt x="26" y="65"/>
                                </a:cubicBezTo>
                                <a:cubicBezTo>
                                  <a:pt x="52" y="82"/>
                                  <a:pt x="87" y="75"/>
                                  <a:pt x="103" y="48"/>
                                </a:cubicBezTo>
                                <a:cubicBezTo>
                                  <a:pt x="113" y="34"/>
                                  <a:pt x="115" y="16"/>
                                  <a:pt x="110" y="0"/>
                                </a:cubicBezTo>
                                <a:cubicBezTo>
                                  <a:pt x="111" y="13"/>
                                  <a:pt x="108" y="26"/>
                                  <a:pt x="101" y="37"/>
                                </a:cubicBezTo>
                                <a:close/>
                              </a:path>
                            </a:pathLst>
                          </a:custGeom>
                          <a:gradFill rotWithShape="1">
                            <a:gsLst>
                              <a:gs pos="0">
                                <a:srgbClr val="E33830"/>
                              </a:gs>
                              <a:gs pos="100000">
                                <a:srgbClr val="EFB32F"/>
                              </a:gs>
                            </a:gsLst>
                            <a:lin ang="2700000" scaled="1"/>
                          </a:gradFill>
                          <a:ln>
                            <a:noFill/>
                          </a:ln>
                          <a:effectLst/>
                          <a:extLst>
                            <a:ext uri="{91240B29-F687-4F45-9708-019B960494DF}">
                              <a14:hiddenLine xmlns:a14="http://schemas.microsoft.com/office/drawing/2010/main" w="9525">
                                <a:solidFill>
                                  <a:srgbClr val="212120"/>
                                </a:solidFill>
                                <a:round/>
                                <a:headEnd/>
                                <a:tailEnd/>
                              </a14:hiddenLine>
                            </a:ext>
                            <a:ext uri="{AF507438-7753-43E0-B8FC-AC1667EBCBE1}">
                              <a14:hiddenEffects xmlns:a14="http://schemas.microsoft.com/office/drawing/2010/main">
                                <a:effectLst>
                                  <a:outerShdw dist="35921" dir="2700000" algn="ctr" rotWithShape="0">
                                    <a:srgbClr val="8C8682"/>
                                  </a:outerShdw>
                                </a:effectLst>
                              </a14:hiddenEffects>
                            </a:ext>
                          </a:extLst>
                        </wps:spPr>
                        <wps:bodyPr rot="0" vert="horz" wrap="square" lIns="91440" tIns="45720" rIns="91440" bIns="45720" anchor="t" anchorCtr="0" upright="1">
                          <a:noAutofit/>
                        </wps:bodyPr>
                      </wps:wsp>
                      <wps:wsp>
                        <wps:cNvPr id="125" name="Freeform 31"/>
                        <wps:cNvSpPr>
                          <a:spLocks/>
                        </wps:cNvSpPr>
                        <wps:spPr bwMode="auto">
                          <a:xfrm>
                            <a:off x="114379548" y="106355986"/>
                            <a:ext cx="408750" cy="363750"/>
                          </a:xfrm>
                          <a:custGeom>
                            <a:avLst/>
                            <a:gdLst>
                              <a:gd name="T0" fmla="*/ 77 w 109"/>
                              <a:gd name="T1" fmla="*/ 81 h 97"/>
                              <a:gd name="T2" fmla="*/ 10 w 109"/>
                              <a:gd name="T3" fmla="*/ 38 h 97"/>
                              <a:gd name="T4" fmla="*/ 15 w 109"/>
                              <a:gd name="T5" fmla="*/ 0 h 97"/>
                              <a:gd name="T6" fmla="*/ 4 w 109"/>
                              <a:gd name="T7" fmla="*/ 47 h 97"/>
                              <a:gd name="T8" fmla="*/ 71 w 109"/>
                              <a:gd name="T9" fmla="*/ 91 h 97"/>
                              <a:gd name="T10" fmla="*/ 109 w 109"/>
                              <a:gd name="T11" fmla="*/ 61 h 97"/>
                              <a:gd name="T12" fmla="*/ 77 w 109"/>
                              <a:gd name="T13" fmla="*/ 81 h 97"/>
                            </a:gdLst>
                            <a:ahLst/>
                            <a:cxnLst>
                              <a:cxn ang="0">
                                <a:pos x="T0" y="T1"/>
                              </a:cxn>
                              <a:cxn ang="0">
                                <a:pos x="T2" y="T3"/>
                              </a:cxn>
                              <a:cxn ang="0">
                                <a:pos x="T4" y="T5"/>
                              </a:cxn>
                              <a:cxn ang="0">
                                <a:pos x="T6" y="T7"/>
                              </a:cxn>
                              <a:cxn ang="0">
                                <a:pos x="T8" y="T9"/>
                              </a:cxn>
                              <a:cxn ang="0">
                                <a:pos x="T10" y="T11"/>
                              </a:cxn>
                              <a:cxn ang="0">
                                <a:pos x="T12" y="T13"/>
                              </a:cxn>
                            </a:cxnLst>
                            <a:rect l="0" t="0" r="r" b="b"/>
                            <a:pathLst>
                              <a:path w="109" h="97">
                                <a:moveTo>
                                  <a:pt x="77" y="81"/>
                                </a:moveTo>
                                <a:cubicBezTo>
                                  <a:pt x="46" y="88"/>
                                  <a:pt x="16" y="68"/>
                                  <a:pt x="10" y="38"/>
                                </a:cubicBezTo>
                                <a:cubicBezTo>
                                  <a:pt x="7" y="25"/>
                                  <a:pt x="9" y="12"/>
                                  <a:pt x="15" y="0"/>
                                </a:cubicBezTo>
                                <a:cubicBezTo>
                                  <a:pt x="5" y="13"/>
                                  <a:pt x="0" y="30"/>
                                  <a:pt x="4" y="47"/>
                                </a:cubicBezTo>
                                <a:cubicBezTo>
                                  <a:pt x="10" y="78"/>
                                  <a:pt x="40" y="97"/>
                                  <a:pt x="71" y="91"/>
                                </a:cubicBezTo>
                                <a:cubicBezTo>
                                  <a:pt x="88" y="87"/>
                                  <a:pt x="102" y="76"/>
                                  <a:pt x="109" y="61"/>
                                </a:cubicBezTo>
                                <a:cubicBezTo>
                                  <a:pt x="101" y="71"/>
                                  <a:pt x="90" y="78"/>
                                  <a:pt x="77" y="81"/>
                                </a:cubicBezTo>
                                <a:close/>
                              </a:path>
                            </a:pathLst>
                          </a:custGeom>
                          <a:gradFill rotWithShape="1">
                            <a:gsLst>
                              <a:gs pos="0">
                                <a:srgbClr val="E33830"/>
                              </a:gs>
                              <a:gs pos="100000">
                                <a:srgbClr val="EFB32F"/>
                              </a:gs>
                            </a:gsLst>
                            <a:lin ang="2700000" scaled="1"/>
                          </a:gradFill>
                          <a:ln>
                            <a:noFill/>
                          </a:ln>
                          <a:effectLst/>
                          <a:extLst>
                            <a:ext uri="{91240B29-F687-4F45-9708-019B960494DF}">
                              <a14:hiddenLine xmlns:a14="http://schemas.microsoft.com/office/drawing/2010/main" w="9525">
                                <a:solidFill>
                                  <a:srgbClr val="212120"/>
                                </a:solidFill>
                                <a:round/>
                                <a:headEnd/>
                                <a:tailEnd/>
                              </a14:hiddenLine>
                            </a:ext>
                            <a:ext uri="{AF507438-7753-43E0-B8FC-AC1667EBCBE1}">
                              <a14:hiddenEffects xmlns:a14="http://schemas.microsoft.com/office/drawing/2010/main">
                                <a:effectLst>
                                  <a:outerShdw dist="35921" dir="2700000" algn="ctr" rotWithShape="0">
                                    <a:srgbClr val="8C8682"/>
                                  </a:outerShdw>
                                </a:effectLst>
                              </a14:hiddenEffects>
                            </a:ext>
                          </a:extLst>
                        </wps:spPr>
                        <wps:bodyPr rot="0" vert="horz" wrap="square" lIns="91440" tIns="45720" rIns="91440" bIns="45720" anchor="t" anchorCtr="0" upright="1">
                          <a:noAutofit/>
                        </wps:bodyPr>
                      </wps:wsp>
                      <wps:wsp>
                        <wps:cNvPr id="126" name="Freeform 32"/>
                        <wps:cNvSpPr>
                          <a:spLocks/>
                        </wps:cNvSpPr>
                        <wps:spPr bwMode="auto">
                          <a:xfrm>
                            <a:off x="114420798" y="106295986"/>
                            <a:ext cx="236250" cy="333750"/>
                          </a:xfrm>
                          <a:custGeom>
                            <a:avLst/>
                            <a:gdLst>
                              <a:gd name="T0" fmla="*/ 34 w 63"/>
                              <a:gd name="T1" fmla="*/ 78 h 89"/>
                              <a:gd name="T2" fmla="*/ 21 w 63"/>
                              <a:gd name="T3" fmla="*/ 18 h 89"/>
                              <a:gd name="T4" fmla="*/ 45 w 63"/>
                              <a:gd name="T5" fmla="*/ 0 h 89"/>
                              <a:gd name="T6" fmla="*/ 13 w 63"/>
                              <a:gd name="T7" fmla="*/ 20 h 89"/>
                              <a:gd name="T8" fmla="*/ 26 w 63"/>
                              <a:gd name="T9" fmla="*/ 80 h 89"/>
                              <a:gd name="T10" fmla="*/ 63 w 63"/>
                              <a:gd name="T11" fmla="*/ 85 h 89"/>
                              <a:gd name="T12" fmla="*/ 34 w 63"/>
                              <a:gd name="T13" fmla="*/ 78 h 89"/>
                            </a:gdLst>
                            <a:ahLst/>
                            <a:cxnLst>
                              <a:cxn ang="0">
                                <a:pos x="T0" y="T1"/>
                              </a:cxn>
                              <a:cxn ang="0">
                                <a:pos x="T2" y="T3"/>
                              </a:cxn>
                              <a:cxn ang="0">
                                <a:pos x="T4" y="T5"/>
                              </a:cxn>
                              <a:cxn ang="0">
                                <a:pos x="T6" y="T7"/>
                              </a:cxn>
                              <a:cxn ang="0">
                                <a:pos x="T8" y="T9"/>
                              </a:cxn>
                              <a:cxn ang="0">
                                <a:pos x="T10" y="T11"/>
                              </a:cxn>
                              <a:cxn ang="0">
                                <a:pos x="T12" y="T13"/>
                              </a:cxn>
                            </a:cxnLst>
                            <a:rect l="0" t="0" r="r" b="b"/>
                            <a:pathLst>
                              <a:path w="63" h="89">
                                <a:moveTo>
                                  <a:pt x="34" y="78"/>
                                </a:moveTo>
                                <a:cubicBezTo>
                                  <a:pt x="14" y="65"/>
                                  <a:pt x="8" y="38"/>
                                  <a:pt x="21" y="18"/>
                                </a:cubicBezTo>
                                <a:cubicBezTo>
                                  <a:pt x="27" y="9"/>
                                  <a:pt x="35" y="3"/>
                                  <a:pt x="45" y="0"/>
                                </a:cubicBezTo>
                                <a:cubicBezTo>
                                  <a:pt x="32" y="1"/>
                                  <a:pt x="20" y="8"/>
                                  <a:pt x="13" y="20"/>
                                </a:cubicBezTo>
                                <a:cubicBezTo>
                                  <a:pt x="0" y="40"/>
                                  <a:pt x="5" y="67"/>
                                  <a:pt x="26" y="80"/>
                                </a:cubicBezTo>
                                <a:cubicBezTo>
                                  <a:pt x="37" y="88"/>
                                  <a:pt x="51" y="89"/>
                                  <a:pt x="63" y="85"/>
                                </a:cubicBezTo>
                                <a:cubicBezTo>
                                  <a:pt x="53" y="86"/>
                                  <a:pt x="43" y="84"/>
                                  <a:pt x="34" y="78"/>
                                </a:cubicBezTo>
                                <a:close/>
                              </a:path>
                            </a:pathLst>
                          </a:custGeom>
                          <a:gradFill rotWithShape="1">
                            <a:gsLst>
                              <a:gs pos="0">
                                <a:srgbClr val="EF792F"/>
                              </a:gs>
                              <a:gs pos="100000">
                                <a:srgbClr val="E33830"/>
                              </a:gs>
                            </a:gsLst>
                            <a:lin ang="18900000" scaled="1"/>
                          </a:gradFill>
                          <a:ln>
                            <a:noFill/>
                          </a:ln>
                          <a:effectLst/>
                          <a:extLst>
                            <a:ext uri="{91240B29-F687-4F45-9708-019B960494DF}">
                              <a14:hiddenLine xmlns:a14="http://schemas.microsoft.com/office/drawing/2010/main" w="9525">
                                <a:solidFill>
                                  <a:srgbClr val="212120"/>
                                </a:solidFill>
                                <a:round/>
                                <a:headEnd/>
                                <a:tailEnd/>
                              </a14:hiddenLine>
                            </a:ext>
                            <a:ext uri="{AF507438-7753-43E0-B8FC-AC1667EBCBE1}">
                              <a14:hiddenEffects xmlns:a14="http://schemas.microsoft.com/office/drawing/2010/main">
                                <a:effectLst>
                                  <a:outerShdw dist="35921" dir="2700000" algn="ctr" rotWithShape="0">
                                    <a:srgbClr val="8C8682"/>
                                  </a:outerShdw>
                                </a:effectLst>
                              </a14:hiddenEffects>
                            </a:ext>
                          </a:extLst>
                        </wps:spPr>
                        <wps:bodyPr rot="0" vert="horz" wrap="square" lIns="91440" tIns="45720" rIns="91440" bIns="45720" anchor="t" anchorCtr="0" upright="1">
                          <a:noAutofit/>
                        </wps:bodyPr>
                      </wps:wsp>
                      <wps:wsp>
                        <wps:cNvPr id="127" name="Freeform 33"/>
                        <wps:cNvSpPr>
                          <a:spLocks/>
                        </wps:cNvSpPr>
                        <wps:spPr bwMode="auto">
                          <a:xfrm>
                            <a:off x="114458298" y="106280986"/>
                            <a:ext cx="281250" cy="318750"/>
                          </a:xfrm>
                          <a:custGeom>
                            <a:avLst/>
                            <a:gdLst>
                              <a:gd name="T0" fmla="*/ 12 w 75"/>
                              <a:gd name="T1" fmla="*/ 60 h 85"/>
                              <a:gd name="T2" fmla="*/ 46 w 75"/>
                              <a:gd name="T3" fmla="*/ 7 h 85"/>
                              <a:gd name="T4" fmla="*/ 75 w 75"/>
                              <a:gd name="T5" fmla="*/ 11 h 85"/>
                              <a:gd name="T6" fmla="*/ 38 w 75"/>
                              <a:gd name="T7" fmla="*/ 3 h 85"/>
                              <a:gd name="T8" fmla="*/ 5 w 75"/>
                              <a:gd name="T9" fmla="*/ 55 h 85"/>
                              <a:gd name="T10" fmla="*/ 28 w 75"/>
                              <a:gd name="T11" fmla="*/ 85 h 85"/>
                              <a:gd name="T12" fmla="*/ 12 w 75"/>
                              <a:gd name="T13" fmla="*/ 60 h 85"/>
                            </a:gdLst>
                            <a:ahLst/>
                            <a:cxnLst>
                              <a:cxn ang="0">
                                <a:pos x="T0" y="T1"/>
                              </a:cxn>
                              <a:cxn ang="0">
                                <a:pos x="T2" y="T3"/>
                              </a:cxn>
                              <a:cxn ang="0">
                                <a:pos x="T4" y="T5"/>
                              </a:cxn>
                              <a:cxn ang="0">
                                <a:pos x="T6" y="T7"/>
                              </a:cxn>
                              <a:cxn ang="0">
                                <a:pos x="T8" y="T9"/>
                              </a:cxn>
                              <a:cxn ang="0">
                                <a:pos x="T10" y="T11"/>
                              </a:cxn>
                              <a:cxn ang="0">
                                <a:pos x="T12" y="T13"/>
                              </a:cxn>
                            </a:cxnLst>
                            <a:rect l="0" t="0" r="r" b="b"/>
                            <a:pathLst>
                              <a:path w="75" h="85">
                                <a:moveTo>
                                  <a:pt x="12" y="60"/>
                                </a:moveTo>
                                <a:cubicBezTo>
                                  <a:pt x="7" y="36"/>
                                  <a:pt x="22" y="13"/>
                                  <a:pt x="46" y="7"/>
                                </a:cubicBezTo>
                                <a:cubicBezTo>
                                  <a:pt x="56" y="5"/>
                                  <a:pt x="66" y="7"/>
                                  <a:pt x="75" y="11"/>
                                </a:cubicBezTo>
                                <a:cubicBezTo>
                                  <a:pt x="65" y="3"/>
                                  <a:pt x="52" y="0"/>
                                  <a:pt x="38" y="3"/>
                                </a:cubicBezTo>
                                <a:cubicBezTo>
                                  <a:pt x="15" y="8"/>
                                  <a:pt x="0" y="31"/>
                                  <a:pt x="5" y="55"/>
                                </a:cubicBezTo>
                                <a:cubicBezTo>
                                  <a:pt x="8" y="68"/>
                                  <a:pt x="16" y="79"/>
                                  <a:pt x="28" y="85"/>
                                </a:cubicBezTo>
                                <a:cubicBezTo>
                                  <a:pt x="20" y="79"/>
                                  <a:pt x="14" y="70"/>
                                  <a:pt x="12" y="60"/>
                                </a:cubicBezTo>
                                <a:close/>
                              </a:path>
                            </a:pathLst>
                          </a:custGeom>
                          <a:gradFill rotWithShape="1">
                            <a:gsLst>
                              <a:gs pos="0">
                                <a:srgbClr val="EF792F"/>
                              </a:gs>
                              <a:gs pos="100000">
                                <a:srgbClr val="E33830"/>
                              </a:gs>
                            </a:gsLst>
                            <a:lin ang="18900000" scaled="1"/>
                          </a:gradFill>
                          <a:ln>
                            <a:noFill/>
                          </a:ln>
                          <a:effectLst/>
                          <a:extLst>
                            <a:ext uri="{91240B29-F687-4F45-9708-019B960494DF}">
                              <a14:hiddenLine xmlns:a14="http://schemas.microsoft.com/office/drawing/2010/main" w="9525">
                                <a:solidFill>
                                  <a:srgbClr val="212120"/>
                                </a:solidFill>
                                <a:round/>
                                <a:headEnd/>
                                <a:tailEnd/>
                              </a14:hiddenLine>
                            </a:ext>
                            <a:ext uri="{AF507438-7753-43E0-B8FC-AC1667EBCBE1}">
                              <a14:hiddenEffects xmlns:a14="http://schemas.microsoft.com/office/drawing/2010/main">
                                <a:effectLst>
                                  <a:outerShdw dist="35921" dir="2700000" algn="ctr" rotWithShape="0">
                                    <a:srgbClr val="8C8682"/>
                                  </a:outerShdw>
                                </a:effectLst>
                              </a14:hiddenEffects>
                            </a:ext>
                          </a:extLst>
                        </wps:spPr>
                        <wps:bodyPr rot="0" vert="horz" wrap="square" lIns="91440" tIns="45720" rIns="91440" bIns="45720" anchor="t" anchorCtr="0" upright="1">
                          <a:noAutofit/>
                        </wps:bodyPr>
                      </wps:wsp>
                      <wps:wsp>
                        <wps:cNvPr id="128" name="Freeform 34"/>
                        <wps:cNvSpPr>
                          <a:spLocks/>
                        </wps:cNvSpPr>
                        <wps:spPr bwMode="auto">
                          <a:xfrm>
                            <a:off x="114525798" y="106344736"/>
                            <a:ext cx="187500" cy="225000"/>
                          </a:xfrm>
                          <a:custGeom>
                            <a:avLst/>
                            <a:gdLst>
                              <a:gd name="T0" fmla="*/ 10 w 50"/>
                              <a:gd name="T1" fmla="*/ 43 h 60"/>
                              <a:gd name="T2" fmla="*/ 30 w 50"/>
                              <a:gd name="T3" fmla="*/ 5 h 60"/>
                              <a:gd name="T4" fmla="*/ 50 w 50"/>
                              <a:gd name="T5" fmla="*/ 6 h 60"/>
                              <a:gd name="T6" fmla="*/ 25 w 50"/>
                              <a:gd name="T7" fmla="*/ 3 h 60"/>
                              <a:gd name="T8" fmla="*/ 5 w 50"/>
                              <a:gd name="T9" fmla="*/ 41 h 60"/>
                              <a:gd name="T10" fmla="*/ 22 w 50"/>
                              <a:gd name="T11" fmla="*/ 60 h 60"/>
                              <a:gd name="T12" fmla="*/ 10 w 50"/>
                              <a:gd name="T13" fmla="*/ 43 h 60"/>
                            </a:gdLst>
                            <a:ahLst/>
                            <a:cxnLst>
                              <a:cxn ang="0">
                                <a:pos x="T0" y="T1"/>
                              </a:cxn>
                              <a:cxn ang="0">
                                <a:pos x="T2" y="T3"/>
                              </a:cxn>
                              <a:cxn ang="0">
                                <a:pos x="T4" y="T5"/>
                              </a:cxn>
                              <a:cxn ang="0">
                                <a:pos x="T6" y="T7"/>
                              </a:cxn>
                              <a:cxn ang="0">
                                <a:pos x="T8" y="T9"/>
                              </a:cxn>
                              <a:cxn ang="0">
                                <a:pos x="T10" y="T11"/>
                              </a:cxn>
                              <a:cxn ang="0">
                                <a:pos x="T12" y="T13"/>
                              </a:cxn>
                            </a:cxnLst>
                            <a:rect l="0" t="0" r="r" b="b"/>
                            <a:pathLst>
                              <a:path w="50" h="60">
                                <a:moveTo>
                                  <a:pt x="10" y="43"/>
                                </a:moveTo>
                                <a:cubicBezTo>
                                  <a:pt x="5" y="27"/>
                                  <a:pt x="14" y="10"/>
                                  <a:pt x="30" y="5"/>
                                </a:cubicBezTo>
                                <a:cubicBezTo>
                                  <a:pt x="37" y="3"/>
                                  <a:pt x="44" y="4"/>
                                  <a:pt x="50" y="6"/>
                                </a:cubicBezTo>
                                <a:cubicBezTo>
                                  <a:pt x="43" y="1"/>
                                  <a:pt x="34" y="0"/>
                                  <a:pt x="25" y="3"/>
                                </a:cubicBezTo>
                                <a:cubicBezTo>
                                  <a:pt x="9" y="8"/>
                                  <a:pt x="0" y="25"/>
                                  <a:pt x="5" y="41"/>
                                </a:cubicBezTo>
                                <a:cubicBezTo>
                                  <a:pt x="8" y="50"/>
                                  <a:pt x="14" y="56"/>
                                  <a:pt x="22" y="60"/>
                                </a:cubicBezTo>
                                <a:cubicBezTo>
                                  <a:pt x="17" y="56"/>
                                  <a:pt x="12" y="50"/>
                                  <a:pt x="10" y="43"/>
                                </a:cubicBezTo>
                                <a:close/>
                              </a:path>
                            </a:pathLst>
                          </a:custGeom>
                          <a:gradFill rotWithShape="1">
                            <a:gsLst>
                              <a:gs pos="0">
                                <a:srgbClr val="EFB32F"/>
                              </a:gs>
                              <a:gs pos="100000">
                                <a:srgbClr val="E33830"/>
                              </a:gs>
                            </a:gsLst>
                            <a:lin ang="18900000" scaled="1"/>
                          </a:gradFill>
                          <a:ln>
                            <a:noFill/>
                          </a:ln>
                          <a:effectLst/>
                          <a:extLst>
                            <a:ext uri="{91240B29-F687-4F45-9708-019B960494DF}">
                              <a14:hiddenLine xmlns:a14="http://schemas.microsoft.com/office/drawing/2010/main" w="9525">
                                <a:solidFill>
                                  <a:srgbClr val="212120"/>
                                </a:solidFill>
                                <a:round/>
                                <a:headEnd/>
                                <a:tailEnd/>
                              </a14:hiddenLine>
                            </a:ext>
                            <a:ext uri="{AF507438-7753-43E0-B8FC-AC1667EBCBE1}">
                              <a14:hiddenEffects xmlns:a14="http://schemas.microsoft.com/office/drawing/2010/main">
                                <a:effectLst>
                                  <a:outerShdw dist="35921" dir="2700000" algn="ctr" rotWithShape="0">
                                    <a:srgbClr val="8C8682"/>
                                  </a:outerShdw>
                                </a:effectLst>
                              </a14:hiddenEffects>
                            </a:ext>
                          </a:extLst>
                        </wps:spPr>
                        <wps:bodyPr rot="0" vert="horz" wrap="square" lIns="91440" tIns="45720" rIns="91440" bIns="45720" anchor="t" anchorCtr="0" upright="1">
                          <a:noAutofit/>
                        </wps:bodyPr>
                      </wps:wsp>
                      <wps:wsp>
                        <wps:cNvPr id="129" name="Freeform 35"/>
                        <wps:cNvSpPr>
                          <a:spLocks/>
                        </wps:cNvSpPr>
                        <wps:spPr bwMode="auto">
                          <a:xfrm>
                            <a:off x="114552048" y="106344736"/>
                            <a:ext cx="228750" cy="172500"/>
                          </a:xfrm>
                          <a:custGeom>
                            <a:avLst/>
                            <a:gdLst>
                              <a:gd name="T0" fmla="*/ 7 w 61"/>
                              <a:gd name="T1" fmla="*/ 26 h 46"/>
                              <a:gd name="T2" fmla="*/ 48 w 61"/>
                              <a:gd name="T3" fmla="*/ 13 h 46"/>
                              <a:gd name="T4" fmla="*/ 61 w 61"/>
                              <a:gd name="T5" fmla="*/ 28 h 46"/>
                              <a:gd name="T6" fmla="*/ 46 w 61"/>
                              <a:gd name="T7" fmla="*/ 7 h 46"/>
                              <a:gd name="T8" fmla="*/ 5 w 61"/>
                              <a:gd name="T9" fmla="*/ 20 h 46"/>
                              <a:gd name="T10" fmla="*/ 4 w 61"/>
                              <a:gd name="T11" fmla="*/ 46 h 46"/>
                              <a:gd name="T12" fmla="*/ 7 w 61"/>
                              <a:gd name="T13" fmla="*/ 26 h 46"/>
                            </a:gdLst>
                            <a:ahLst/>
                            <a:cxnLst>
                              <a:cxn ang="0">
                                <a:pos x="T0" y="T1"/>
                              </a:cxn>
                              <a:cxn ang="0">
                                <a:pos x="T2" y="T3"/>
                              </a:cxn>
                              <a:cxn ang="0">
                                <a:pos x="T4" y="T5"/>
                              </a:cxn>
                              <a:cxn ang="0">
                                <a:pos x="T6" y="T7"/>
                              </a:cxn>
                              <a:cxn ang="0">
                                <a:pos x="T8" y="T9"/>
                              </a:cxn>
                              <a:cxn ang="0">
                                <a:pos x="T10" y="T11"/>
                              </a:cxn>
                              <a:cxn ang="0">
                                <a:pos x="T12" y="T13"/>
                              </a:cxn>
                            </a:cxnLst>
                            <a:rect l="0" t="0" r="r" b="b"/>
                            <a:pathLst>
                              <a:path w="61" h="46">
                                <a:moveTo>
                                  <a:pt x="7" y="26"/>
                                </a:moveTo>
                                <a:cubicBezTo>
                                  <a:pt x="14" y="11"/>
                                  <a:pt x="33" y="5"/>
                                  <a:pt x="48" y="13"/>
                                </a:cubicBezTo>
                                <a:cubicBezTo>
                                  <a:pt x="54" y="17"/>
                                  <a:pt x="59" y="22"/>
                                  <a:pt x="61" y="28"/>
                                </a:cubicBezTo>
                                <a:cubicBezTo>
                                  <a:pt x="60" y="20"/>
                                  <a:pt x="54" y="12"/>
                                  <a:pt x="46" y="7"/>
                                </a:cubicBezTo>
                                <a:cubicBezTo>
                                  <a:pt x="31" y="0"/>
                                  <a:pt x="13" y="5"/>
                                  <a:pt x="5" y="20"/>
                                </a:cubicBezTo>
                                <a:cubicBezTo>
                                  <a:pt x="0" y="29"/>
                                  <a:pt x="0" y="38"/>
                                  <a:pt x="4" y="46"/>
                                </a:cubicBezTo>
                                <a:cubicBezTo>
                                  <a:pt x="2" y="40"/>
                                  <a:pt x="3" y="32"/>
                                  <a:pt x="7" y="26"/>
                                </a:cubicBezTo>
                                <a:close/>
                              </a:path>
                            </a:pathLst>
                          </a:custGeom>
                          <a:gradFill rotWithShape="1">
                            <a:gsLst>
                              <a:gs pos="0">
                                <a:srgbClr val="EFB32F"/>
                              </a:gs>
                              <a:gs pos="100000">
                                <a:srgbClr val="E33830"/>
                              </a:gs>
                            </a:gsLst>
                            <a:lin ang="18900000" scaled="1"/>
                          </a:gradFill>
                          <a:ln>
                            <a:noFill/>
                          </a:ln>
                          <a:effectLst/>
                          <a:extLst>
                            <a:ext uri="{91240B29-F687-4F45-9708-019B960494DF}">
                              <a14:hiddenLine xmlns:a14="http://schemas.microsoft.com/office/drawing/2010/main" w="9525">
                                <a:solidFill>
                                  <a:srgbClr val="212120"/>
                                </a:solidFill>
                                <a:round/>
                                <a:headEnd/>
                                <a:tailEnd/>
                              </a14:hiddenLine>
                            </a:ext>
                            <a:ext uri="{AF507438-7753-43E0-B8FC-AC1667EBCBE1}">
                              <a14:hiddenEffects xmlns:a14="http://schemas.microsoft.com/office/drawing/2010/main">
                                <a:effectLst>
                                  <a:outerShdw dist="35921" dir="2700000" algn="ctr" rotWithShape="0">
                                    <a:srgbClr val="8C8682"/>
                                  </a:outerShdw>
                                </a:effectLst>
                              </a14:hiddenEffects>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9" o:spid="_x0000_s1026" style="position:absolute;margin-left:296.55pt;margin-top:467.85pt;width:24.85pt;height:26.85pt;z-index:251652608;mso-position-horizontal-relative:page;mso-position-vertical-relative:page" coordorigin="1143795,1062809" coordsize="4500,4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">
                <v:shape id="Freeform 30" o:spid="_x0000_s1027" style="position:absolute;left:1143982;top:1064609;width:4313;height:3075;visibility:visible;mso-wrap-style:square;v-text-anchor:top" coordsize="115,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weMIA&#10;AADcAAAADwAAAGRycy9kb3ducmV2LnhtbERPS4vCMBC+C/6HMMJeRFPbRaQaRZcVvHjwgeehGdti&#10;MylNtq376zeCsLf5+J6z2vSmEi01rrSsYDaNQBBnVpecK7he9pMFCOeRNVaWScGTHGzWw8EKU207&#10;PlF79rkIIexSVFB4X6dSuqwgg25qa+LA3W1j0AfY5FI32IVwU8k4iubSYMmhocCavgrKHucfo+D3&#10;YI7x7VhHu277PU5OCbefWaLUx6jfLkF46v2/+O0+6DA/juH1TLhAr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4YnB4wgAAANwAAAAPAAAAAAAAAAAAAAAAAJgCAABkcnMvZG93&#10;bnJldi54bWxQSwUGAAAAAAQABAD1AAAAhwMAAAAA&#10;" path="m101,37c84,64,49,71,23,54,12,47,4,36,,24,2,40,11,56,26,65,52,82,87,75,103,48,113,34,115,16,110,v1,13,-2,26,-9,37xe" fillcolor="#e33830" stroked="f" strokecolor="#212120">
                  <v:fill color2="#efb32f" rotate="t" angle="45" focus="100%" type="gradient"/>
                  <v:shadow color="#8c8682"/>
                  <v:path arrowok="t" o:connecttype="custom" o:connectlocs="378750,138750;86250,202500;0,90000;97500,243750;386250,180000;412500,0;378750,138750" o:connectangles="0,0,0,0,0,0,0"/>
                </v:shape>
                <v:shape id="Freeform 31" o:spid="_x0000_s1028" style="position:absolute;left:1143795;top:1063559;width:4087;height:3638;visibility:visible;mso-wrap-style:square;v-text-anchor:top" coordsize="109,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7420cEA&#10;AADcAAAADwAAAGRycy9kb3ducmV2LnhtbERP32vCMBB+H/g/hBP2NlMLHbUaRQRxYyCsE5+P5myq&#10;zaU2mXb//SIM9nYf389brAbbihv1vnGsYDpJQBBXTjdcKzh8bV9yED4ga2wdk4If8rBajp4WWGh3&#10;50+6laEWMYR9gQpMCF0hpa8MWfQT1xFH7uR6iyHCvpa6x3sMt61Mk+RVWmw4NhjsaGOoupTfVsH+&#10;3Zg82VJWHtN8lrmPa3neoVLP42E9BxFoCP/iP/ebjvPTDB7PxAvk8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NtHBAAAA3AAAAA8AAAAAAAAAAAAAAAAAmAIAAGRycy9kb3du&#10;cmV2LnhtbFBLBQYAAAAABAAEAPUAAACGAwAAAAA=&#10;" path="m77,81c46,88,16,68,10,38,7,25,9,12,15,,5,13,,30,4,47v6,31,36,50,67,44c88,87,102,76,109,61,101,71,90,78,77,81xe" fillcolor="#e33830" stroked="f" strokecolor="#212120">
                  <v:fill color2="#efb32f" rotate="t" angle="45" focus="100%" type="gradient"/>
                  <v:shadow color="#8c8682"/>
                  <v:path arrowok="t" o:connecttype="custom" o:connectlocs="288750,303750;37500,142500;56250,0;15000,176250;266250,341250;408750,228750;288750,303750" o:connectangles="0,0,0,0,0,0,0"/>
                </v:shape>
                <v:shape id="Freeform 32" o:spid="_x0000_s1029" style="position:absolute;left:1144207;top:1062959;width:2363;height:3338;visibility:visible;mso-wrap-style:square;v-text-anchor:top" coordsize="63,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MvVcIA&#10;AADcAAAADwAAAGRycy9kb3ducmV2LnhtbERPS4vCMBC+C/6HMAveNF2VItUoi6Csp/VRD96GZmzL&#10;NpPSZG3dX28Ewdt8fM9ZrDpTiRs1rrSs4HMUgSDOrC45V5CeNsMZCOeRNVaWScGdHKyW/d4CE21b&#10;PtDt6HMRQtglqKDwvk6kdFlBBt3I1sSBu9rGoA+wyaVusA3hppLjKIqlwZJDQ4E1rQvKfo9/RsH+&#10;P7vgFqfxPW7lbrLrZJqef5QafHRfcxCeOv8Wv9zfOswfx/B8Jlw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cy9VwgAAANwAAAAPAAAAAAAAAAAAAAAAAJgCAABkcnMvZG93&#10;bnJldi54bWxQSwUGAAAAAAQABAD1AAAAhwMAAAAA&#10;" path="m34,78c14,65,8,38,21,18,27,9,35,3,45,,32,1,20,8,13,20,,40,5,67,26,80v11,8,25,9,37,5c53,86,43,84,34,78xe" fillcolor="#ef792f" stroked="f" strokecolor="#212120">
                  <v:fill color2="#e33830" rotate="t" angle="135" focus="100%" type="gradient"/>
                  <v:shadow color="#8c8682"/>
                  <v:path arrowok="t" o:connecttype="custom" o:connectlocs="127500,292500;78750,67500;168750,0;48750,75000;97500,300000;236250,318750;127500,292500" o:connectangles="0,0,0,0,0,0,0"/>
                </v:shape>
                <v:shape id="Freeform 33" o:spid="_x0000_s1030" style="position:absolute;left:1144582;top:1062809;width:2813;height:3188;visibility:visible;mso-wrap-style:square;v-text-anchor:top" coordsize="75,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nclMIA&#10;AADcAAAADwAAAGRycy9kb3ducmV2LnhtbERPTWsCMRC9C/6HMEJvmtVDK1ujqCi1FBHXXnobkunu&#10;4mYSNlHXf98UBG/zeJ8zW3S2EVdqQ+1YwXiUgSDWztRcKvg+bYdTECEiG2wck4I7BVjM+70Z5sbd&#10;+EjXIpYihXDIUUEVo8+lDLoii2HkPHHifl1rMSbYltK0eEvhtpGTLHuVFmtODRV6Wlekz8XFKlh9&#10;mCbzerv+vOvDeLPf/dRfS6/Uy6BbvoOI1MWn+OHemTR/8gb/z6QL5Pw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OdyUwgAAANwAAAAPAAAAAAAAAAAAAAAAAJgCAABkcnMvZG93&#10;bnJldi54bWxQSwUGAAAAAAQABAD1AAAAhwMAAAAA&#10;" path="m12,60c7,36,22,13,46,7v10,-2,20,,29,4c65,3,52,,38,3,15,8,,31,5,55,8,68,16,79,28,85,20,79,14,70,12,60xe" fillcolor="#ef792f" stroked="f" strokecolor="#212120">
                  <v:fill color2="#e33830" rotate="t" angle="135" focus="100%" type="gradient"/>
                  <v:shadow color="#8c8682"/>
                  <v:path arrowok="t" o:connecttype="custom" o:connectlocs="45000,225000;172500,26250;281250,41250;142500,11250;18750,206250;105000,318750;45000,225000" o:connectangles="0,0,0,0,0,0,0"/>
                </v:shape>
                <v:shape id="Freeform 34" o:spid="_x0000_s1031" style="position:absolute;left:1145257;top:1063447;width:1875;height:2250;visibility:visible;mso-wrap-style:square;v-text-anchor:top" coordsize="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5tcsUA&#10;AADcAAAADwAAAGRycy9kb3ducmV2LnhtbESPQWvCQBCF74L/YRmhF6mbeBBJXaVULG3Bg8bS65Cd&#10;JqHZ2ZCdavrvO4dCbzO8N+99s9mNoTNXGlIb2UG+yMAQV9G3XDu4lIf7NZgkyB67yOTghxLsttPJ&#10;Bgsfb3yi61lqoyGcCnTQiPSFtalqKGBaxJ5Ytc84BBRdh9r6AW8aHjq7zLKVDdiyNjTY01ND1df5&#10;OzjI9h/l8XkUv3ov53l6fTvmJOLc3Wx8fAAjNMq/+e/6xSv+Umn1GZ3Ab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7m1yxQAAANwAAAAPAAAAAAAAAAAAAAAAAJgCAABkcnMv&#10;ZG93bnJldi54bWxQSwUGAAAAAAQABAD1AAAAigMAAAAA&#10;" path="m10,43c5,27,14,10,30,5,37,3,44,4,50,6,43,1,34,,25,3,9,8,,25,5,41v3,9,9,15,17,19c17,56,12,50,10,43xe" fillcolor="#efb32f" stroked="f" strokecolor="#212120">
                  <v:fill color2="#e33830" rotate="t" angle="135" focus="100%" type="gradient"/>
                  <v:shadow color="#8c8682"/>
                  <v:path arrowok="t" o:connecttype="custom" o:connectlocs="37500,161250;112500,18750;187500,22500;93750,11250;18750,153750;82500,225000;37500,161250" o:connectangles="0,0,0,0,0,0,0"/>
                </v:shape>
                <v:shape id="Freeform 35" o:spid="_x0000_s1032" style="position:absolute;left:1145520;top:1063447;width:2287;height:1725;visibility:visible;mso-wrap-style:square;v-text-anchor:top" coordsize="61,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JhucQA&#10;AADcAAAADwAAAGRycy9kb3ducmV2LnhtbERPzWrCQBC+F/oOyxS81U09FE2zSlqUinqImgcYstNs&#10;2uxsyK4a+/RdQehtPr7fyRaDbcWZet84VvAyTkAQV043XCsoj6vnKQgfkDW2jknBlTws5o8PGaba&#10;XXhP50OoRQxhn6ICE0KXSukrQxb92HXEkftyvcUQYV9L3eMlhttWTpLkVVpsODYY7OjDUPVzOFkF&#10;G7/9Pi6Lnas/m6W5vv/mRbnPlRo9DfkbiEBD+Bff3Wsd509mcHsmXiD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cSYbnEAAAA3AAAAA8AAAAAAAAAAAAAAAAAmAIAAGRycy9k&#10;b3ducmV2LnhtbFBLBQYAAAAABAAEAPUAAACJAwAAAAA=&#10;" path="m7,26c14,11,33,5,48,13v6,4,11,9,13,15c60,20,54,12,46,7,31,,13,5,5,20,,29,,38,4,46,2,40,3,32,7,26xe" fillcolor="#efb32f" stroked="f" strokecolor="#212120">
                  <v:fill color2="#e33830" rotate="t" angle="135" focus="100%" type="gradient"/>
                  <v:shadow color="#8c8682"/>
                  <v:path arrowok="t" o:connecttype="custom" o:connectlocs="26250,97500;180000,48750;228750,105000;172500,26250;18750,75000;15000,172500;26250,97500" o:connectangles="0,0,0,0,0,0,0"/>
                </v:shape>
                <w10:wrap anchorx="page" anchory="page"/>
              </v:group>
            </w:pict>
          </mc:Fallback>
        </mc:AlternateContent>
      </w:r>
      <w:r w:rsidR="009F7444">
        <w:rPr>
          <w:noProof/>
          <w:color w:val="auto"/>
          <w:kern w:val="0"/>
          <w:sz w:val="24"/>
          <w:szCs w:val="24"/>
        </w:rPr>
        <mc:AlternateContent>
          <mc:Choice Requires="wps">
            <w:drawing>
              <wp:anchor distT="36576" distB="36576" distL="36576" distR="36576" simplePos="0" relativeHeight="251654656" behindDoc="0" locked="0" layoutInCell="1" allowOverlap="1" wp14:anchorId="06359B9B" wp14:editId="519F428E">
                <wp:simplePos x="0" y="0"/>
                <wp:positionH relativeFrom="page">
                  <wp:posOffset>4228465</wp:posOffset>
                </wp:positionH>
                <wp:positionV relativeFrom="page">
                  <wp:posOffset>6174740</wp:posOffset>
                </wp:positionV>
                <wp:extent cx="901700" cy="380365"/>
                <wp:effectExtent l="0" t="3810" r="3810" b="0"/>
                <wp:wrapNone/>
                <wp:docPr id="120"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1700" cy="380365"/>
                        </a:xfrm>
                        <a:prstGeom prst="rect">
                          <a:avLst/>
                        </a:prstGeom>
                        <a:noFill/>
                        <a:ln>
                          <a:noFill/>
                        </a:ln>
                        <a:effectLst/>
                        <a:extLst>
                          <a:ext uri="{909E8E84-426E-40DD-AFC4-6F175D3DCCD1}">
                            <a14:hiddenFill xmlns:a14="http://schemas.microsoft.com/office/drawing/2010/main">
                              <a:solidFill>
                                <a:srgbClr val="FFFFFE"/>
                              </a:solidFill>
                            </a14:hiddenFill>
                          </a:ext>
                          <a:ext uri="{91240B29-F687-4F45-9708-019B960494DF}">
                            <a14:hiddenLine xmlns:a14="http://schemas.microsoft.com/office/drawing/2010/main" w="9525" algn="in">
                              <a:solidFill>
                                <a:srgbClr val="212120"/>
                              </a:solidFill>
                              <a:miter lim="800000"/>
                              <a:headEnd/>
                              <a:tailEnd/>
                            </a14:hiddenLine>
                          </a:ext>
                          <a:ext uri="{AF507438-7753-43E0-B8FC-AC1667EBCBE1}">
                            <a14:hiddenEffects xmlns:a14="http://schemas.microsoft.com/office/drawing/2010/main">
                              <a:effectLst/>
                            </a14:hiddenEffects>
                          </a:ext>
                        </a:extLst>
                      </wps:spPr>
                      <wps:txbx>
                        <w:txbxContent>
                          <w:p w:rsidR="00BF7EA0" w:rsidRDefault="00476734" w:rsidP="00BF7EA0">
                            <w:pPr>
                              <w:widowControl w:val="0"/>
                              <w:spacing w:line="160" w:lineRule="exact"/>
                              <w:rPr>
                                <w:rFonts w:ascii="Arial" w:hAnsi="Arial" w:cs="Arial"/>
                                <w:color w:val="EF792F"/>
                                <w:w w:val="90"/>
                                <w:sz w:val="12"/>
                                <w:szCs w:val="12"/>
                                <w:lang w:val="en"/>
                              </w:rPr>
                            </w:pPr>
                            <w:r>
                              <w:rPr>
                                <w:rFonts w:ascii="Arial" w:hAnsi="Arial" w:cs="Arial"/>
                                <w:color w:val="EF792F"/>
                                <w:spacing w:val="16"/>
                                <w:w w:val="90"/>
                                <w:sz w:val="12"/>
                                <w:szCs w:val="12"/>
                                <w:lang w:val="en"/>
                              </w:rPr>
                              <w:t>Media Productions</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 o:spid="_x0000_s1028" type="#_x0000_t202" style="position:absolute;margin-left:332.95pt;margin-top:486.2pt;width:71pt;height:29.95pt;z-index:251654656;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" filled="f" fillcolor="#fffffe" stroked="f" strokecolor="#212120" insetpen="t">
                <v:textbox inset="2.88pt,2.88pt,2.88pt,2.88pt">
                  <w:txbxContent>
                    <w:p w:rsidR="00BF7EA0" w:rsidRDefault="00476734" w:rsidP="00BF7EA0">
                      <w:pPr>
                        <w:widowControl w:val="0"/>
                        <w:spacing w:line="160" w:lineRule="exact"/>
                        <w:rPr>
                          <w:rFonts w:ascii="Arial" w:hAnsi="Arial" w:cs="Arial"/>
                          <w:color w:val="EF792F"/>
                          <w:w w:val="90"/>
                          <w:sz w:val="12"/>
                          <w:szCs w:val="12"/>
                          <w:lang w:val="en"/>
                        </w:rPr>
                      </w:pPr>
                      <w:r>
                        <w:rPr>
                          <w:rFonts w:ascii="Arial" w:hAnsi="Arial" w:cs="Arial"/>
                          <w:color w:val="EF792F"/>
                          <w:spacing w:val="16"/>
                          <w:w w:val="90"/>
                          <w:sz w:val="12"/>
                          <w:szCs w:val="12"/>
                          <w:lang w:val="en"/>
                        </w:rPr>
                        <w:t>Media Productions</w:t>
                      </w:r>
                    </w:p>
                  </w:txbxContent>
                </v:textbox>
                <w10:wrap anchorx="page" anchory="page"/>
              </v:shape>
            </w:pict>
          </mc:Fallback>
        </mc:AlternateContent>
      </w:r>
      <w:r w:rsidR="009F7444">
        <w:rPr>
          <w:noProof/>
          <w:color w:val="auto"/>
          <w:kern w:val="0"/>
          <w:sz w:val="24"/>
          <w:szCs w:val="24"/>
        </w:rPr>
        <mc:AlternateContent>
          <mc:Choice Requires="wps">
            <w:drawing>
              <wp:anchor distT="36576" distB="36576" distL="36576" distR="36576" simplePos="0" relativeHeight="251653632" behindDoc="0" locked="0" layoutInCell="1" allowOverlap="1" wp14:anchorId="65C912BB" wp14:editId="6DE08545">
                <wp:simplePos x="0" y="0"/>
                <wp:positionH relativeFrom="page">
                  <wp:posOffset>4064635</wp:posOffset>
                </wp:positionH>
                <wp:positionV relativeFrom="page">
                  <wp:posOffset>6016625</wp:posOffset>
                </wp:positionV>
                <wp:extent cx="960755" cy="257810"/>
                <wp:effectExtent l="3175" t="0" r="0" b="3810"/>
                <wp:wrapNone/>
                <wp:docPr id="119"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0755" cy="257810"/>
                        </a:xfrm>
                        <a:prstGeom prst="rect">
                          <a:avLst/>
                        </a:prstGeom>
                        <a:noFill/>
                        <a:ln>
                          <a:noFill/>
                        </a:ln>
                        <a:effectLst/>
                        <a:extLst>
                          <a:ext uri="{909E8E84-426E-40DD-AFC4-6F175D3DCCD1}">
                            <a14:hiddenFill xmlns:a14="http://schemas.microsoft.com/office/drawing/2010/main">
                              <a:solidFill>
                                <a:srgbClr val="FFFFFE"/>
                              </a:solidFill>
                            </a14:hiddenFill>
                          </a:ext>
                          <a:ext uri="{91240B29-F687-4F45-9708-019B960494DF}">
                            <a14:hiddenLine xmlns:a14="http://schemas.microsoft.com/office/drawing/2010/main" w="9525" algn="in">
                              <a:solidFill>
                                <a:srgbClr val="212120"/>
                              </a:solidFill>
                              <a:miter lim="800000"/>
                              <a:headEnd/>
                              <a:tailEnd/>
                            </a14:hiddenLine>
                          </a:ext>
                          <a:ext uri="{AF507438-7753-43E0-B8FC-AC1667EBCBE1}">
                            <a14:hiddenEffects xmlns:a14="http://schemas.microsoft.com/office/drawing/2010/main">
                              <a:effectLst/>
                            </a14:hiddenEffects>
                          </a:ext>
                        </a:extLst>
                      </wps:spPr>
                      <wps:txbx>
                        <w:txbxContent>
                          <w:p w:rsidR="00BF7EA0" w:rsidRDefault="00476734" w:rsidP="00BF7EA0">
                            <w:pPr>
                              <w:widowControl w:val="0"/>
                              <w:spacing w:line="260" w:lineRule="exact"/>
                              <w:rPr>
                                <w:rFonts w:ascii="Arial" w:hAnsi="Arial" w:cs="Arial"/>
                                <w:color w:val="FFFFFE"/>
                                <w:w w:val="90"/>
                                <w:sz w:val="22"/>
                                <w:szCs w:val="22"/>
                                <w:lang w:val="en"/>
                              </w:rPr>
                            </w:pPr>
                            <w:r>
                              <w:rPr>
                                <w:rFonts w:ascii="Arial" w:hAnsi="Arial" w:cs="Arial"/>
                                <w:color w:val="FFFFFE"/>
                                <w:spacing w:val="20"/>
                                <w:w w:val="90"/>
                                <w:sz w:val="22"/>
                                <w:szCs w:val="22"/>
                                <w:lang w:val="en"/>
                              </w:rPr>
                              <w:t>Academy of</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 o:spid="_x0000_s1030" type="#_x0000_t202" style="position:absolute;margin-left:320.05pt;margin-top:473.75pt;width:75.65pt;height:20.3pt;z-index:251653632;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" filled="f" fillcolor="#fffffe" stroked="f" strokecolor="#212120" insetpen="t">
                <v:textbox inset="2.88pt,2.88pt,2.88pt,2.88pt">
                  <w:txbxContent>
                    <w:p w:rsidR="00BF7EA0" w:rsidRDefault="00476734" w:rsidP="00BF7EA0">
                      <w:pPr>
                        <w:widowControl w:val="0"/>
                        <w:spacing w:line="260" w:lineRule="exact"/>
                        <w:rPr>
                          <w:rFonts w:ascii="Arial" w:hAnsi="Arial" w:cs="Arial"/>
                          <w:color w:val="FFFFFE"/>
                          <w:w w:val="90"/>
                          <w:sz w:val="22"/>
                          <w:szCs w:val="22"/>
                          <w:lang w:val="en"/>
                        </w:rPr>
                      </w:pPr>
                      <w:r>
                        <w:rPr>
                          <w:rFonts w:ascii="Arial" w:hAnsi="Arial" w:cs="Arial"/>
                          <w:color w:val="FFFFFE"/>
                          <w:spacing w:val="20"/>
                          <w:w w:val="90"/>
                          <w:sz w:val="22"/>
                          <w:szCs w:val="22"/>
                          <w:lang w:val="en"/>
                        </w:rPr>
                        <w:t>Academy of</w:t>
                      </w:r>
                    </w:p>
                  </w:txbxContent>
                </v:textbox>
                <w10:wrap anchorx="page" anchory="page"/>
              </v:shape>
            </w:pict>
          </mc:Fallback>
        </mc:AlternateContent>
      </w:r>
      <w:r w:rsidR="009F7444">
        <w:rPr>
          <w:noProof/>
          <w:color w:val="auto"/>
          <w:kern w:val="0"/>
          <w:sz w:val="24"/>
          <w:szCs w:val="24"/>
        </w:rPr>
        <mc:AlternateContent>
          <mc:Choice Requires="wps">
            <w:drawing>
              <wp:anchor distT="0" distB="0" distL="114300" distR="114300" simplePos="0" relativeHeight="251642368" behindDoc="0" locked="0" layoutInCell="1" allowOverlap="1">
                <wp:simplePos x="0" y="0"/>
                <wp:positionH relativeFrom="page">
                  <wp:posOffset>299085</wp:posOffset>
                </wp:positionH>
                <wp:positionV relativeFrom="page">
                  <wp:posOffset>3166110</wp:posOffset>
                </wp:positionV>
                <wp:extent cx="9594850" cy="1341755"/>
                <wp:effectExtent l="11430" t="5080" r="13970" b="5715"/>
                <wp:wrapNone/>
                <wp:docPr id="117" name="Freeform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594850" cy="1341755"/>
                        </a:xfrm>
                        <a:custGeom>
                          <a:avLst/>
                          <a:gdLst>
                            <a:gd name="T0" fmla="*/ 0 w 3167"/>
                            <a:gd name="T1" fmla="*/ 0 h 441"/>
                            <a:gd name="T2" fmla="*/ 3167 w 3167"/>
                            <a:gd name="T3" fmla="*/ 419 h 441"/>
                          </a:gdLst>
                          <a:ahLst/>
                          <a:cxnLst>
                            <a:cxn ang="0">
                              <a:pos x="T0" y="T1"/>
                            </a:cxn>
                            <a:cxn ang="0">
                              <a:pos x="T2" y="T3"/>
                            </a:cxn>
                          </a:cxnLst>
                          <a:rect l="0" t="0" r="r" b="b"/>
                          <a:pathLst>
                            <a:path w="3167" h="441">
                              <a:moveTo>
                                <a:pt x="0" y="0"/>
                              </a:moveTo>
                              <a:cubicBezTo>
                                <a:pt x="1344" y="441"/>
                                <a:pt x="2667" y="439"/>
                                <a:pt x="3167" y="419"/>
                              </a:cubicBezTo>
                            </a:path>
                          </a:pathLst>
                        </a:custGeom>
                        <a:noFill/>
                        <a:ln w="6374">
                          <a:solidFill>
                            <a:srgbClr val="FFFFFE"/>
                          </a:solidFill>
                          <a:miter lim="800000"/>
                          <a:headEnd/>
                          <a:tailEnd/>
                        </a:ln>
                        <a:effectLst/>
                        <a:extLst>
                          <a:ext uri="{909E8E84-426E-40DD-AFC4-6F175D3DCCD1}">
                            <a14:hiddenFill xmlns:a14="http://schemas.microsoft.com/office/drawing/2010/main">
                              <a:solidFill>
                                <a:srgbClr val="FFFFFE"/>
                              </a:solidFill>
                            </a14:hiddenFill>
                          </a:ext>
                          <a:ext uri="{AF507438-7753-43E0-B8FC-AC1667EBCBE1}">
                            <a14:hiddenEffects xmlns:a14="http://schemas.microsoft.com/office/drawing/2010/main">
                              <a:effectLst>
                                <a:outerShdw dist="35921" dir="2700000" algn="ctr" rotWithShape="0">
                                  <a:srgbClr val="8C8682"/>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3" o:spid="_x0000_s1026" style="position:absolute;margin-left:23.55pt;margin-top:249.3pt;width:755.5pt;height:105.65pt;z-index:251642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3167,4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" path="m,c1344,441,2667,439,3167,419e" filled="f" fillcolor="#fffffe" strokecolor="#fffffe" strokeweight=".17706mm">
                <v:stroke joinstyle="miter"/>
                <v:shadow color="#8c8682"/>
                <v:path arrowok="t" o:connecttype="custom" o:connectlocs="0,0;9594850,1274819" o:connectangles="0,0"/>
                <w10:wrap anchorx="page" anchory="page"/>
              </v:shape>
            </w:pict>
          </mc:Fallback>
        </mc:AlternateContent>
      </w:r>
      <w:r w:rsidR="009F7444">
        <w:rPr>
          <w:noProof/>
          <w:color w:val="auto"/>
          <w:kern w:val="0"/>
          <w:sz w:val="24"/>
          <w:szCs w:val="24"/>
        </w:rPr>
        <mc:AlternateContent>
          <mc:Choice Requires="wpg">
            <w:drawing>
              <wp:anchor distT="0" distB="0" distL="114300" distR="114300" simplePos="0" relativeHeight="251688448" behindDoc="0" locked="0" layoutInCell="1" allowOverlap="1">
                <wp:simplePos x="0" y="0"/>
                <wp:positionH relativeFrom="page">
                  <wp:posOffset>6838950</wp:posOffset>
                </wp:positionH>
                <wp:positionV relativeFrom="page">
                  <wp:posOffset>6153150</wp:posOffset>
                </wp:positionV>
                <wp:extent cx="588010" cy="770890"/>
                <wp:effectExtent l="0" t="0" r="2540" b="0"/>
                <wp:wrapNone/>
                <wp:docPr id="110" name="Group 1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736368">
                          <a:off x="0" y="0"/>
                          <a:ext cx="588010" cy="770890"/>
                          <a:chOff x="114379548" y="106280986"/>
                          <a:chExt cx="450000" cy="487500"/>
                        </a:xfrm>
                      </wpg:grpSpPr>
                      <wps:wsp>
                        <wps:cNvPr id="111" name="Freeform 114"/>
                        <wps:cNvSpPr>
                          <a:spLocks/>
                        </wps:cNvSpPr>
                        <wps:spPr bwMode="auto">
                          <a:xfrm>
                            <a:off x="114398298" y="106460986"/>
                            <a:ext cx="431250" cy="307500"/>
                          </a:xfrm>
                          <a:custGeom>
                            <a:avLst/>
                            <a:gdLst>
                              <a:gd name="T0" fmla="*/ 101 w 115"/>
                              <a:gd name="T1" fmla="*/ 37 h 82"/>
                              <a:gd name="T2" fmla="*/ 23 w 115"/>
                              <a:gd name="T3" fmla="*/ 54 h 82"/>
                              <a:gd name="T4" fmla="*/ 0 w 115"/>
                              <a:gd name="T5" fmla="*/ 24 h 82"/>
                              <a:gd name="T6" fmla="*/ 26 w 115"/>
                              <a:gd name="T7" fmla="*/ 65 h 82"/>
                              <a:gd name="T8" fmla="*/ 103 w 115"/>
                              <a:gd name="T9" fmla="*/ 48 h 82"/>
                              <a:gd name="T10" fmla="*/ 110 w 115"/>
                              <a:gd name="T11" fmla="*/ 0 h 82"/>
                              <a:gd name="T12" fmla="*/ 101 w 115"/>
                              <a:gd name="T13" fmla="*/ 37 h 82"/>
                            </a:gdLst>
                            <a:ahLst/>
                            <a:cxnLst>
                              <a:cxn ang="0">
                                <a:pos x="T0" y="T1"/>
                              </a:cxn>
                              <a:cxn ang="0">
                                <a:pos x="T2" y="T3"/>
                              </a:cxn>
                              <a:cxn ang="0">
                                <a:pos x="T4" y="T5"/>
                              </a:cxn>
                              <a:cxn ang="0">
                                <a:pos x="T6" y="T7"/>
                              </a:cxn>
                              <a:cxn ang="0">
                                <a:pos x="T8" y="T9"/>
                              </a:cxn>
                              <a:cxn ang="0">
                                <a:pos x="T10" y="T11"/>
                              </a:cxn>
                              <a:cxn ang="0">
                                <a:pos x="T12" y="T13"/>
                              </a:cxn>
                            </a:cxnLst>
                            <a:rect l="0" t="0" r="r" b="b"/>
                            <a:pathLst>
                              <a:path w="115" h="82">
                                <a:moveTo>
                                  <a:pt x="101" y="37"/>
                                </a:moveTo>
                                <a:cubicBezTo>
                                  <a:pt x="84" y="64"/>
                                  <a:pt x="49" y="71"/>
                                  <a:pt x="23" y="54"/>
                                </a:cubicBezTo>
                                <a:cubicBezTo>
                                  <a:pt x="12" y="47"/>
                                  <a:pt x="4" y="36"/>
                                  <a:pt x="0" y="24"/>
                                </a:cubicBezTo>
                                <a:cubicBezTo>
                                  <a:pt x="2" y="40"/>
                                  <a:pt x="11" y="56"/>
                                  <a:pt x="26" y="65"/>
                                </a:cubicBezTo>
                                <a:cubicBezTo>
                                  <a:pt x="52" y="82"/>
                                  <a:pt x="87" y="75"/>
                                  <a:pt x="103" y="48"/>
                                </a:cubicBezTo>
                                <a:cubicBezTo>
                                  <a:pt x="113" y="34"/>
                                  <a:pt x="115" y="16"/>
                                  <a:pt x="110" y="0"/>
                                </a:cubicBezTo>
                                <a:cubicBezTo>
                                  <a:pt x="111" y="13"/>
                                  <a:pt x="108" y="26"/>
                                  <a:pt x="101" y="37"/>
                                </a:cubicBezTo>
                                <a:close/>
                              </a:path>
                            </a:pathLst>
                          </a:custGeom>
                          <a:gradFill rotWithShape="1">
                            <a:gsLst>
                              <a:gs pos="0">
                                <a:srgbClr val="E33830"/>
                              </a:gs>
                              <a:gs pos="100000">
                                <a:srgbClr val="EFB32F"/>
                              </a:gs>
                            </a:gsLst>
                            <a:lin ang="2700000" scaled="1"/>
                          </a:gradFill>
                          <a:ln>
                            <a:noFill/>
                          </a:ln>
                          <a:effectLst/>
                          <a:extLst>
                            <a:ext uri="{91240B29-F687-4F45-9708-019B960494DF}">
                              <a14:hiddenLine xmlns:a14="http://schemas.microsoft.com/office/drawing/2010/main" w="9525">
                                <a:solidFill>
                                  <a:srgbClr val="212120"/>
                                </a:solidFill>
                                <a:round/>
                                <a:headEnd/>
                                <a:tailEnd/>
                              </a14:hiddenLine>
                            </a:ext>
                            <a:ext uri="{AF507438-7753-43E0-B8FC-AC1667EBCBE1}">
                              <a14:hiddenEffects xmlns:a14="http://schemas.microsoft.com/office/drawing/2010/main">
                                <a:effectLst>
                                  <a:outerShdw dist="35921" dir="2700000" algn="ctr" rotWithShape="0">
                                    <a:srgbClr val="8C8682"/>
                                  </a:outerShdw>
                                </a:effectLst>
                              </a14:hiddenEffects>
                            </a:ext>
                          </a:extLst>
                        </wps:spPr>
                        <wps:bodyPr rot="0" vert="horz" wrap="square" lIns="91440" tIns="45720" rIns="91440" bIns="45720" anchor="t" anchorCtr="0" upright="1">
                          <a:noAutofit/>
                        </wps:bodyPr>
                      </wps:wsp>
                      <wps:wsp>
                        <wps:cNvPr id="112" name="Freeform 115"/>
                        <wps:cNvSpPr>
                          <a:spLocks/>
                        </wps:cNvSpPr>
                        <wps:spPr bwMode="auto">
                          <a:xfrm>
                            <a:off x="114379548" y="106355986"/>
                            <a:ext cx="408750" cy="363750"/>
                          </a:xfrm>
                          <a:custGeom>
                            <a:avLst/>
                            <a:gdLst>
                              <a:gd name="T0" fmla="*/ 77 w 109"/>
                              <a:gd name="T1" fmla="*/ 81 h 97"/>
                              <a:gd name="T2" fmla="*/ 10 w 109"/>
                              <a:gd name="T3" fmla="*/ 38 h 97"/>
                              <a:gd name="T4" fmla="*/ 15 w 109"/>
                              <a:gd name="T5" fmla="*/ 0 h 97"/>
                              <a:gd name="T6" fmla="*/ 4 w 109"/>
                              <a:gd name="T7" fmla="*/ 47 h 97"/>
                              <a:gd name="T8" fmla="*/ 71 w 109"/>
                              <a:gd name="T9" fmla="*/ 91 h 97"/>
                              <a:gd name="T10" fmla="*/ 109 w 109"/>
                              <a:gd name="T11" fmla="*/ 61 h 97"/>
                              <a:gd name="T12" fmla="*/ 77 w 109"/>
                              <a:gd name="T13" fmla="*/ 81 h 97"/>
                            </a:gdLst>
                            <a:ahLst/>
                            <a:cxnLst>
                              <a:cxn ang="0">
                                <a:pos x="T0" y="T1"/>
                              </a:cxn>
                              <a:cxn ang="0">
                                <a:pos x="T2" y="T3"/>
                              </a:cxn>
                              <a:cxn ang="0">
                                <a:pos x="T4" y="T5"/>
                              </a:cxn>
                              <a:cxn ang="0">
                                <a:pos x="T6" y="T7"/>
                              </a:cxn>
                              <a:cxn ang="0">
                                <a:pos x="T8" y="T9"/>
                              </a:cxn>
                              <a:cxn ang="0">
                                <a:pos x="T10" y="T11"/>
                              </a:cxn>
                              <a:cxn ang="0">
                                <a:pos x="T12" y="T13"/>
                              </a:cxn>
                            </a:cxnLst>
                            <a:rect l="0" t="0" r="r" b="b"/>
                            <a:pathLst>
                              <a:path w="109" h="97">
                                <a:moveTo>
                                  <a:pt x="77" y="81"/>
                                </a:moveTo>
                                <a:cubicBezTo>
                                  <a:pt x="46" y="88"/>
                                  <a:pt x="16" y="68"/>
                                  <a:pt x="10" y="38"/>
                                </a:cubicBezTo>
                                <a:cubicBezTo>
                                  <a:pt x="7" y="25"/>
                                  <a:pt x="9" y="12"/>
                                  <a:pt x="15" y="0"/>
                                </a:cubicBezTo>
                                <a:cubicBezTo>
                                  <a:pt x="5" y="13"/>
                                  <a:pt x="0" y="30"/>
                                  <a:pt x="4" y="47"/>
                                </a:cubicBezTo>
                                <a:cubicBezTo>
                                  <a:pt x="10" y="78"/>
                                  <a:pt x="40" y="97"/>
                                  <a:pt x="71" y="91"/>
                                </a:cubicBezTo>
                                <a:cubicBezTo>
                                  <a:pt x="88" y="87"/>
                                  <a:pt x="102" y="76"/>
                                  <a:pt x="109" y="61"/>
                                </a:cubicBezTo>
                                <a:cubicBezTo>
                                  <a:pt x="101" y="71"/>
                                  <a:pt x="90" y="78"/>
                                  <a:pt x="77" y="81"/>
                                </a:cubicBezTo>
                                <a:close/>
                              </a:path>
                            </a:pathLst>
                          </a:custGeom>
                          <a:gradFill rotWithShape="1">
                            <a:gsLst>
                              <a:gs pos="0">
                                <a:srgbClr val="E33830"/>
                              </a:gs>
                              <a:gs pos="100000">
                                <a:srgbClr val="EFB32F"/>
                              </a:gs>
                            </a:gsLst>
                            <a:lin ang="2700000" scaled="1"/>
                          </a:gradFill>
                          <a:ln>
                            <a:noFill/>
                          </a:ln>
                          <a:effectLst/>
                          <a:extLst>
                            <a:ext uri="{91240B29-F687-4F45-9708-019B960494DF}">
                              <a14:hiddenLine xmlns:a14="http://schemas.microsoft.com/office/drawing/2010/main" w="9525">
                                <a:solidFill>
                                  <a:srgbClr val="212120"/>
                                </a:solidFill>
                                <a:round/>
                                <a:headEnd/>
                                <a:tailEnd/>
                              </a14:hiddenLine>
                            </a:ext>
                            <a:ext uri="{AF507438-7753-43E0-B8FC-AC1667EBCBE1}">
                              <a14:hiddenEffects xmlns:a14="http://schemas.microsoft.com/office/drawing/2010/main">
                                <a:effectLst>
                                  <a:outerShdw dist="35921" dir="2700000" algn="ctr" rotWithShape="0">
                                    <a:srgbClr val="8C8682"/>
                                  </a:outerShdw>
                                </a:effectLst>
                              </a14:hiddenEffects>
                            </a:ext>
                          </a:extLst>
                        </wps:spPr>
                        <wps:bodyPr rot="0" vert="horz" wrap="square" lIns="91440" tIns="45720" rIns="91440" bIns="45720" anchor="t" anchorCtr="0" upright="1">
                          <a:noAutofit/>
                        </wps:bodyPr>
                      </wps:wsp>
                      <wps:wsp>
                        <wps:cNvPr id="113" name="Freeform 116"/>
                        <wps:cNvSpPr>
                          <a:spLocks/>
                        </wps:cNvSpPr>
                        <wps:spPr bwMode="auto">
                          <a:xfrm>
                            <a:off x="114420798" y="106295986"/>
                            <a:ext cx="236250" cy="333750"/>
                          </a:xfrm>
                          <a:custGeom>
                            <a:avLst/>
                            <a:gdLst>
                              <a:gd name="T0" fmla="*/ 34 w 63"/>
                              <a:gd name="T1" fmla="*/ 78 h 89"/>
                              <a:gd name="T2" fmla="*/ 21 w 63"/>
                              <a:gd name="T3" fmla="*/ 18 h 89"/>
                              <a:gd name="T4" fmla="*/ 45 w 63"/>
                              <a:gd name="T5" fmla="*/ 0 h 89"/>
                              <a:gd name="T6" fmla="*/ 13 w 63"/>
                              <a:gd name="T7" fmla="*/ 20 h 89"/>
                              <a:gd name="T8" fmla="*/ 26 w 63"/>
                              <a:gd name="T9" fmla="*/ 80 h 89"/>
                              <a:gd name="T10" fmla="*/ 63 w 63"/>
                              <a:gd name="T11" fmla="*/ 85 h 89"/>
                              <a:gd name="T12" fmla="*/ 34 w 63"/>
                              <a:gd name="T13" fmla="*/ 78 h 89"/>
                            </a:gdLst>
                            <a:ahLst/>
                            <a:cxnLst>
                              <a:cxn ang="0">
                                <a:pos x="T0" y="T1"/>
                              </a:cxn>
                              <a:cxn ang="0">
                                <a:pos x="T2" y="T3"/>
                              </a:cxn>
                              <a:cxn ang="0">
                                <a:pos x="T4" y="T5"/>
                              </a:cxn>
                              <a:cxn ang="0">
                                <a:pos x="T6" y="T7"/>
                              </a:cxn>
                              <a:cxn ang="0">
                                <a:pos x="T8" y="T9"/>
                              </a:cxn>
                              <a:cxn ang="0">
                                <a:pos x="T10" y="T11"/>
                              </a:cxn>
                              <a:cxn ang="0">
                                <a:pos x="T12" y="T13"/>
                              </a:cxn>
                            </a:cxnLst>
                            <a:rect l="0" t="0" r="r" b="b"/>
                            <a:pathLst>
                              <a:path w="63" h="89">
                                <a:moveTo>
                                  <a:pt x="34" y="78"/>
                                </a:moveTo>
                                <a:cubicBezTo>
                                  <a:pt x="14" y="65"/>
                                  <a:pt x="8" y="38"/>
                                  <a:pt x="21" y="18"/>
                                </a:cubicBezTo>
                                <a:cubicBezTo>
                                  <a:pt x="27" y="9"/>
                                  <a:pt x="35" y="3"/>
                                  <a:pt x="45" y="0"/>
                                </a:cubicBezTo>
                                <a:cubicBezTo>
                                  <a:pt x="32" y="1"/>
                                  <a:pt x="20" y="8"/>
                                  <a:pt x="13" y="20"/>
                                </a:cubicBezTo>
                                <a:cubicBezTo>
                                  <a:pt x="0" y="40"/>
                                  <a:pt x="5" y="67"/>
                                  <a:pt x="26" y="80"/>
                                </a:cubicBezTo>
                                <a:cubicBezTo>
                                  <a:pt x="37" y="88"/>
                                  <a:pt x="51" y="89"/>
                                  <a:pt x="63" y="85"/>
                                </a:cubicBezTo>
                                <a:cubicBezTo>
                                  <a:pt x="53" y="86"/>
                                  <a:pt x="43" y="84"/>
                                  <a:pt x="34" y="78"/>
                                </a:cubicBezTo>
                                <a:close/>
                              </a:path>
                            </a:pathLst>
                          </a:custGeom>
                          <a:gradFill rotWithShape="1">
                            <a:gsLst>
                              <a:gs pos="0">
                                <a:srgbClr val="EF792F"/>
                              </a:gs>
                              <a:gs pos="100000">
                                <a:srgbClr val="E33830"/>
                              </a:gs>
                            </a:gsLst>
                            <a:lin ang="18900000" scaled="1"/>
                          </a:gradFill>
                          <a:ln>
                            <a:noFill/>
                          </a:ln>
                          <a:effectLst/>
                          <a:extLst>
                            <a:ext uri="{91240B29-F687-4F45-9708-019B960494DF}">
                              <a14:hiddenLine xmlns:a14="http://schemas.microsoft.com/office/drawing/2010/main" w="9525">
                                <a:solidFill>
                                  <a:srgbClr val="212120"/>
                                </a:solidFill>
                                <a:round/>
                                <a:headEnd/>
                                <a:tailEnd/>
                              </a14:hiddenLine>
                            </a:ext>
                            <a:ext uri="{AF507438-7753-43E0-B8FC-AC1667EBCBE1}">
                              <a14:hiddenEffects xmlns:a14="http://schemas.microsoft.com/office/drawing/2010/main">
                                <a:effectLst>
                                  <a:outerShdw dist="35921" dir="2700000" algn="ctr" rotWithShape="0">
                                    <a:srgbClr val="8C8682"/>
                                  </a:outerShdw>
                                </a:effectLst>
                              </a14:hiddenEffects>
                            </a:ext>
                          </a:extLst>
                        </wps:spPr>
                        <wps:bodyPr rot="0" vert="horz" wrap="square" lIns="91440" tIns="45720" rIns="91440" bIns="45720" anchor="t" anchorCtr="0" upright="1">
                          <a:noAutofit/>
                        </wps:bodyPr>
                      </wps:wsp>
                      <wps:wsp>
                        <wps:cNvPr id="114" name="Freeform 117"/>
                        <wps:cNvSpPr>
                          <a:spLocks/>
                        </wps:cNvSpPr>
                        <wps:spPr bwMode="auto">
                          <a:xfrm>
                            <a:off x="114458298" y="106280986"/>
                            <a:ext cx="281250" cy="318750"/>
                          </a:xfrm>
                          <a:custGeom>
                            <a:avLst/>
                            <a:gdLst>
                              <a:gd name="T0" fmla="*/ 12 w 75"/>
                              <a:gd name="T1" fmla="*/ 60 h 85"/>
                              <a:gd name="T2" fmla="*/ 46 w 75"/>
                              <a:gd name="T3" fmla="*/ 7 h 85"/>
                              <a:gd name="T4" fmla="*/ 75 w 75"/>
                              <a:gd name="T5" fmla="*/ 11 h 85"/>
                              <a:gd name="T6" fmla="*/ 38 w 75"/>
                              <a:gd name="T7" fmla="*/ 3 h 85"/>
                              <a:gd name="T8" fmla="*/ 5 w 75"/>
                              <a:gd name="T9" fmla="*/ 55 h 85"/>
                              <a:gd name="T10" fmla="*/ 28 w 75"/>
                              <a:gd name="T11" fmla="*/ 85 h 85"/>
                              <a:gd name="T12" fmla="*/ 12 w 75"/>
                              <a:gd name="T13" fmla="*/ 60 h 85"/>
                            </a:gdLst>
                            <a:ahLst/>
                            <a:cxnLst>
                              <a:cxn ang="0">
                                <a:pos x="T0" y="T1"/>
                              </a:cxn>
                              <a:cxn ang="0">
                                <a:pos x="T2" y="T3"/>
                              </a:cxn>
                              <a:cxn ang="0">
                                <a:pos x="T4" y="T5"/>
                              </a:cxn>
                              <a:cxn ang="0">
                                <a:pos x="T6" y="T7"/>
                              </a:cxn>
                              <a:cxn ang="0">
                                <a:pos x="T8" y="T9"/>
                              </a:cxn>
                              <a:cxn ang="0">
                                <a:pos x="T10" y="T11"/>
                              </a:cxn>
                              <a:cxn ang="0">
                                <a:pos x="T12" y="T13"/>
                              </a:cxn>
                            </a:cxnLst>
                            <a:rect l="0" t="0" r="r" b="b"/>
                            <a:pathLst>
                              <a:path w="75" h="85">
                                <a:moveTo>
                                  <a:pt x="12" y="60"/>
                                </a:moveTo>
                                <a:cubicBezTo>
                                  <a:pt x="7" y="36"/>
                                  <a:pt x="22" y="13"/>
                                  <a:pt x="46" y="7"/>
                                </a:cubicBezTo>
                                <a:cubicBezTo>
                                  <a:pt x="56" y="5"/>
                                  <a:pt x="66" y="7"/>
                                  <a:pt x="75" y="11"/>
                                </a:cubicBezTo>
                                <a:cubicBezTo>
                                  <a:pt x="65" y="3"/>
                                  <a:pt x="52" y="0"/>
                                  <a:pt x="38" y="3"/>
                                </a:cubicBezTo>
                                <a:cubicBezTo>
                                  <a:pt x="15" y="8"/>
                                  <a:pt x="0" y="31"/>
                                  <a:pt x="5" y="55"/>
                                </a:cubicBezTo>
                                <a:cubicBezTo>
                                  <a:pt x="8" y="68"/>
                                  <a:pt x="16" y="79"/>
                                  <a:pt x="28" y="85"/>
                                </a:cubicBezTo>
                                <a:cubicBezTo>
                                  <a:pt x="20" y="79"/>
                                  <a:pt x="14" y="70"/>
                                  <a:pt x="12" y="60"/>
                                </a:cubicBezTo>
                                <a:close/>
                              </a:path>
                            </a:pathLst>
                          </a:custGeom>
                          <a:gradFill rotWithShape="1">
                            <a:gsLst>
                              <a:gs pos="0">
                                <a:srgbClr val="EF792F"/>
                              </a:gs>
                              <a:gs pos="100000">
                                <a:srgbClr val="E33830"/>
                              </a:gs>
                            </a:gsLst>
                            <a:lin ang="18900000" scaled="1"/>
                          </a:gradFill>
                          <a:ln>
                            <a:noFill/>
                          </a:ln>
                          <a:effectLst/>
                          <a:extLst>
                            <a:ext uri="{91240B29-F687-4F45-9708-019B960494DF}">
                              <a14:hiddenLine xmlns:a14="http://schemas.microsoft.com/office/drawing/2010/main" w="9525">
                                <a:solidFill>
                                  <a:srgbClr val="212120"/>
                                </a:solidFill>
                                <a:round/>
                                <a:headEnd/>
                                <a:tailEnd/>
                              </a14:hiddenLine>
                            </a:ext>
                            <a:ext uri="{AF507438-7753-43E0-B8FC-AC1667EBCBE1}">
                              <a14:hiddenEffects xmlns:a14="http://schemas.microsoft.com/office/drawing/2010/main">
                                <a:effectLst>
                                  <a:outerShdw dist="35921" dir="2700000" algn="ctr" rotWithShape="0">
                                    <a:srgbClr val="8C8682"/>
                                  </a:outerShdw>
                                </a:effectLst>
                              </a14:hiddenEffects>
                            </a:ext>
                          </a:extLst>
                        </wps:spPr>
                        <wps:bodyPr rot="0" vert="horz" wrap="square" lIns="91440" tIns="45720" rIns="91440" bIns="45720" anchor="t" anchorCtr="0" upright="1">
                          <a:noAutofit/>
                        </wps:bodyPr>
                      </wps:wsp>
                      <wps:wsp>
                        <wps:cNvPr id="115" name="Freeform 118"/>
                        <wps:cNvSpPr>
                          <a:spLocks/>
                        </wps:cNvSpPr>
                        <wps:spPr bwMode="auto">
                          <a:xfrm>
                            <a:off x="114525798" y="106344736"/>
                            <a:ext cx="187500" cy="225000"/>
                          </a:xfrm>
                          <a:custGeom>
                            <a:avLst/>
                            <a:gdLst>
                              <a:gd name="T0" fmla="*/ 10 w 50"/>
                              <a:gd name="T1" fmla="*/ 43 h 60"/>
                              <a:gd name="T2" fmla="*/ 30 w 50"/>
                              <a:gd name="T3" fmla="*/ 5 h 60"/>
                              <a:gd name="T4" fmla="*/ 50 w 50"/>
                              <a:gd name="T5" fmla="*/ 6 h 60"/>
                              <a:gd name="T6" fmla="*/ 25 w 50"/>
                              <a:gd name="T7" fmla="*/ 3 h 60"/>
                              <a:gd name="T8" fmla="*/ 5 w 50"/>
                              <a:gd name="T9" fmla="*/ 41 h 60"/>
                              <a:gd name="T10" fmla="*/ 22 w 50"/>
                              <a:gd name="T11" fmla="*/ 60 h 60"/>
                              <a:gd name="T12" fmla="*/ 10 w 50"/>
                              <a:gd name="T13" fmla="*/ 43 h 60"/>
                            </a:gdLst>
                            <a:ahLst/>
                            <a:cxnLst>
                              <a:cxn ang="0">
                                <a:pos x="T0" y="T1"/>
                              </a:cxn>
                              <a:cxn ang="0">
                                <a:pos x="T2" y="T3"/>
                              </a:cxn>
                              <a:cxn ang="0">
                                <a:pos x="T4" y="T5"/>
                              </a:cxn>
                              <a:cxn ang="0">
                                <a:pos x="T6" y="T7"/>
                              </a:cxn>
                              <a:cxn ang="0">
                                <a:pos x="T8" y="T9"/>
                              </a:cxn>
                              <a:cxn ang="0">
                                <a:pos x="T10" y="T11"/>
                              </a:cxn>
                              <a:cxn ang="0">
                                <a:pos x="T12" y="T13"/>
                              </a:cxn>
                            </a:cxnLst>
                            <a:rect l="0" t="0" r="r" b="b"/>
                            <a:pathLst>
                              <a:path w="50" h="60">
                                <a:moveTo>
                                  <a:pt x="10" y="43"/>
                                </a:moveTo>
                                <a:cubicBezTo>
                                  <a:pt x="5" y="27"/>
                                  <a:pt x="14" y="10"/>
                                  <a:pt x="30" y="5"/>
                                </a:cubicBezTo>
                                <a:cubicBezTo>
                                  <a:pt x="37" y="3"/>
                                  <a:pt x="44" y="4"/>
                                  <a:pt x="50" y="6"/>
                                </a:cubicBezTo>
                                <a:cubicBezTo>
                                  <a:pt x="43" y="1"/>
                                  <a:pt x="34" y="0"/>
                                  <a:pt x="25" y="3"/>
                                </a:cubicBezTo>
                                <a:cubicBezTo>
                                  <a:pt x="9" y="8"/>
                                  <a:pt x="0" y="25"/>
                                  <a:pt x="5" y="41"/>
                                </a:cubicBezTo>
                                <a:cubicBezTo>
                                  <a:pt x="8" y="50"/>
                                  <a:pt x="14" y="56"/>
                                  <a:pt x="22" y="60"/>
                                </a:cubicBezTo>
                                <a:cubicBezTo>
                                  <a:pt x="17" y="56"/>
                                  <a:pt x="12" y="50"/>
                                  <a:pt x="10" y="43"/>
                                </a:cubicBezTo>
                                <a:close/>
                              </a:path>
                            </a:pathLst>
                          </a:custGeom>
                          <a:gradFill rotWithShape="1">
                            <a:gsLst>
                              <a:gs pos="0">
                                <a:srgbClr val="EFB32F"/>
                              </a:gs>
                              <a:gs pos="100000">
                                <a:srgbClr val="E33830"/>
                              </a:gs>
                            </a:gsLst>
                            <a:lin ang="18900000" scaled="1"/>
                          </a:gradFill>
                          <a:ln>
                            <a:noFill/>
                          </a:ln>
                          <a:effectLst/>
                          <a:extLst>
                            <a:ext uri="{91240B29-F687-4F45-9708-019B960494DF}">
                              <a14:hiddenLine xmlns:a14="http://schemas.microsoft.com/office/drawing/2010/main" w="9525">
                                <a:solidFill>
                                  <a:srgbClr val="212120"/>
                                </a:solidFill>
                                <a:round/>
                                <a:headEnd/>
                                <a:tailEnd/>
                              </a14:hiddenLine>
                            </a:ext>
                            <a:ext uri="{AF507438-7753-43E0-B8FC-AC1667EBCBE1}">
                              <a14:hiddenEffects xmlns:a14="http://schemas.microsoft.com/office/drawing/2010/main">
                                <a:effectLst>
                                  <a:outerShdw dist="35921" dir="2700000" algn="ctr" rotWithShape="0">
                                    <a:srgbClr val="8C8682"/>
                                  </a:outerShdw>
                                </a:effectLst>
                              </a14:hiddenEffects>
                            </a:ext>
                          </a:extLst>
                        </wps:spPr>
                        <wps:bodyPr rot="0" vert="horz" wrap="square" lIns="91440" tIns="45720" rIns="91440" bIns="45720" anchor="t" anchorCtr="0" upright="1">
                          <a:noAutofit/>
                        </wps:bodyPr>
                      </wps:wsp>
                      <wps:wsp>
                        <wps:cNvPr id="116" name="Freeform 119"/>
                        <wps:cNvSpPr>
                          <a:spLocks/>
                        </wps:cNvSpPr>
                        <wps:spPr bwMode="auto">
                          <a:xfrm>
                            <a:off x="114552048" y="106344736"/>
                            <a:ext cx="228750" cy="172500"/>
                          </a:xfrm>
                          <a:custGeom>
                            <a:avLst/>
                            <a:gdLst>
                              <a:gd name="T0" fmla="*/ 7 w 61"/>
                              <a:gd name="T1" fmla="*/ 26 h 46"/>
                              <a:gd name="T2" fmla="*/ 48 w 61"/>
                              <a:gd name="T3" fmla="*/ 13 h 46"/>
                              <a:gd name="T4" fmla="*/ 61 w 61"/>
                              <a:gd name="T5" fmla="*/ 28 h 46"/>
                              <a:gd name="T6" fmla="*/ 46 w 61"/>
                              <a:gd name="T7" fmla="*/ 7 h 46"/>
                              <a:gd name="T8" fmla="*/ 5 w 61"/>
                              <a:gd name="T9" fmla="*/ 20 h 46"/>
                              <a:gd name="T10" fmla="*/ 4 w 61"/>
                              <a:gd name="T11" fmla="*/ 46 h 46"/>
                              <a:gd name="T12" fmla="*/ 7 w 61"/>
                              <a:gd name="T13" fmla="*/ 26 h 46"/>
                            </a:gdLst>
                            <a:ahLst/>
                            <a:cxnLst>
                              <a:cxn ang="0">
                                <a:pos x="T0" y="T1"/>
                              </a:cxn>
                              <a:cxn ang="0">
                                <a:pos x="T2" y="T3"/>
                              </a:cxn>
                              <a:cxn ang="0">
                                <a:pos x="T4" y="T5"/>
                              </a:cxn>
                              <a:cxn ang="0">
                                <a:pos x="T6" y="T7"/>
                              </a:cxn>
                              <a:cxn ang="0">
                                <a:pos x="T8" y="T9"/>
                              </a:cxn>
                              <a:cxn ang="0">
                                <a:pos x="T10" y="T11"/>
                              </a:cxn>
                              <a:cxn ang="0">
                                <a:pos x="T12" y="T13"/>
                              </a:cxn>
                            </a:cxnLst>
                            <a:rect l="0" t="0" r="r" b="b"/>
                            <a:pathLst>
                              <a:path w="61" h="46">
                                <a:moveTo>
                                  <a:pt x="7" y="26"/>
                                </a:moveTo>
                                <a:cubicBezTo>
                                  <a:pt x="14" y="11"/>
                                  <a:pt x="33" y="5"/>
                                  <a:pt x="48" y="13"/>
                                </a:cubicBezTo>
                                <a:cubicBezTo>
                                  <a:pt x="54" y="17"/>
                                  <a:pt x="59" y="22"/>
                                  <a:pt x="61" y="28"/>
                                </a:cubicBezTo>
                                <a:cubicBezTo>
                                  <a:pt x="60" y="20"/>
                                  <a:pt x="54" y="12"/>
                                  <a:pt x="46" y="7"/>
                                </a:cubicBezTo>
                                <a:cubicBezTo>
                                  <a:pt x="31" y="0"/>
                                  <a:pt x="13" y="5"/>
                                  <a:pt x="5" y="20"/>
                                </a:cubicBezTo>
                                <a:cubicBezTo>
                                  <a:pt x="0" y="29"/>
                                  <a:pt x="0" y="38"/>
                                  <a:pt x="4" y="46"/>
                                </a:cubicBezTo>
                                <a:cubicBezTo>
                                  <a:pt x="2" y="40"/>
                                  <a:pt x="3" y="32"/>
                                  <a:pt x="7" y="26"/>
                                </a:cubicBezTo>
                                <a:close/>
                              </a:path>
                            </a:pathLst>
                          </a:custGeom>
                          <a:gradFill rotWithShape="1">
                            <a:gsLst>
                              <a:gs pos="0">
                                <a:srgbClr val="EFB32F"/>
                              </a:gs>
                              <a:gs pos="100000">
                                <a:srgbClr val="E33830"/>
                              </a:gs>
                            </a:gsLst>
                            <a:lin ang="18900000" scaled="1"/>
                          </a:gradFill>
                          <a:ln>
                            <a:noFill/>
                          </a:ln>
                          <a:effectLst/>
                          <a:extLst>
                            <a:ext uri="{91240B29-F687-4F45-9708-019B960494DF}">
                              <a14:hiddenLine xmlns:a14="http://schemas.microsoft.com/office/drawing/2010/main" w="9525">
                                <a:solidFill>
                                  <a:srgbClr val="212120"/>
                                </a:solidFill>
                                <a:round/>
                                <a:headEnd/>
                                <a:tailEnd/>
                              </a14:hiddenLine>
                            </a:ext>
                            <a:ext uri="{AF507438-7753-43E0-B8FC-AC1667EBCBE1}">
                              <a14:hiddenEffects xmlns:a14="http://schemas.microsoft.com/office/drawing/2010/main">
                                <a:effectLst>
                                  <a:outerShdw dist="35921" dir="2700000" algn="ctr" rotWithShape="0">
                                    <a:srgbClr val="8C8682"/>
                                  </a:outerShdw>
                                </a:effectLst>
                              </a14:hiddenEffects>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13" o:spid="_x0000_s1026" style="position:absolute;margin-left:538.5pt;margin-top:484.5pt;width:46.3pt;height:60.7pt;rotation:804310fd;z-index:251688448;mso-position-horizontal-relative:page;mso-position-vertical-relative:page" coordorigin="1143795,1062809" coordsize="4500,4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">
                <v:shape id="Freeform 114" o:spid="_x0000_s1027" style="position:absolute;left:1143982;top:1064609;width:4313;height:3075;visibility:visible;mso-wrap-style:square;v-text-anchor:top" coordsize="115,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wkssMA&#10;AADcAAAADwAAAGRycy9kb3ducmV2LnhtbERPTWuDQBC9F/oflin0UpLVGEKwrmJDC7nkkKT0PLhT&#10;lbqz4m7U5tdnC4Xc5vE+Jytm04mRBtdaVhAvIxDEldUt1wo+zx+LLQjnkTV2lknBLzko8seHDFNt&#10;Jz7SePK1CCHsUlTQeN+nUrqqIYNuaXviwH3bwaAPcKilHnAK4aaTqyjaSIMth4YGe9o1VP2cLkbB&#10;dW8Oq69DH71N5ftLckx4XFeJUs9Pc/kKwtPs7+J/916H+XEMf8+EC2R+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twkssMAAADcAAAADwAAAAAAAAAAAAAAAACYAgAAZHJzL2Rv&#10;d25yZXYueG1sUEsFBgAAAAAEAAQA9QAAAIgDAAAAAA==&#10;" path="m101,37c84,64,49,71,23,54,12,47,4,36,,24,2,40,11,56,26,65,52,82,87,75,103,48,113,34,115,16,110,v1,13,-2,26,-9,37xe" fillcolor="#e33830" stroked="f" strokecolor="#212120">
                  <v:fill color2="#efb32f" rotate="t" angle="45" focus="100%" type="gradient"/>
                  <v:shadow color="#8c8682"/>
                  <v:path arrowok="t" o:connecttype="custom" o:connectlocs="378750,138750;86250,202500;0,90000;97500,243750;386250,180000;412500,0;378750,138750" o:connectangles="0,0,0,0,0,0,0"/>
                </v:shape>
                <v:shape id="Freeform 115" o:spid="_x0000_s1028" style="position:absolute;left:1143795;top:1063559;width:4087;height:3638;visibility:visible;mso-wrap-style:square;v-text-anchor:top" coordsize="109,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kGMIA&#10;AADcAAAADwAAAGRycy9kb3ducmV2LnhtbERP32vCMBB+F/Y/hBvsTVMLjq6aljEQNwaC3djz0ZxN&#10;tbnUJtPuv18Ewbf7+H7eqhxtJ840+NaxgvksAUFcO91yo+D7az3NQPiArLFzTAr+yENZPExWmGt3&#10;4R2dq9CIGMI+RwUmhD6X0teGLPqZ64kjt3eDxRDh0Eg94CWG206mSfIsLbYcGwz29GaoPla/VsH2&#10;w5gsWdOi+kmzl4X7PFWHDSr19Di+LkEEGsNdfHO/6zh/nsL1mXiBLP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2QYwgAAANwAAAAPAAAAAAAAAAAAAAAAAJgCAABkcnMvZG93&#10;bnJldi54bWxQSwUGAAAAAAQABAD1AAAAhwMAAAAA&#10;" path="m77,81c46,88,16,68,10,38,7,25,9,12,15,,5,13,,30,4,47v6,31,36,50,67,44c88,87,102,76,109,61,101,71,90,78,77,81xe" fillcolor="#e33830" stroked="f" strokecolor="#212120">
                  <v:fill color2="#efb32f" rotate="t" angle="45" focus="100%" type="gradient"/>
                  <v:shadow color="#8c8682"/>
                  <v:path arrowok="t" o:connecttype="custom" o:connectlocs="288750,303750;37500,142500;56250,0;15000,176250;266250,341250;408750,228750;288750,303750" o:connectangles="0,0,0,0,0,0,0"/>
                </v:shape>
                <v:shape id="Freeform 116" o:spid="_x0000_s1029" style="position:absolute;left:1144207;top:1062959;width:2363;height:3338;visibility:visible;mso-wrap-style:square;v-text-anchor:top" coordsize="63,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hGcMIA&#10;AADcAAAADwAAAGRycy9kb3ducmV2LnhtbERPS4vCMBC+L/gfwgje1tQHRbpGEUHRk4+th70NzWxb&#10;tpmUJtrqrzeCsLf5+J4zX3amEjdqXGlZwWgYgSDOrC45V5B+bz5nIJxH1lhZJgV3crBc9D7mmGjb&#10;8oluZ5+LEMIuQQWF93UipcsKMuiGtiYO3K9tDPoAm1zqBtsQbio5jqJYGiw5NBRY07qg7O98NQqO&#10;j+wHtziN73Er95N9J9P0clBq0O9WXyA8df5f/HbvdJg/msDrmXCBXD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7aEZwwgAAANwAAAAPAAAAAAAAAAAAAAAAAJgCAABkcnMvZG93&#10;bnJldi54bWxQSwUGAAAAAAQABAD1AAAAhwMAAAAA&#10;" path="m34,78c14,65,8,38,21,18,27,9,35,3,45,,32,1,20,8,13,20,,40,5,67,26,80v11,8,25,9,37,5c53,86,43,84,34,78xe" fillcolor="#ef792f" stroked="f" strokecolor="#212120">
                  <v:fill color2="#e33830" rotate="t" angle="135" focus="100%" type="gradient"/>
                  <v:shadow color="#8c8682"/>
                  <v:path arrowok="t" o:connecttype="custom" o:connectlocs="127500,292500;78750,67500;168750,0;48750,75000;97500,300000;236250,318750;127500,292500" o:connectangles="0,0,0,0,0,0,0"/>
                </v:shape>
                <v:shape id="Freeform 117" o:spid="_x0000_s1030" style="position:absolute;left:1144582;top:1062809;width:2813;height:3188;visibility:visible;mso-wrap-style:square;v-text-anchor:top" coordsize="75,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eIXsIA&#10;AADcAAAADwAAAGRycy9kb3ducmV2LnhtbERPTWsCMRC9C/0PYQreNLtFRLZGsVJRERFtL70NyXR3&#10;6WYSNqmu/94Igrd5vM+ZzjvbiDO1oXasIB9mIIi1MzWXCr6/VoMJiBCRDTaOScGVAsxnL70pFsZd&#10;+EjnUyxFCuFQoIIqRl9IGXRFFsPQeeLE/brWYkywLaVp8ZLCbSPfsmwsLdacGir0tKxI/53+rYKP&#10;tWkyr1fL7VUf8s/95qfeLbxS/ddu8Q4iUhef4od7Y9L8fAT3Z9IFcnY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h4hewgAAANwAAAAPAAAAAAAAAAAAAAAAAJgCAABkcnMvZG93&#10;bnJldi54bWxQSwUGAAAAAAQABAD1AAAAhwMAAAAA&#10;" path="m12,60c7,36,22,13,46,7v10,-2,20,,29,4c65,3,52,,38,3,15,8,,31,5,55,8,68,16,79,28,85,20,79,14,70,12,60xe" fillcolor="#ef792f" stroked="f" strokecolor="#212120">
                  <v:fill color2="#e33830" rotate="t" angle="135" focus="100%" type="gradient"/>
                  <v:shadow color="#8c8682"/>
                  <v:path arrowok="t" o:connecttype="custom" o:connectlocs="45000,225000;172500,26250;281250,41250;142500,11250;18750,206250;105000,318750;45000,225000" o:connectangles="0,0,0,0,0,0,0"/>
                </v:shape>
                <v:shape id="Freeform 118" o:spid="_x0000_s1031" style="position:absolute;left:1145257;top:1063447;width:1875;height:2250;visibility:visible;mso-wrap-style:square;v-text-anchor:top" coordsize="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MIUcIA&#10;AADcAAAADwAAAGRycy9kb3ducmV2LnhtbERPTWvCQBC9F/oflil4kbqJoJToKqWlogUPTSpeh+yY&#10;hGZnQ3aq8d+7BaG3ebzPWa4H16oz9aHxbCCdJKCIS28brgx8Fx/PL6CCIFtsPZOBKwVYrx4flphZ&#10;f+EvOudSqRjCIUMDtUiXaR3KmhyGie+II3fyvUOJsK+07fESw12rp0ky1w4bjg01dvRWU/mT/zoD&#10;yfux2G8GsfNDMU7D7nOfkogxo6fhdQFKaJB/8d29tXF+OoO/Z+IFen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gwhRwgAAANwAAAAPAAAAAAAAAAAAAAAAAJgCAABkcnMvZG93&#10;bnJldi54bWxQSwUGAAAAAAQABAD1AAAAhwMAAAAA&#10;" path="m10,43c5,27,14,10,30,5,37,3,44,4,50,6,43,1,34,,25,3,9,8,,25,5,41v3,9,9,15,17,19c17,56,12,50,10,43xe" fillcolor="#efb32f" stroked="f" strokecolor="#212120">
                  <v:fill color2="#e33830" rotate="t" angle="135" focus="100%" type="gradient"/>
                  <v:shadow color="#8c8682"/>
                  <v:path arrowok="t" o:connecttype="custom" o:connectlocs="37500,161250;112500,18750;187500,22500;93750,11250;18750,153750;82500,225000;37500,161250" o:connectangles="0,0,0,0,0,0,0"/>
                </v:shape>
                <v:shape id="Freeform 119" o:spid="_x0000_s1032" style="position:absolute;left:1145520;top:1063447;width:2287;height:1725;visibility:visible;mso-wrap-style:square;v-text-anchor:top" coordsize="61,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E/dsIA&#10;AADcAAAADwAAAGRycy9kb3ducmV2LnhtbERPzYrCMBC+C/sOYRa8aeoeRLpGqeKi6B78e4ChmW2q&#10;zaQ0UatPvxEEb/Px/c542tpKXKnxpWMFg34Cgjh3uuRCwfHw0xuB8AFZY+WYFNzJw3Ty0Rljqt2N&#10;d3Tdh0LEEPYpKjAh1KmUPjdk0fddTRy5P9dYDBE2hdQN3mK4reRXkgylxZJjg8Ga5oby8/5iFaz9&#10;5nRYbH9dsSwX5j57ZNvjLlOq+9lm3yACteEtfrlXOs4fDOH5TLxATv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4T92wgAAANwAAAAPAAAAAAAAAAAAAAAAAJgCAABkcnMvZG93&#10;bnJldi54bWxQSwUGAAAAAAQABAD1AAAAhwMAAAAA&#10;" path="m7,26c14,11,33,5,48,13v6,4,11,9,13,15c60,20,54,12,46,7,31,,13,5,5,20,,29,,38,4,46,2,40,3,32,7,26xe" fillcolor="#efb32f" stroked="f" strokecolor="#212120">
                  <v:fill color2="#e33830" rotate="t" angle="135" focus="100%" type="gradient"/>
                  <v:shadow color="#8c8682"/>
                  <v:path arrowok="t" o:connecttype="custom" o:connectlocs="26250,97500;180000,48750;228750,105000;172500,26250;18750,75000;15000,172500;26250,97500" o:connectangles="0,0,0,0,0,0,0"/>
                </v:shape>
                <w10:wrap anchorx="page" anchory="page"/>
              </v:group>
            </w:pict>
          </mc:Fallback>
        </mc:AlternateContent>
      </w:r>
      <w:r w:rsidR="009F7444">
        <w:rPr>
          <w:noProof/>
          <w:color w:val="auto"/>
          <w:kern w:val="0"/>
          <w:sz w:val="24"/>
          <w:szCs w:val="24"/>
        </w:rPr>
        <mc:AlternateContent>
          <mc:Choice Requires="wps">
            <w:drawing>
              <wp:anchor distT="36576" distB="36576" distL="36576" distR="36576" simplePos="0" relativeHeight="251656704" behindDoc="0" locked="0" layoutInCell="1" allowOverlap="1">
                <wp:simplePos x="0" y="0"/>
                <wp:positionH relativeFrom="page">
                  <wp:posOffset>7098030</wp:posOffset>
                </wp:positionH>
                <wp:positionV relativeFrom="page">
                  <wp:posOffset>6254115</wp:posOffset>
                </wp:positionV>
                <wp:extent cx="2795905" cy="972820"/>
                <wp:effectExtent l="1905" t="0" r="2540" b="2540"/>
                <wp:wrapNone/>
                <wp:docPr id="109"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5905" cy="972820"/>
                        </a:xfrm>
                        <a:prstGeom prst="rect">
                          <a:avLst/>
                        </a:prstGeom>
                        <a:noFill/>
                        <a:ln>
                          <a:noFill/>
                        </a:ln>
                        <a:effectLst/>
                        <a:extLst>
                          <a:ext uri="{909E8E84-426E-40DD-AFC4-6F175D3DCCD1}">
                            <a14:hiddenFill xmlns:a14="http://schemas.microsoft.com/office/drawing/2010/main">
                              <a:solidFill>
                                <a:srgbClr val="FFFFFE"/>
                              </a:solidFill>
                            </a14:hiddenFill>
                          </a:ext>
                          <a:ext uri="{91240B29-F687-4F45-9708-019B960494DF}">
                            <a14:hiddenLine xmlns:a14="http://schemas.microsoft.com/office/drawing/2010/main" w="9525" algn="in">
                              <a:solidFill>
                                <a:srgbClr val="212120"/>
                              </a:solidFill>
                              <a:miter lim="800000"/>
                              <a:headEnd/>
                              <a:tailEnd/>
                            </a14:hiddenLine>
                          </a:ext>
                          <a:ext uri="{AF507438-7753-43E0-B8FC-AC1667EBCBE1}">
                            <a14:hiddenEffects xmlns:a14="http://schemas.microsoft.com/office/drawing/2010/main">
                              <a:effectLst/>
                            </a14:hiddenEffects>
                          </a:ext>
                        </a:extLst>
                      </wps:spPr>
                      <wps:txbx>
                        <w:txbxContent>
                          <w:p w:rsidR="00476734" w:rsidRPr="00476734" w:rsidRDefault="004E132B" w:rsidP="00476734">
                            <w:pPr>
                              <w:widowControl w:val="0"/>
                              <w:jc w:val="center"/>
                              <w:rPr>
                                <w:rFonts w:ascii="Arial" w:hAnsi="Arial" w:cs="Arial"/>
                                <w:b/>
                                <w:color w:val="E36C0A" w:themeColor="accent6" w:themeShade="BF"/>
                                <w:w w:val="90"/>
                                <w:sz w:val="60"/>
                                <w:szCs w:val="60"/>
                                <w:lang w:val="en"/>
                              </w:rPr>
                            </w:pPr>
                            <w:r w:rsidRPr="00476734">
                              <w:rPr>
                                <w:rFonts w:ascii="Arial" w:hAnsi="Arial" w:cs="Arial"/>
                                <w:b/>
                                <w:color w:val="E36C0A" w:themeColor="accent6" w:themeShade="BF"/>
                                <w:w w:val="90"/>
                                <w:sz w:val="60"/>
                                <w:szCs w:val="60"/>
                                <w:lang w:val="en"/>
                              </w:rPr>
                              <w:t>Academies….</w:t>
                            </w:r>
                          </w:p>
                          <w:p w:rsidR="00BF7EA0" w:rsidRPr="00476734" w:rsidRDefault="004E132B" w:rsidP="00476734">
                            <w:pPr>
                              <w:widowControl w:val="0"/>
                              <w:jc w:val="center"/>
                              <w:rPr>
                                <w:rFonts w:ascii="Arial" w:hAnsi="Arial" w:cs="Arial"/>
                                <w:color w:val="FFFFFF" w:themeColor="background1"/>
                                <w:w w:val="90"/>
                                <w:sz w:val="36"/>
                                <w:szCs w:val="36"/>
                                <w:lang w:val="en"/>
                              </w:rPr>
                            </w:pPr>
                            <w:r w:rsidRPr="00476734">
                              <w:rPr>
                                <w:rFonts w:ascii="Arial" w:hAnsi="Arial" w:cs="Arial"/>
                                <w:b/>
                                <w:color w:val="FFFFFF" w:themeColor="background1"/>
                                <w:w w:val="90"/>
                                <w:sz w:val="36"/>
                                <w:szCs w:val="36"/>
                                <w:lang w:val="en"/>
                              </w:rPr>
                              <w:t>Making a World of Difference</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 o:spid="_x0000_s1031" type="#_x0000_t202" style="position:absolute;margin-left:558.9pt;margin-top:492.45pt;width:220.15pt;height:76.6pt;z-index:251656704;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" filled="f" fillcolor="#fffffe" stroked="f" strokecolor="#212120" insetpen="t">
                <v:textbox inset="2.88pt,2.88pt,2.88pt,2.88pt">
                  <w:txbxContent>
                    <w:p w:rsidR="00476734" w:rsidRPr="00476734" w:rsidRDefault="004E132B" w:rsidP="00476734">
                      <w:pPr>
                        <w:widowControl w:val="0"/>
                        <w:jc w:val="center"/>
                        <w:rPr>
                          <w:rFonts w:ascii="Arial" w:hAnsi="Arial" w:cs="Arial"/>
                          <w:b/>
                          <w:color w:val="E36C0A" w:themeColor="accent6" w:themeShade="BF"/>
                          <w:w w:val="90"/>
                          <w:sz w:val="60"/>
                          <w:szCs w:val="60"/>
                          <w:lang w:val="en"/>
                        </w:rPr>
                      </w:pPr>
                      <w:r w:rsidRPr="00476734">
                        <w:rPr>
                          <w:rFonts w:ascii="Arial" w:hAnsi="Arial" w:cs="Arial"/>
                          <w:b/>
                          <w:color w:val="E36C0A" w:themeColor="accent6" w:themeShade="BF"/>
                          <w:w w:val="90"/>
                          <w:sz w:val="60"/>
                          <w:szCs w:val="60"/>
                          <w:lang w:val="en"/>
                        </w:rPr>
                        <w:t>Academies….</w:t>
                      </w:r>
                    </w:p>
                    <w:p w:rsidR="00BF7EA0" w:rsidRPr="00476734" w:rsidRDefault="004E132B" w:rsidP="00476734">
                      <w:pPr>
                        <w:widowControl w:val="0"/>
                        <w:jc w:val="center"/>
                        <w:rPr>
                          <w:rFonts w:ascii="Arial" w:hAnsi="Arial" w:cs="Arial"/>
                          <w:color w:val="FFFFFF" w:themeColor="background1"/>
                          <w:w w:val="90"/>
                          <w:sz w:val="36"/>
                          <w:szCs w:val="36"/>
                          <w:lang w:val="en"/>
                        </w:rPr>
                      </w:pPr>
                      <w:r w:rsidRPr="00476734">
                        <w:rPr>
                          <w:rFonts w:ascii="Arial" w:hAnsi="Arial" w:cs="Arial"/>
                          <w:b/>
                          <w:color w:val="FFFFFF" w:themeColor="background1"/>
                          <w:w w:val="90"/>
                          <w:sz w:val="36"/>
                          <w:szCs w:val="36"/>
                          <w:lang w:val="en"/>
                        </w:rPr>
                        <w:t>Making a World of Difference</w:t>
                      </w:r>
                    </w:p>
                  </w:txbxContent>
                </v:textbox>
                <w10:wrap anchorx="page" anchory="page"/>
              </v:shape>
            </w:pict>
          </mc:Fallback>
        </mc:AlternateContent>
      </w:r>
      <w:r w:rsidR="009F7444">
        <w:rPr>
          <w:noProof/>
          <w:color w:val="auto"/>
          <w:kern w:val="0"/>
          <w:sz w:val="24"/>
          <w:szCs w:val="24"/>
        </w:rPr>
        <mc:AlternateContent>
          <mc:Choice Requires="wps">
            <w:drawing>
              <wp:anchor distT="36576" distB="36576" distL="36576" distR="36576" simplePos="0" relativeHeight="251651584" behindDoc="0" locked="0" layoutInCell="1" allowOverlap="1">
                <wp:simplePos x="0" y="0"/>
                <wp:positionH relativeFrom="page">
                  <wp:posOffset>6863715</wp:posOffset>
                </wp:positionH>
                <wp:positionV relativeFrom="page">
                  <wp:posOffset>664845</wp:posOffset>
                </wp:positionV>
                <wp:extent cx="2526665" cy="987425"/>
                <wp:effectExtent l="0" t="0" r="1270" b="0"/>
                <wp:wrapNone/>
                <wp:docPr id="10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6665" cy="987425"/>
                        </a:xfrm>
                        <a:prstGeom prst="rect">
                          <a:avLst/>
                        </a:prstGeom>
                        <a:noFill/>
                        <a:ln>
                          <a:noFill/>
                        </a:ln>
                        <a:effectLst/>
                        <a:extLst>
                          <a:ext uri="{909E8E84-426E-40DD-AFC4-6F175D3DCCD1}">
                            <a14:hiddenFill xmlns:a14="http://schemas.microsoft.com/office/drawing/2010/main">
                              <a:solidFill>
                                <a:srgbClr val="FFFFFE"/>
                              </a:solidFill>
                            </a14:hiddenFill>
                          </a:ext>
                          <a:ext uri="{91240B29-F687-4F45-9708-019B960494DF}">
                            <a14:hiddenLine xmlns:a14="http://schemas.microsoft.com/office/drawing/2010/main" w="9525" algn="in">
                              <a:solidFill>
                                <a:srgbClr val="212120"/>
                              </a:solidFill>
                              <a:miter lim="800000"/>
                              <a:headEnd/>
                              <a:tailEnd/>
                            </a14:hiddenLine>
                          </a:ext>
                          <a:ext uri="{AF507438-7753-43E0-B8FC-AC1667EBCBE1}">
                            <a14:hiddenEffects xmlns:a14="http://schemas.microsoft.com/office/drawing/2010/main">
                              <a:effectLst/>
                            </a14:hiddenEffects>
                          </a:ext>
                        </a:extLst>
                      </wps:spPr>
                      <wps:txbx>
                        <w:txbxContent>
                          <w:p w:rsidR="00BF7EA0" w:rsidRPr="004E132B" w:rsidRDefault="004E132B" w:rsidP="004E132B">
                            <w:pPr>
                              <w:widowControl w:val="0"/>
                              <w:jc w:val="center"/>
                              <w:rPr>
                                <w:rFonts w:ascii="Bookman Old Style" w:hAnsi="Bookman Old Style" w:cs="Arial"/>
                                <w:b/>
                                <w:color w:val="2E3640"/>
                                <w:spacing w:val="20"/>
                                <w:w w:val="90"/>
                                <w:sz w:val="44"/>
                                <w:szCs w:val="44"/>
                                <w:lang w:val="en"/>
                              </w:rPr>
                            </w:pPr>
                            <w:r w:rsidRPr="004E132B">
                              <w:rPr>
                                <w:rFonts w:ascii="Bookman Old Style" w:hAnsi="Bookman Old Style" w:cs="Arial"/>
                                <w:b/>
                                <w:color w:val="2E3640"/>
                                <w:spacing w:val="20"/>
                                <w:w w:val="90"/>
                                <w:sz w:val="44"/>
                                <w:szCs w:val="44"/>
                                <w:lang w:val="en"/>
                              </w:rPr>
                              <w:t>Haines City High School</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2" type="#_x0000_t202" style="position:absolute;margin-left:540.45pt;margin-top:52.35pt;width:198.95pt;height:77.75pt;z-index:251651584;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" filled="f" fillcolor="#fffffe" stroked="f" strokecolor="#212120" insetpen="t">
                <v:textbox inset="2.88pt,2.88pt,2.88pt,2.88pt">
                  <w:txbxContent>
                    <w:p w:rsidR="00BF7EA0" w:rsidRPr="004E132B" w:rsidRDefault="004E132B" w:rsidP="004E132B">
                      <w:pPr>
                        <w:widowControl w:val="0"/>
                        <w:jc w:val="center"/>
                        <w:rPr>
                          <w:rFonts w:ascii="Bookman Old Style" w:hAnsi="Bookman Old Style" w:cs="Arial"/>
                          <w:b/>
                          <w:color w:val="2E3640"/>
                          <w:spacing w:val="20"/>
                          <w:w w:val="90"/>
                          <w:sz w:val="44"/>
                          <w:szCs w:val="44"/>
                          <w:lang w:val="en"/>
                        </w:rPr>
                      </w:pPr>
                      <w:r w:rsidRPr="004E132B">
                        <w:rPr>
                          <w:rFonts w:ascii="Bookman Old Style" w:hAnsi="Bookman Old Style" w:cs="Arial"/>
                          <w:b/>
                          <w:color w:val="2E3640"/>
                          <w:spacing w:val="20"/>
                          <w:w w:val="90"/>
                          <w:sz w:val="44"/>
                          <w:szCs w:val="44"/>
                          <w:lang w:val="en"/>
                        </w:rPr>
                        <w:t>Haines City High School</w:t>
                      </w:r>
                    </w:p>
                  </w:txbxContent>
                </v:textbox>
                <w10:wrap anchorx="page" anchory="page"/>
              </v:shape>
            </w:pict>
          </mc:Fallback>
        </mc:AlternateContent>
      </w:r>
      <w:r w:rsidR="009F7444">
        <w:rPr>
          <w:noProof/>
        </w:rPr>
        <w:drawing>
          <wp:anchor distT="0" distB="0" distL="114300" distR="114300" simplePos="0" relativeHeight="251685376" behindDoc="0" locked="0" layoutInCell="1" allowOverlap="1">
            <wp:simplePos x="0" y="0"/>
            <wp:positionH relativeFrom="column">
              <wp:posOffset>6332855</wp:posOffset>
            </wp:positionH>
            <wp:positionV relativeFrom="paragraph">
              <wp:posOffset>1277620</wp:posOffset>
            </wp:positionV>
            <wp:extent cx="3169285" cy="2068195"/>
            <wp:effectExtent l="0" t="0" r="0" b="8255"/>
            <wp:wrapNone/>
            <wp:docPr id="107" name="Picture 104" descr="\\FS1791A.polk-fl.net\users$\crystal.young\My Documents\AMP\Picture 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FS1791A.polk-fl.net\users$\crystal.young\My Documents\AMP\Picture 4.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169285" cy="2068195"/>
                    </a:xfrm>
                    <a:prstGeom prst="rect">
                      <a:avLst/>
                    </a:prstGeom>
                    <a:noFill/>
                    <a:ln>
                      <a:noFill/>
                    </a:ln>
                  </pic:spPr>
                </pic:pic>
              </a:graphicData>
            </a:graphic>
            <wp14:sizeRelH relativeFrom="page">
              <wp14:pctWidth>0</wp14:pctWidth>
            </wp14:sizeRelH>
            <wp14:sizeRelV relativeFrom="page">
              <wp14:pctHeight>0</wp14:pctHeight>
            </wp14:sizeRelV>
          </wp:anchor>
        </w:drawing>
      </w:r>
      <w:r w:rsidR="009F7444">
        <w:rPr>
          <w:noProof/>
        </w:rPr>
        <w:drawing>
          <wp:anchor distT="0" distB="0" distL="114300" distR="114300" simplePos="0" relativeHeight="251687424" behindDoc="0" locked="0" layoutInCell="1" allowOverlap="1">
            <wp:simplePos x="0" y="0"/>
            <wp:positionH relativeFrom="column">
              <wp:posOffset>10318750</wp:posOffset>
            </wp:positionH>
            <wp:positionV relativeFrom="paragraph">
              <wp:posOffset>1649095</wp:posOffset>
            </wp:positionV>
            <wp:extent cx="2487295" cy="1899285"/>
            <wp:effectExtent l="0" t="0" r="8255" b="5715"/>
            <wp:wrapNone/>
            <wp:docPr id="106" name="Picture 105" descr="C:\Documents and Settings\crystal.young\Desktop\Hornet0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C:\Documents and Settings\crystal.young\Desktop\Hornet05.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87295" cy="1899285"/>
                    </a:xfrm>
                    <a:prstGeom prst="rect">
                      <a:avLst/>
                    </a:prstGeom>
                    <a:noFill/>
                    <a:ln>
                      <a:noFill/>
                    </a:ln>
                  </pic:spPr>
                </pic:pic>
              </a:graphicData>
            </a:graphic>
            <wp14:sizeRelH relativeFrom="page">
              <wp14:pctWidth>0</wp14:pctWidth>
            </wp14:sizeRelH>
            <wp14:sizeRelV relativeFrom="page">
              <wp14:pctHeight>0</wp14:pctHeight>
            </wp14:sizeRelV>
          </wp:anchor>
        </w:drawing>
      </w:r>
      <w:r w:rsidR="006A2125">
        <w:br w:type="page"/>
      </w:r>
      <w:r w:rsidR="00995F46">
        <w:rPr>
          <w:noProof/>
        </w:rPr>
        <w:lastRenderedPageBreak/>
        <mc:AlternateContent>
          <mc:Choice Requires="wps">
            <w:drawing>
              <wp:anchor distT="36576" distB="36576" distL="36576" distR="36576" simplePos="0" relativeHeight="251678208" behindDoc="0" locked="0" layoutInCell="1" allowOverlap="1" wp14:anchorId="1573C793" wp14:editId="15BC04D5">
                <wp:simplePos x="0" y="0"/>
                <wp:positionH relativeFrom="page">
                  <wp:posOffset>7229475</wp:posOffset>
                </wp:positionH>
                <wp:positionV relativeFrom="page">
                  <wp:posOffset>1466215</wp:posOffset>
                </wp:positionV>
                <wp:extent cx="2592070" cy="2371725"/>
                <wp:effectExtent l="0" t="0" r="0" b="9525"/>
                <wp:wrapNone/>
                <wp:docPr id="103"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2070" cy="2371725"/>
                        </a:xfrm>
                        <a:prstGeom prst="rect">
                          <a:avLst/>
                        </a:prstGeom>
                        <a:noFill/>
                        <a:ln>
                          <a:noFill/>
                        </a:ln>
                        <a:effectLst/>
                        <a:extLst>
                          <a:ext uri="{909E8E84-426E-40DD-AFC4-6F175D3DCCD1}">
                            <a14:hiddenFill xmlns:a14="http://schemas.microsoft.com/office/drawing/2010/main">
                              <a:solidFill>
                                <a:srgbClr val="FFFFFE"/>
                              </a:solidFill>
                            </a14:hiddenFill>
                          </a:ext>
                          <a:ext uri="{91240B29-F687-4F45-9708-019B960494DF}">
                            <a14:hiddenLine xmlns:a14="http://schemas.microsoft.com/office/drawing/2010/main" w="9525" algn="in">
                              <a:solidFill>
                                <a:srgbClr val="212120"/>
                              </a:solidFill>
                              <a:miter lim="800000"/>
                              <a:headEnd/>
                              <a:tailEnd/>
                            </a14:hiddenLine>
                          </a:ext>
                          <a:ext uri="{AF507438-7753-43E0-B8FC-AC1667EBCBE1}">
                            <a14:hiddenEffects xmlns:a14="http://schemas.microsoft.com/office/drawing/2010/main">
                              <a:effectLst/>
                            </a14:hiddenEffects>
                          </a:ext>
                        </a:extLst>
                      </wps:spPr>
                      <wps:txbx>
                        <w:txbxContent>
                          <w:p w:rsidR="006A2125" w:rsidRPr="00593910" w:rsidRDefault="00593910" w:rsidP="006A2125">
                            <w:pPr>
                              <w:widowControl w:val="0"/>
                              <w:spacing w:line="280" w:lineRule="exact"/>
                              <w:rPr>
                                <w:rFonts w:ascii="Arial" w:hAnsi="Arial" w:cs="Arial"/>
                                <w:color w:val="676767"/>
                                <w:sz w:val="28"/>
                                <w:szCs w:val="28"/>
                                <w:lang w:val="en"/>
                              </w:rPr>
                            </w:pPr>
                            <w:bookmarkStart w:id="0" w:name="_GoBack"/>
                            <w:r>
                              <w:rPr>
                                <w:rFonts w:ascii="Arial" w:hAnsi="Arial" w:cs="Arial"/>
                                <w:color w:val="EF792F"/>
                                <w:spacing w:val="20"/>
                                <w:w w:val="90"/>
                                <w:sz w:val="28"/>
                                <w:szCs w:val="28"/>
                                <w:lang w:val="en"/>
                              </w:rPr>
                              <w:t>Digital Design</w:t>
                            </w:r>
                          </w:p>
                          <w:p w:rsidR="009F7444" w:rsidRPr="009F7444" w:rsidRDefault="009F7444" w:rsidP="009F7444">
                            <w:pPr>
                              <w:spacing w:line="200" w:lineRule="exact"/>
                              <w:rPr>
                                <w:rFonts w:ascii="Arial" w:hAnsi="Arial" w:cs="Arial"/>
                                <w:color w:val="595959" w:themeColor="text1" w:themeTint="A6"/>
                                <w:sz w:val="6"/>
                                <w:szCs w:val="6"/>
                              </w:rPr>
                            </w:pPr>
                          </w:p>
                          <w:p w:rsidR="00995F46" w:rsidRPr="009F7444" w:rsidRDefault="00C138ED" w:rsidP="00995F46">
                            <w:pPr>
                              <w:spacing w:line="240" w:lineRule="exact"/>
                              <w:jc w:val="both"/>
                              <w:rPr>
                                <w:rFonts w:ascii="Arial" w:hAnsi="Arial" w:cs="Arial"/>
                                <w:color w:val="595959" w:themeColor="text1" w:themeTint="A6"/>
                                <w:sz w:val="16"/>
                                <w:szCs w:val="16"/>
                              </w:rPr>
                            </w:pPr>
                            <w:r w:rsidRPr="009F7444">
                              <w:rPr>
                                <w:rFonts w:ascii="Arial" w:hAnsi="Arial" w:cs="Arial"/>
                                <w:color w:val="595959" w:themeColor="text1" w:themeTint="A6"/>
                                <w:sz w:val="16"/>
                                <w:szCs w:val="16"/>
                              </w:rPr>
                              <w:t>This course will investigate computer graphics systems and students will produce computer-generated images</w:t>
                            </w:r>
                            <w:r w:rsidR="00BB67E4">
                              <w:rPr>
                                <w:rFonts w:ascii="Arial" w:hAnsi="Arial" w:cs="Arial"/>
                                <w:color w:val="595959" w:themeColor="text1" w:themeTint="A6"/>
                                <w:sz w:val="16"/>
                                <w:szCs w:val="16"/>
                              </w:rPr>
                              <w:t xml:space="preserve"> using Nikon and Canon Photography Equipment</w:t>
                            </w:r>
                            <w:r w:rsidRPr="009F7444">
                              <w:rPr>
                                <w:rFonts w:ascii="Arial" w:hAnsi="Arial" w:cs="Arial"/>
                                <w:color w:val="595959" w:themeColor="text1" w:themeTint="A6"/>
                                <w:sz w:val="16"/>
                                <w:szCs w:val="16"/>
                              </w:rPr>
                              <w:t xml:space="preserve">. The content includes exploration of computer imagery in the arts and industry, application of the elements and principles of two-dimensional design, fine and applied arts and methods of making aesthetic judgments. Students can also participate in the participation of the publication of the yearbook.  </w:t>
                            </w:r>
                            <w:proofErr w:type="gramStart"/>
                            <w:r w:rsidR="00995F46">
                              <w:rPr>
                                <w:rFonts w:ascii="Arial" w:hAnsi="Arial" w:cs="Arial"/>
                                <w:color w:val="595959" w:themeColor="text1" w:themeTint="A6"/>
                                <w:sz w:val="16"/>
                                <w:szCs w:val="16"/>
                              </w:rPr>
                              <w:t>P</w:t>
                            </w:r>
                            <w:r w:rsidR="00995F46" w:rsidRPr="009F7444">
                              <w:rPr>
                                <w:rFonts w:ascii="Arial" w:hAnsi="Arial" w:cs="Arial"/>
                                <w:color w:val="595959" w:themeColor="text1" w:themeTint="A6"/>
                                <w:sz w:val="16"/>
                                <w:szCs w:val="16"/>
                              </w:rPr>
                              <w:t>rerequisite course for Digital Design II/Yearbook I</w:t>
                            </w:r>
                            <w:r w:rsidR="00995F46">
                              <w:rPr>
                                <w:rFonts w:ascii="Arial" w:hAnsi="Arial" w:cs="Arial"/>
                                <w:color w:val="595959" w:themeColor="text1" w:themeTint="A6"/>
                                <w:sz w:val="16"/>
                                <w:szCs w:val="16"/>
                              </w:rPr>
                              <w:t>.</w:t>
                            </w:r>
                            <w:proofErr w:type="gramEnd"/>
                          </w:p>
                          <w:p w:rsidR="00C138ED" w:rsidRPr="009F7444" w:rsidRDefault="00BB67E4" w:rsidP="009F7444">
                            <w:pPr>
                              <w:spacing w:line="240" w:lineRule="exact"/>
                              <w:jc w:val="both"/>
                              <w:rPr>
                                <w:rFonts w:ascii="Arial" w:hAnsi="Arial" w:cs="Arial"/>
                                <w:color w:val="595959" w:themeColor="text1" w:themeTint="A6"/>
                                <w:sz w:val="16"/>
                                <w:szCs w:val="16"/>
                              </w:rPr>
                            </w:pPr>
                            <w:r>
                              <w:rPr>
                                <w:rFonts w:ascii="Arial" w:hAnsi="Arial" w:cs="Arial"/>
                                <w:color w:val="595959" w:themeColor="text1" w:themeTint="A6"/>
                                <w:sz w:val="16"/>
                                <w:szCs w:val="16"/>
                              </w:rPr>
                              <w:t xml:space="preserve">Students can earn Adobe Photoshop CS5 Industry Certification. </w:t>
                            </w:r>
                            <w:r w:rsidR="00190332">
                              <w:rPr>
                                <w:rFonts w:ascii="Arial" w:hAnsi="Arial" w:cs="Arial"/>
                                <w:color w:val="595959" w:themeColor="text1" w:themeTint="A6"/>
                                <w:sz w:val="16"/>
                                <w:szCs w:val="16"/>
                              </w:rPr>
                              <w:t xml:space="preserve"> </w:t>
                            </w:r>
                            <w:proofErr w:type="gramStart"/>
                            <w:r>
                              <w:rPr>
                                <w:rFonts w:ascii="Arial" w:hAnsi="Arial" w:cs="Arial"/>
                                <w:color w:val="595959" w:themeColor="text1" w:themeTint="A6"/>
                                <w:sz w:val="16"/>
                                <w:szCs w:val="16"/>
                              </w:rPr>
                              <w:t>.</w:t>
                            </w:r>
                            <w:proofErr w:type="gramEnd"/>
                            <w:r>
                              <w:rPr>
                                <w:rFonts w:ascii="Arial" w:hAnsi="Arial" w:cs="Arial"/>
                                <w:color w:val="595959" w:themeColor="text1" w:themeTint="A6"/>
                                <w:sz w:val="16"/>
                                <w:szCs w:val="16"/>
                              </w:rPr>
                              <w:t xml:space="preserve">  PSC Dual Enrollment courses include GRA1204 and VIC2301</w:t>
                            </w:r>
                            <w:r w:rsidR="00190332">
                              <w:rPr>
                                <w:rFonts w:ascii="Arial" w:hAnsi="Arial" w:cs="Arial"/>
                                <w:color w:val="595959" w:themeColor="text1" w:themeTint="A6"/>
                                <w:sz w:val="16"/>
                                <w:szCs w:val="16"/>
                              </w:rPr>
                              <w:t xml:space="preserve">. </w:t>
                            </w:r>
                            <w:r w:rsidR="00995F46">
                              <w:rPr>
                                <w:rFonts w:ascii="Arial" w:hAnsi="Arial" w:cs="Arial"/>
                                <w:color w:val="595959" w:themeColor="text1" w:themeTint="A6"/>
                                <w:sz w:val="16"/>
                                <w:szCs w:val="16"/>
                              </w:rPr>
                              <w:t xml:space="preserve"> </w:t>
                            </w:r>
                          </w:p>
                          <w:bookmarkEnd w:id="0"/>
                          <w:p w:rsidR="006A2125" w:rsidRDefault="006A2125" w:rsidP="00C138ED">
                            <w:pPr>
                              <w:widowControl w:val="0"/>
                              <w:spacing w:line="280" w:lineRule="exact"/>
                              <w:jc w:val="both"/>
                              <w:rPr>
                                <w:rFonts w:ascii="Arial" w:hAnsi="Arial" w:cs="Arial"/>
                                <w:color w:val="2E3640"/>
                                <w:sz w:val="15"/>
                                <w:szCs w:val="15"/>
                                <w:lang w:val="en"/>
                              </w:rPr>
                            </w:pP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6" o:spid="_x0000_s1033" type="#_x0000_t202" style="position:absolute;margin-left:569.25pt;margin-top:115.45pt;width:204.1pt;height:186.75pt;z-index:251678208;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" filled="f" fillcolor="#fffffe" stroked="f" strokecolor="#212120" insetpen="t">
                <v:textbox inset="2.88pt,2.88pt,2.88pt,2.88pt">
                  <w:txbxContent>
                    <w:p w:rsidR="006A2125" w:rsidRPr="00593910" w:rsidRDefault="00593910" w:rsidP="006A2125">
                      <w:pPr>
                        <w:widowControl w:val="0"/>
                        <w:spacing w:line="280" w:lineRule="exact"/>
                        <w:rPr>
                          <w:rFonts w:ascii="Arial" w:hAnsi="Arial" w:cs="Arial"/>
                          <w:color w:val="676767"/>
                          <w:sz w:val="28"/>
                          <w:szCs w:val="28"/>
                          <w:lang w:val="en"/>
                        </w:rPr>
                      </w:pPr>
                      <w:bookmarkStart w:id="1" w:name="_GoBack"/>
                      <w:r>
                        <w:rPr>
                          <w:rFonts w:ascii="Arial" w:hAnsi="Arial" w:cs="Arial"/>
                          <w:color w:val="EF792F"/>
                          <w:spacing w:val="20"/>
                          <w:w w:val="90"/>
                          <w:sz w:val="28"/>
                          <w:szCs w:val="28"/>
                          <w:lang w:val="en"/>
                        </w:rPr>
                        <w:t>Digital Design</w:t>
                      </w:r>
                    </w:p>
                    <w:p w:rsidR="009F7444" w:rsidRPr="009F7444" w:rsidRDefault="009F7444" w:rsidP="009F7444">
                      <w:pPr>
                        <w:spacing w:line="200" w:lineRule="exact"/>
                        <w:rPr>
                          <w:rFonts w:ascii="Arial" w:hAnsi="Arial" w:cs="Arial"/>
                          <w:color w:val="595959" w:themeColor="text1" w:themeTint="A6"/>
                          <w:sz w:val="6"/>
                          <w:szCs w:val="6"/>
                        </w:rPr>
                      </w:pPr>
                    </w:p>
                    <w:p w:rsidR="00995F46" w:rsidRPr="009F7444" w:rsidRDefault="00C138ED" w:rsidP="00995F46">
                      <w:pPr>
                        <w:spacing w:line="240" w:lineRule="exact"/>
                        <w:jc w:val="both"/>
                        <w:rPr>
                          <w:rFonts w:ascii="Arial" w:hAnsi="Arial" w:cs="Arial"/>
                          <w:color w:val="595959" w:themeColor="text1" w:themeTint="A6"/>
                          <w:sz w:val="16"/>
                          <w:szCs w:val="16"/>
                        </w:rPr>
                      </w:pPr>
                      <w:r w:rsidRPr="009F7444">
                        <w:rPr>
                          <w:rFonts w:ascii="Arial" w:hAnsi="Arial" w:cs="Arial"/>
                          <w:color w:val="595959" w:themeColor="text1" w:themeTint="A6"/>
                          <w:sz w:val="16"/>
                          <w:szCs w:val="16"/>
                        </w:rPr>
                        <w:t>This course will investigate computer graphics systems and students will produce computer-generated images</w:t>
                      </w:r>
                      <w:r w:rsidR="00BB67E4">
                        <w:rPr>
                          <w:rFonts w:ascii="Arial" w:hAnsi="Arial" w:cs="Arial"/>
                          <w:color w:val="595959" w:themeColor="text1" w:themeTint="A6"/>
                          <w:sz w:val="16"/>
                          <w:szCs w:val="16"/>
                        </w:rPr>
                        <w:t xml:space="preserve"> using Nikon and Canon Photography Equipment</w:t>
                      </w:r>
                      <w:r w:rsidRPr="009F7444">
                        <w:rPr>
                          <w:rFonts w:ascii="Arial" w:hAnsi="Arial" w:cs="Arial"/>
                          <w:color w:val="595959" w:themeColor="text1" w:themeTint="A6"/>
                          <w:sz w:val="16"/>
                          <w:szCs w:val="16"/>
                        </w:rPr>
                        <w:t xml:space="preserve">. The content includes exploration of computer imagery in the arts and industry, application of the elements and principles of two-dimensional design, fine and applied arts and methods of making aesthetic judgments. Students can also participate in the participation of the publication of the yearbook.  </w:t>
                      </w:r>
                      <w:proofErr w:type="gramStart"/>
                      <w:r w:rsidR="00995F46">
                        <w:rPr>
                          <w:rFonts w:ascii="Arial" w:hAnsi="Arial" w:cs="Arial"/>
                          <w:color w:val="595959" w:themeColor="text1" w:themeTint="A6"/>
                          <w:sz w:val="16"/>
                          <w:szCs w:val="16"/>
                        </w:rPr>
                        <w:t>P</w:t>
                      </w:r>
                      <w:r w:rsidR="00995F46" w:rsidRPr="009F7444">
                        <w:rPr>
                          <w:rFonts w:ascii="Arial" w:hAnsi="Arial" w:cs="Arial"/>
                          <w:color w:val="595959" w:themeColor="text1" w:themeTint="A6"/>
                          <w:sz w:val="16"/>
                          <w:szCs w:val="16"/>
                        </w:rPr>
                        <w:t>rerequisite course for Digital Design II/Yearbook I</w:t>
                      </w:r>
                      <w:r w:rsidR="00995F46">
                        <w:rPr>
                          <w:rFonts w:ascii="Arial" w:hAnsi="Arial" w:cs="Arial"/>
                          <w:color w:val="595959" w:themeColor="text1" w:themeTint="A6"/>
                          <w:sz w:val="16"/>
                          <w:szCs w:val="16"/>
                        </w:rPr>
                        <w:t>.</w:t>
                      </w:r>
                      <w:proofErr w:type="gramEnd"/>
                    </w:p>
                    <w:p w:rsidR="00C138ED" w:rsidRPr="009F7444" w:rsidRDefault="00BB67E4" w:rsidP="009F7444">
                      <w:pPr>
                        <w:spacing w:line="240" w:lineRule="exact"/>
                        <w:jc w:val="both"/>
                        <w:rPr>
                          <w:rFonts w:ascii="Arial" w:hAnsi="Arial" w:cs="Arial"/>
                          <w:color w:val="595959" w:themeColor="text1" w:themeTint="A6"/>
                          <w:sz w:val="16"/>
                          <w:szCs w:val="16"/>
                        </w:rPr>
                      </w:pPr>
                      <w:r>
                        <w:rPr>
                          <w:rFonts w:ascii="Arial" w:hAnsi="Arial" w:cs="Arial"/>
                          <w:color w:val="595959" w:themeColor="text1" w:themeTint="A6"/>
                          <w:sz w:val="16"/>
                          <w:szCs w:val="16"/>
                        </w:rPr>
                        <w:t xml:space="preserve">Students can earn Adobe Photoshop CS5 Industry Certification. </w:t>
                      </w:r>
                      <w:r w:rsidR="00190332">
                        <w:rPr>
                          <w:rFonts w:ascii="Arial" w:hAnsi="Arial" w:cs="Arial"/>
                          <w:color w:val="595959" w:themeColor="text1" w:themeTint="A6"/>
                          <w:sz w:val="16"/>
                          <w:szCs w:val="16"/>
                        </w:rPr>
                        <w:t xml:space="preserve"> </w:t>
                      </w:r>
                      <w:proofErr w:type="gramStart"/>
                      <w:r>
                        <w:rPr>
                          <w:rFonts w:ascii="Arial" w:hAnsi="Arial" w:cs="Arial"/>
                          <w:color w:val="595959" w:themeColor="text1" w:themeTint="A6"/>
                          <w:sz w:val="16"/>
                          <w:szCs w:val="16"/>
                        </w:rPr>
                        <w:t>.</w:t>
                      </w:r>
                      <w:proofErr w:type="gramEnd"/>
                      <w:r>
                        <w:rPr>
                          <w:rFonts w:ascii="Arial" w:hAnsi="Arial" w:cs="Arial"/>
                          <w:color w:val="595959" w:themeColor="text1" w:themeTint="A6"/>
                          <w:sz w:val="16"/>
                          <w:szCs w:val="16"/>
                        </w:rPr>
                        <w:t xml:space="preserve">  PSC Dual Enrollment courses include GRA1204 and VIC2301</w:t>
                      </w:r>
                      <w:r w:rsidR="00190332">
                        <w:rPr>
                          <w:rFonts w:ascii="Arial" w:hAnsi="Arial" w:cs="Arial"/>
                          <w:color w:val="595959" w:themeColor="text1" w:themeTint="A6"/>
                          <w:sz w:val="16"/>
                          <w:szCs w:val="16"/>
                        </w:rPr>
                        <w:t xml:space="preserve">. </w:t>
                      </w:r>
                      <w:r w:rsidR="00995F46">
                        <w:rPr>
                          <w:rFonts w:ascii="Arial" w:hAnsi="Arial" w:cs="Arial"/>
                          <w:color w:val="595959" w:themeColor="text1" w:themeTint="A6"/>
                          <w:sz w:val="16"/>
                          <w:szCs w:val="16"/>
                        </w:rPr>
                        <w:t xml:space="preserve"> </w:t>
                      </w:r>
                    </w:p>
                    <w:bookmarkEnd w:id="1"/>
                    <w:p w:rsidR="006A2125" w:rsidRDefault="006A2125" w:rsidP="00C138ED">
                      <w:pPr>
                        <w:widowControl w:val="0"/>
                        <w:spacing w:line="280" w:lineRule="exact"/>
                        <w:jc w:val="both"/>
                        <w:rPr>
                          <w:rFonts w:ascii="Arial" w:hAnsi="Arial" w:cs="Arial"/>
                          <w:color w:val="2E3640"/>
                          <w:sz w:val="15"/>
                          <w:szCs w:val="15"/>
                          <w:lang w:val="en"/>
                        </w:rPr>
                      </w:pPr>
                    </w:p>
                  </w:txbxContent>
                </v:textbox>
                <w10:wrap anchorx="page" anchory="page"/>
              </v:shape>
            </w:pict>
          </mc:Fallback>
        </mc:AlternateContent>
      </w:r>
      <w:r w:rsidR="00190332">
        <w:rPr>
          <w:noProof/>
        </w:rPr>
        <w:drawing>
          <wp:anchor distT="0" distB="0" distL="114300" distR="114300" simplePos="0" relativeHeight="251694592" behindDoc="0" locked="0" layoutInCell="1" allowOverlap="1" wp14:anchorId="23B84D4D" wp14:editId="707A4F79">
            <wp:simplePos x="0" y="0"/>
            <wp:positionH relativeFrom="column">
              <wp:posOffset>276860</wp:posOffset>
            </wp:positionH>
            <wp:positionV relativeFrom="paragraph">
              <wp:posOffset>4089616</wp:posOffset>
            </wp:positionV>
            <wp:extent cx="2674620" cy="1776730"/>
            <wp:effectExtent l="38100" t="38100" r="30480" b="33020"/>
            <wp:wrapNone/>
            <wp:docPr id="123" name="Picture 123" descr="C:\Documents and Settings\crystal.young\Desktop\brochure pics\DSC_02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C:\Documents and Settings\crystal.young\Desktop\brochure pics\DSC_0265.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74620" cy="1776730"/>
                    </a:xfrm>
                    <a:prstGeom prst="rect">
                      <a:avLst/>
                    </a:prstGeom>
                    <a:noFill/>
                    <a:ln w="28575">
                      <a:solidFill>
                        <a:schemeClr val="tx1">
                          <a:lumMod val="100000"/>
                          <a:lumOff val="0"/>
                        </a:schemeClr>
                      </a:solidFill>
                      <a:miter lim="800000"/>
                      <a:headEnd/>
                      <a:tailEnd/>
                    </a:ln>
                  </pic:spPr>
                </pic:pic>
              </a:graphicData>
            </a:graphic>
            <wp14:sizeRelH relativeFrom="page">
              <wp14:pctWidth>0</wp14:pctWidth>
            </wp14:sizeRelH>
            <wp14:sizeRelV relativeFrom="page">
              <wp14:pctHeight>0</wp14:pctHeight>
            </wp14:sizeRelV>
          </wp:anchor>
        </w:drawing>
      </w:r>
      <w:r w:rsidR="00190332">
        <w:rPr>
          <w:noProof/>
        </w:rPr>
        <mc:AlternateContent>
          <mc:Choice Requires="wps">
            <w:drawing>
              <wp:anchor distT="36576" distB="36576" distL="36576" distR="36576" simplePos="0" relativeHeight="251677184" behindDoc="0" locked="0" layoutInCell="1" allowOverlap="1" wp14:anchorId="1F47C042" wp14:editId="1EA75BA7">
                <wp:simplePos x="0" y="0"/>
                <wp:positionH relativeFrom="page">
                  <wp:posOffset>573932</wp:posOffset>
                </wp:positionH>
                <wp:positionV relativeFrom="page">
                  <wp:posOffset>1605064</wp:posOffset>
                </wp:positionV>
                <wp:extent cx="2563495" cy="2592421"/>
                <wp:effectExtent l="0" t="0" r="8255" b="0"/>
                <wp:wrapNone/>
                <wp:docPr id="10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3495" cy="2592421"/>
                        </a:xfrm>
                        <a:prstGeom prst="rect">
                          <a:avLst/>
                        </a:prstGeom>
                        <a:noFill/>
                        <a:ln>
                          <a:noFill/>
                        </a:ln>
                        <a:effectLst/>
                        <a:extLst>
                          <a:ext uri="{909E8E84-426E-40DD-AFC4-6F175D3DCCD1}">
                            <a14:hiddenFill xmlns:a14="http://schemas.microsoft.com/office/drawing/2010/main">
                              <a:solidFill>
                                <a:srgbClr val="FFFFFE"/>
                              </a:solidFill>
                            </a14:hiddenFill>
                          </a:ext>
                          <a:ext uri="{91240B29-F687-4F45-9708-019B960494DF}">
                            <a14:hiddenLine xmlns:a14="http://schemas.microsoft.com/office/drawing/2010/main" w="9525" algn="in">
                              <a:solidFill>
                                <a:srgbClr val="212120"/>
                              </a:solidFill>
                              <a:miter lim="800000"/>
                              <a:headEnd/>
                              <a:tailEnd/>
                            </a14:hiddenLine>
                          </a:ext>
                          <a:ext uri="{AF507438-7753-43E0-B8FC-AC1667EBCBE1}">
                            <a14:hiddenEffects xmlns:a14="http://schemas.microsoft.com/office/drawing/2010/main">
                              <a:effectLst/>
                            </a14:hiddenEffects>
                          </a:ext>
                        </a:extLst>
                      </wps:spPr>
                      <wps:txbx>
                        <w:txbxContent>
                          <w:p w:rsidR="009F7444" w:rsidRPr="00146E75" w:rsidRDefault="009F7444" w:rsidP="009F7444">
                            <w:pPr>
                              <w:widowControl w:val="0"/>
                              <w:spacing w:line="280" w:lineRule="exact"/>
                              <w:rPr>
                                <w:rFonts w:ascii="Arial" w:hAnsi="Arial" w:cs="Arial"/>
                                <w:color w:val="EF792F"/>
                                <w:spacing w:val="20"/>
                                <w:w w:val="90"/>
                                <w:sz w:val="28"/>
                                <w:szCs w:val="28"/>
                                <w:lang w:val="en"/>
                              </w:rPr>
                            </w:pPr>
                            <w:r>
                              <w:rPr>
                                <w:rFonts w:ascii="Arial" w:hAnsi="Arial" w:cs="Arial"/>
                                <w:color w:val="EF792F"/>
                                <w:spacing w:val="20"/>
                                <w:w w:val="90"/>
                                <w:sz w:val="28"/>
                                <w:szCs w:val="28"/>
                                <w:lang w:val="en"/>
                              </w:rPr>
                              <w:t>Web Design</w:t>
                            </w:r>
                          </w:p>
                          <w:p w:rsidR="009F7444" w:rsidRPr="009F7444" w:rsidRDefault="009F7444" w:rsidP="009F7444">
                            <w:pPr>
                              <w:jc w:val="both"/>
                              <w:rPr>
                                <w:rFonts w:ascii="Arial" w:hAnsi="Arial" w:cs="Arial"/>
                                <w:sz w:val="6"/>
                                <w:szCs w:val="6"/>
                              </w:rPr>
                            </w:pPr>
                          </w:p>
                          <w:p w:rsidR="009F7444" w:rsidRPr="009F7444" w:rsidRDefault="009F7444" w:rsidP="00BB67E4">
                            <w:pPr>
                              <w:spacing w:before="240" w:line="240" w:lineRule="exact"/>
                              <w:jc w:val="both"/>
                              <w:rPr>
                                <w:rFonts w:ascii="Arial" w:hAnsi="Arial" w:cs="Arial"/>
                                <w:b/>
                                <w:bCs/>
                                <w:sz w:val="16"/>
                                <w:szCs w:val="16"/>
                              </w:rPr>
                            </w:pPr>
                            <w:r w:rsidRPr="009F7444">
                              <w:rPr>
                                <w:rFonts w:ascii="Arial" w:hAnsi="Arial" w:cs="Arial"/>
                                <w:color w:val="595959" w:themeColor="text1" w:themeTint="A6"/>
                                <w:sz w:val="16"/>
                                <w:szCs w:val="16"/>
                              </w:rPr>
                              <w:t>This course is an introduction to the design, creation, and maintenance of web pages and websites. Students learn how to critically evaluate website quality, learn how to create and maintain quality web pages, learn about web design standards and why they</w:t>
                            </w:r>
                            <w:r w:rsidR="00B927A4">
                              <w:rPr>
                                <w:rFonts w:ascii="Arial" w:hAnsi="Arial" w:cs="Arial"/>
                                <w:color w:val="595959" w:themeColor="text1" w:themeTint="A6"/>
                                <w:sz w:val="16"/>
                                <w:szCs w:val="16"/>
                              </w:rPr>
                              <w:t xml:space="preserve"> a</w:t>
                            </w:r>
                            <w:r w:rsidRPr="009F7444">
                              <w:rPr>
                                <w:rFonts w:ascii="Arial" w:hAnsi="Arial" w:cs="Arial"/>
                                <w:color w:val="595959" w:themeColor="text1" w:themeTint="A6"/>
                                <w:sz w:val="16"/>
                                <w:szCs w:val="16"/>
                              </w:rPr>
                              <w:t>re important, and learn to create and manipulate images. The course progresses from introductory work on web design learning the core concepts of web development including html, content generation, and web standards. This coursework leads to a culminating project in which students design an entire functional website applying all</w:t>
                            </w:r>
                            <w:r w:rsidRPr="009F7444">
                              <w:rPr>
                                <w:rFonts w:ascii="Arial" w:hAnsi="Arial" w:cs="Arial"/>
                                <w:sz w:val="16"/>
                                <w:szCs w:val="16"/>
                              </w:rPr>
                              <w:t xml:space="preserve"> the previously acquired skills.</w:t>
                            </w:r>
                            <w:r w:rsidR="00BB67E4">
                              <w:rPr>
                                <w:rFonts w:ascii="Arial" w:hAnsi="Arial" w:cs="Arial"/>
                                <w:sz w:val="16"/>
                                <w:szCs w:val="16"/>
                              </w:rPr>
                              <w:t xml:space="preserve"> Students can earn Adobe Dreamweaver and Flash Industry Certifications.</w:t>
                            </w:r>
                          </w:p>
                          <w:p w:rsidR="006A2125" w:rsidRDefault="006A2125" w:rsidP="009F7444">
                            <w:pPr>
                              <w:widowControl w:val="0"/>
                              <w:spacing w:line="280" w:lineRule="exact"/>
                              <w:jc w:val="both"/>
                              <w:rPr>
                                <w:rFonts w:ascii="Arial" w:hAnsi="Arial" w:cs="Arial"/>
                                <w:color w:val="676767"/>
                                <w:sz w:val="15"/>
                                <w:szCs w:val="15"/>
                                <w:lang w:val="en"/>
                              </w:rPr>
                            </w:pP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5" o:spid="_x0000_s1034" type="#_x0000_t202" style="position:absolute;margin-left:45.2pt;margin-top:126.4pt;width:201.85pt;height:204.15pt;z-index:251677184;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" filled="f" fillcolor="#fffffe" stroked="f" strokecolor="#212120" insetpen="t">
                <v:textbox inset="2.88pt,2.88pt,2.88pt,2.88pt">
                  <w:txbxContent>
                    <w:p w:rsidR="009F7444" w:rsidRPr="00146E75" w:rsidRDefault="009F7444" w:rsidP="009F7444">
                      <w:pPr>
                        <w:widowControl w:val="0"/>
                        <w:spacing w:line="280" w:lineRule="exact"/>
                        <w:rPr>
                          <w:rFonts w:ascii="Arial" w:hAnsi="Arial" w:cs="Arial"/>
                          <w:color w:val="EF792F"/>
                          <w:spacing w:val="20"/>
                          <w:w w:val="90"/>
                          <w:sz w:val="28"/>
                          <w:szCs w:val="28"/>
                          <w:lang w:val="en"/>
                        </w:rPr>
                      </w:pPr>
                      <w:r>
                        <w:rPr>
                          <w:rFonts w:ascii="Arial" w:hAnsi="Arial" w:cs="Arial"/>
                          <w:color w:val="EF792F"/>
                          <w:spacing w:val="20"/>
                          <w:w w:val="90"/>
                          <w:sz w:val="28"/>
                          <w:szCs w:val="28"/>
                          <w:lang w:val="en"/>
                        </w:rPr>
                        <w:t>Web Design</w:t>
                      </w:r>
                    </w:p>
                    <w:p w:rsidR="009F7444" w:rsidRPr="009F7444" w:rsidRDefault="009F7444" w:rsidP="009F7444">
                      <w:pPr>
                        <w:jc w:val="both"/>
                        <w:rPr>
                          <w:rFonts w:ascii="Arial" w:hAnsi="Arial" w:cs="Arial"/>
                          <w:sz w:val="6"/>
                          <w:szCs w:val="6"/>
                        </w:rPr>
                      </w:pPr>
                    </w:p>
                    <w:p w:rsidR="009F7444" w:rsidRPr="009F7444" w:rsidRDefault="009F7444" w:rsidP="00BB67E4">
                      <w:pPr>
                        <w:spacing w:before="240" w:line="240" w:lineRule="exact"/>
                        <w:jc w:val="both"/>
                        <w:rPr>
                          <w:rFonts w:ascii="Arial" w:hAnsi="Arial" w:cs="Arial"/>
                          <w:b/>
                          <w:bCs/>
                          <w:sz w:val="16"/>
                          <w:szCs w:val="16"/>
                        </w:rPr>
                      </w:pPr>
                      <w:r w:rsidRPr="009F7444">
                        <w:rPr>
                          <w:rFonts w:ascii="Arial" w:hAnsi="Arial" w:cs="Arial"/>
                          <w:color w:val="595959" w:themeColor="text1" w:themeTint="A6"/>
                          <w:sz w:val="16"/>
                          <w:szCs w:val="16"/>
                        </w:rPr>
                        <w:t>This course is an introduction to the design, creation, and maintenance of web pages and websites. Students learn how to critically evaluate website quality, learn how to create and maintain quality web pages, learn about web design standards and why they</w:t>
                      </w:r>
                      <w:r w:rsidR="00B927A4">
                        <w:rPr>
                          <w:rFonts w:ascii="Arial" w:hAnsi="Arial" w:cs="Arial"/>
                          <w:color w:val="595959" w:themeColor="text1" w:themeTint="A6"/>
                          <w:sz w:val="16"/>
                          <w:szCs w:val="16"/>
                        </w:rPr>
                        <w:t xml:space="preserve"> a</w:t>
                      </w:r>
                      <w:r w:rsidRPr="009F7444">
                        <w:rPr>
                          <w:rFonts w:ascii="Arial" w:hAnsi="Arial" w:cs="Arial"/>
                          <w:color w:val="595959" w:themeColor="text1" w:themeTint="A6"/>
                          <w:sz w:val="16"/>
                          <w:szCs w:val="16"/>
                        </w:rPr>
                        <w:t>re important, and learn to create and manipulate images. The course progresses from introductory work on web design learning the core concepts of web development including html, content generation, and web standards. This coursework leads to a culminating project in which students design an entire functional website applying all</w:t>
                      </w:r>
                      <w:r w:rsidRPr="009F7444">
                        <w:rPr>
                          <w:rFonts w:ascii="Arial" w:hAnsi="Arial" w:cs="Arial"/>
                          <w:sz w:val="16"/>
                          <w:szCs w:val="16"/>
                        </w:rPr>
                        <w:t xml:space="preserve"> the previously acquired skills.</w:t>
                      </w:r>
                      <w:r w:rsidR="00BB67E4">
                        <w:rPr>
                          <w:rFonts w:ascii="Arial" w:hAnsi="Arial" w:cs="Arial"/>
                          <w:sz w:val="16"/>
                          <w:szCs w:val="16"/>
                        </w:rPr>
                        <w:t xml:space="preserve"> Students can earn Adobe Dreamweaver and Flash Industry Certifications.</w:t>
                      </w:r>
                    </w:p>
                    <w:p w:rsidR="006A2125" w:rsidRDefault="006A2125" w:rsidP="009F7444">
                      <w:pPr>
                        <w:widowControl w:val="0"/>
                        <w:spacing w:line="280" w:lineRule="exact"/>
                        <w:jc w:val="both"/>
                        <w:rPr>
                          <w:rFonts w:ascii="Arial" w:hAnsi="Arial" w:cs="Arial"/>
                          <w:color w:val="676767"/>
                          <w:sz w:val="15"/>
                          <w:szCs w:val="15"/>
                          <w:lang w:val="en"/>
                        </w:rPr>
                      </w:pPr>
                    </w:p>
                  </w:txbxContent>
                </v:textbox>
                <w10:wrap anchorx="page" anchory="page"/>
              </v:shape>
            </w:pict>
          </mc:Fallback>
        </mc:AlternateContent>
      </w:r>
      <w:r w:rsidR="009F7444">
        <w:rPr>
          <w:noProof/>
        </w:rPr>
        <mc:AlternateContent>
          <mc:Choice Requires="wps">
            <w:drawing>
              <wp:anchor distT="36576" distB="36576" distL="36576" distR="36576" simplePos="0" relativeHeight="251682304" behindDoc="0" locked="0" layoutInCell="1" allowOverlap="1" wp14:anchorId="59AAACE2" wp14:editId="03B73764">
                <wp:simplePos x="0" y="0"/>
                <wp:positionH relativeFrom="page">
                  <wp:posOffset>3804285</wp:posOffset>
                </wp:positionH>
                <wp:positionV relativeFrom="page">
                  <wp:posOffset>1600200</wp:posOffset>
                </wp:positionV>
                <wp:extent cx="2475865" cy="2186305"/>
                <wp:effectExtent l="3810" t="3810" r="0" b="635"/>
                <wp:wrapNone/>
                <wp:docPr id="104"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5865" cy="2186305"/>
                        </a:xfrm>
                        <a:prstGeom prst="rect">
                          <a:avLst/>
                        </a:prstGeom>
                        <a:noFill/>
                        <a:ln>
                          <a:noFill/>
                        </a:ln>
                        <a:effectLst/>
                        <a:extLst>
                          <a:ext uri="{909E8E84-426E-40DD-AFC4-6F175D3DCCD1}">
                            <a14:hiddenFill xmlns:a14="http://schemas.microsoft.com/office/drawing/2010/main">
                              <a:solidFill>
                                <a:srgbClr val="FFFFFE"/>
                              </a:solidFill>
                            </a14:hiddenFill>
                          </a:ext>
                          <a:ext uri="{91240B29-F687-4F45-9708-019B960494DF}">
                            <a14:hiddenLine xmlns:a14="http://schemas.microsoft.com/office/drawing/2010/main" w="9525" algn="in">
                              <a:solidFill>
                                <a:srgbClr val="212120"/>
                              </a:solidFill>
                              <a:miter lim="800000"/>
                              <a:headEnd/>
                              <a:tailEnd/>
                            </a14:hiddenLine>
                          </a:ext>
                          <a:ext uri="{AF507438-7753-43E0-B8FC-AC1667EBCBE1}">
                            <a14:hiddenEffects xmlns:a14="http://schemas.microsoft.com/office/drawing/2010/main">
                              <a:effectLst/>
                            </a14:hiddenEffects>
                          </a:ext>
                        </a:extLst>
                      </wps:spPr>
                      <wps:txbx>
                        <w:txbxContent>
                          <w:p w:rsidR="00146E75" w:rsidRPr="00146E75" w:rsidRDefault="00593910" w:rsidP="006A2125">
                            <w:pPr>
                              <w:widowControl w:val="0"/>
                              <w:spacing w:line="280" w:lineRule="exact"/>
                              <w:rPr>
                                <w:rFonts w:ascii="Arial" w:hAnsi="Arial" w:cs="Arial"/>
                                <w:color w:val="EF792F"/>
                                <w:spacing w:val="20"/>
                                <w:w w:val="90"/>
                                <w:sz w:val="28"/>
                                <w:szCs w:val="28"/>
                                <w:lang w:val="en"/>
                              </w:rPr>
                            </w:pPr>
                            <w:r w:rsidRPr="00593910">
                              <w:rPr>
                                <w:rFonts w:ascii="Arial" w:hAnsi="Arial" w:cs="Arial"/>
                                <w:color w:val="EF792F"/>
                                <w:spacing w:val="20"/>
                                <w:w w:val="90"/>
                                <w:sz w:val="28"/>
                                <w:szCs w:val="28"/>
                                <w:lang w:val="en"/>
                              </w:rPr>
                              <w:t>Television Productions</w:t>
                            </w:r>
                          </w:p>
                          <w:p w:rsidR="00146E75" w:rsidRPr="009F7444" w:rsidRDefault="00146E75" w:rsidP="00146E75">
                            <w:pPr>
                              <w:jc w:val="both"/>
                              <w:rPr>
                                <w:rFonts w:ascii="Arial" w:hAnsi="Arial" w:cs="Arial"/>
                                <w:sz w:val="6"/>
                                <w:szCs w:val="6"/>
                              </w:rPr>
                            </w:pPr>
                          </w:p>
                          <w:p w:rsidR="00146E75" w:rsidRPr="00146E75" w:rsidRDefault="00146E75" w:rsidP="009F7444">
                            <w:pPr>
                              <w:spacing w:line="240" w:lineRule="exact"/>
                              <w:jc w:val="both"/>
                              <w:rPr>
                                <w:rFonts w:ascii="Arial" w:hAnsi="Arial" w:cs="Arial"/>
                                <w:sz w:val="16"/>
                                <w:szCs w:val="16"/>
                              </w:rPr>
                            </w:pPr>
                            <w:r w:rsidRPr="00C138ED">
                              <w:rPr>
                                <w:rFonts w:ascii="Arial" w:hAnsi="Arial" w:cs="Arial"/>
                                <w:color w:val="595959" w:themeColor="text1" w:themeTint="A6"/>
                                <w:sz w:val="16"/>
                                <w:szCs w:val="16"/>
                              </w:rPr>
                              <w:t xml:space="preserve">This course introduces the fundamentals of television production. Activities are centered on studio and field productions. The course offers a combination of theory and practical experiences. Activities in </w:t>
                            </w:r>
                            <w:r w:rsidRPr="00C138ED">
                              <w:rPr>
                                <w:rFonts w:ascii="Arial" w:hAnsi="Arial" w:cs="Arial"/>
                                <w:b/>
                                <w:bCs/>
                                <w:color w:val="595959" w:themeColor="text1" w:themeTint="A6"/>
                                <w:sz w:val="16"/>
                                <w:szCs w:val="16"/>
                              </w:rPr>
                              <w:t>TV2</w:t>
                            </w:r>
                            <w:r w:rsidRPr="00C138ED">
                              <w:rPr>
                                <w:rFonts w:ascii="Arial" w:hAnsi="Arial" w:cs="Arial"/>
                                <w:color w:val="595959" w:themeColor="text1" w:themeTint="A6"/>
                                <w:sz w:val="16"/>
                                <w:szCs w:val="16"/>
                              </w:rPr>
                              <w:t xml:space="preserve">, </w:t>
                            </w:r>
                            <w:r w:rsidR="00B927A4">
                              <w:rPr>
                                <w:rFonts w:ascii="Arial" w:hAnsi="Arial" w:cs="Arial"/>
                                <w:b/>
                                <w:color w:val="595959" w:themeColor="text1" w:themeTint="A6"/>
                                <w:sz w:val="16"/>
                                <w:szCs w:val="16"/>
                              </w:rPr>
                              <w:t xml:space="preserve">TV3, </w:t>
                            </w:r>
                            <w:proofErr w:type="gramStart"/>
                            <w:r w:rsidRPr="00C138ED">
                              <w:rPr>
                                <w:rFonts w:ascii="Arial" w:hAnsi="Arial" w:cs="Arial"/>
                                <w:b/>
                                <w:color w:val="595959" w:themeColor="text1" w:themeTint="A6"/>
                                <w:sz w:val="16"/>
                                <w:szCs w:val="16"/>
                              </w:rPr>
                              <w:t>TV4</w:t>
                            </w:r>
                            <w:proofErr w:type="gramEnd"/>
                            <w:r w:rsidRPr="00C138ED">
                              <w:rPr>
                                <w:rFonts w:ascii="Arial" w:hAnsi="Arial" w:cs="Arial"/>
                                <w:color w:val="595959" w:themeColor="text1" w:themeTint="A6"/>
                                <w:sz w:val="16"/>
                                <w:szCs w:val="16"/>
                              </w:rPr>
                              <w:t xml:space="preserve"> include the exploration of major issues affecting television broadcasting, programming, and scheduling. Advanced writing and production techniques for a variety of formats are covered.  Students in both sections are responsible for the production of the operation of HNN, which broadcasts the</w:t>
                            </w:r>
                            <w:r w:rsidRPr="00146E75">
                              <w:rPr>
                                <w:rFonts w:ascii="Arial" w:hAnsi="Arial" w:cs="Arial"/>
                                <w:sz w:val="16"/>
                                <w:szCs w:val="16"/>
                              </w:rPr>
                              <w:t xml:space="preserve"> morning announcements program.</w:t>
                            </w:r>
                          </w:p>
                          <w:p w:rsidR="006A2125" w:rsidRDefault="006A2125" w:rsidP="006A2125">
                            <w:pPr>
                              <w:widowControl w:val="0"/>
                              <w:spacing w:line="280" w:lineRule="exact"/>
                              <w:jc w:val="both"/>
                              <w:rPr>
                                <w:rFonts w:ascii="Arial" w:hAnsi="Arial" w:cs="Arial"/>
                                <w:color w:val="676767"/>
                                <w:sz w:val="15"/>
                                <w:szCs w:val="15"/>
                                <w:lang w:val="en"/>
                              </w:rPr>
                            </w:pPr>
                            <w:r>
                              <w:rPr>
                                <w:rFonts w:ascii="Arial" w:hAnsi="Arial" w:cs="Arial"/>
                                <w:color w:val="676767"/>
                                <w:sz w:val="15"/>
                                <w:szCs w:val="15"/>
                                <w:lang w:val="en"/>
                              </w:rPr>
                              <w:t xml:space="preserve">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3" o:spid="_x0000_s1035" type="#_x0000_t202" style="position:absolute;margin-left:299.55pt;margin-top:126pt;width:194.95pt;height:172.15pt;z-index:251682304;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" filled="f" fillcolor="#fffffe" stroked="f" strokecolor="#212120" insetpen="t">
                <v:textbox inset="2.88pt,2.88pt,2.88pt,2.88pt">
                  <w:txbxContent>
                    <w:p w:rsidR="00146E75" w:rsidRPr="00146E75" w:rsidRDefault="00593910" w:rsidP="006A2125">
                      <w:pPr>
                        <w:widowControl w:val="0"/>
                        <w:spacing w:line="280" w:lineRule="exact"/>
                        <w:rPr>
                          <w:rFonts w:ascii="Arial" w:hAnsi="Arial" w:cs="Arial"/>
                          <w:color w:val="EF792F"/>
                          <w:spacing w:val="20"/>
                          <w:w w:val="90"/>
                          <w:sz w:val="28"/>
                          <w:szCs w:val="28"/>
                          <w:lang w:val="en"/>
                        </w:rPr>
                      </w:pPr>
                      <w:r w:rsidRPr="00593910">
                        <w:rPr>
                          <w:rFonts w:ascii="Arial" w:hAnsi="Arial" w:cs="Arial"/>
                          <w:color w:val="EF792F"/>
                          <w:spacing w:val="20"/>
                          <w:w w:val="90"/>
                          <w:sz w:val="28"/>
                          <w:szCs w:val="28"/>
                          <w:lang w:val="en"/>
                        </w:rPr>
                        <w:t>Television Productions</w:t>
                      </w:r>
                    </w:p>
                    <w:p w:rsidR="00146E75" w:rsidRPr="009F7444" w:rsidRDefault="00146E75" w:rsidP="00146E75">
                      <w:pPr>
                        <w:jc w:val="both"/>
                        <w:rPr>
                          <w:rFonts w:ascii="Arial" w:hAnsi="Arial" w:cs="Arial"/>
                          <w:sz w:val="6"/>
                          <w:szCs w:val="6"/>
                        </w:rPr>
                      </w:pPr>
                    </w:p>
                    <w:p w:rsidR="00146E75" w:rsidRPr="00146E75" w:rsidRDefault="00146E75" w:rsidP="009F7444">
                      <w:pPr>
                        <w:spacing w:line="240" w:lineRule="exact"/>
                        <w:jc w:val="both"/>
                        <w:rPr>
                          <w:rFonts w:ascii="Arial" w:hAnsi="Arial" w:cs="Arial"/>
                          <w:sz w:val="16"/>
                          <w:szCs w:val="16"/>
                        </w:rPr>
                      </w:pPr>
                      <w:r w:rsidRPr="00C138ED">
                        <w:rPr>
                          <w:rFonts w:ascii="Arial" w:hAnsi="Arial" w:cs="Arial"/>
                          <w:color w:val="595959" w:themeColor="text1" w:themeTint="A6"/>
                          <w:sz w:val="16"/>
                          <w:szCs w:val="16"/>
                        </w:rPr>
                        <w:t xml:space="preserve">This course introduces the fundamentals of television production. Activities are centered on studio and field productions. The course offers a combination of theory and practical experiences. Activities in </w:t>
                      </w:r>
                      <w:r w:rsidRPr="00C138ED">
                        <w:rPr>
                          <w:rFonts w:ascii="Arial" w:hAnsi="Arial" w:cs="Arial"/>
                          <w:b/>
                          <w:bCs/>
                          <w:color w:val="595959" w:themeColor="text1" w:themeTint="A6"/>
                          <w:sz w:val="16"/>
                          <w:szCs w:val="16"/>
                        </w:rPr>
                        <w:t>TV2</w:t>
                      </w:r>
                      <w:r w:rsidRPr="00C138ED">
                        <w:rPr>
                          <w:rFonts w:ascii="Arial" w:hAnsi="Arial" w:cs="Arial"/>
                          <w:color w:val="595959" w:themeColor="text1" w:themeTint="A6"/>
                          <w:sz w:val="16"/>
                          <w:szCs w:val="16"/>
                        </w:rPr>
                        <w:t xml:space="preserve">, </w:t>
                      </w:r>
                      <w:r w:rsidR="00B927A4">
                        <w:rPr>
                          <w:rFonts w:ascii="Arial" w:hAnsi="Arial" w:cs="Arial"/>
                          <w:b/>
                          <w:color w:val="595959" w:themeColor="text1" w:themeTint="A6"/>
                          <w:sz w:val="16"/>
                          <w:szCs w:val="16"/>
                        </w:rPr>
                        <w:t xml:space="preserve">TV3, </w:t>
                      </w:r>
                      <w:proofErr w:type="gramStart"/>
                      <w:r w:rsidRPr="00C138ED">
                        <w:rPr>
                          <w:rFonts w:ascii="Arial" w:hAnsi="Arial" w:cs="Arial"/>
                          <w:b/>
                          <w:color w:val="595959" w:themeColor="text1" w:themeTint="A6"/>
                          <w:sz w:val="16"/>
                          <w:szCs w:val="16"/>
                        </w:rPr>
                        <w:t>TV4</w:t>
                      </w:r>
                      <w:proofErr w:type="gramEnd"/>
                      <w:r w:rsidRPr="00C138ED">
                        <w:rPr>
                          <w:rFonts w:ascii="Arial" w:hAnsi="Arial" w:cs="Arial"/>
                          <w:color w:val="595959" w:themeColor="text1" w:themeTint="A6"/>
                          <w:sz w:val="16"/>
                          <w:szCs w:val="16"/>
                        </w:rPr>
                        <w:t xml:space="preserve"> include the exploration of major issues affecting television broadcasting, programming, and scheduling. Advanced writing and production techniques for a variety of formats are covered.  Students in both sections are responsible for the production of the operation of HNN, which broadcasts the</w:t>
                      </w:r>
                      <w:r w:rsidRPr="00146E75">
                        <w:rPr>
                          <w:rFonts w:ascii="Arial" w:hAnsi="Arial" w:cs="Arial"/>
                          <w:sz w:val="16"/>
                          <w:szCs w:val="16"/>
                        </w:rPr>
                        <w:t xml:space="preserve"> morning announcements program.</w:t>
                      </w:r>
                    </w:p>
                    <w:p w:rsidR="006A2125" w:rsidRDefault="006A2125" w:rsidP="006A2125">
                      <w:pPr>
                        <w:widowControl w:val="0"/>
                        <w:spacing w:line="280" w:lineRule="exact"/>
                        <w:jc w:val="both"/>
                        <w:rPr>
                          <w:rFonts w:ascii="Arial" w:hAnsi="Arial" w:cs="Arial"/>
                          <w:color w:val="676767"/>
                          <w:sz w:val="15"/>
                          <w:szCs w:val="15"/>
                          <w:lang w:val="en"/>
                        </w:rPr>
                      </w:pPr>
                      <w:r>
                        <w:rPr>
                          <w:rFonts w:ascii="Arial" w:hAnsi="Arial" w:cs="Arial"/>
                          <w:color w:val="676767"/>
                          <w:sz w:val="15"/>
                          <w:szCs w:val="15"/>
                          <w:lang w:val="en"/>
                        </w:rPr>
                        <w:t xml:space="preserve"> </w:t>
                      </w:r>
                    </w:p>
                  </w:txbxContent>
                </v:textbox>
                <w10:wrap anchorx="page" anchory="page"/>
              </v:shape>
            </w:pict>
          </mc:Fallback>
        </mc:AlternateContent>
      </w:r>
      <w:r w:rsidR="009F7444">
        <w:rPr>
          <w:noProof/>
        </w:rPr>
        <mc:AlternateContent>
          <mc:Choice Requires="wpg">
            <w:drawing>
              <wp:anchor distT="0" distB="0" distL="114300" distR="114300" simplePos="0" relativeHeight="251679232" behindDoc="0" locked="0" layoutInCell="1" allowOverlap="1" wp14:anchorId="26D4B047" wp14:editId="487B4911">
                <wp:simplePos x="0" y="0"/>
                <wp:positionH relativeFrom="page">
                  <wp:posOffset>6683375</wp:posOffset>
                </wp:positionH>
                <wp:positionV relativeFrom="page">
                  <wp:posOffset>1388110</wp:posOffset>
                </wp:positionV>
                <wp:extent cx="501015" cy="470535"/>
                <wp:effectExtent l="6350" t="6985" r="6985" b="8255"/>
                <wp:wrapNone/>
                <wp:docPr id="26" name="Group 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015" cy="470535"/>
                          <a:chOff x="111947163" y="108711381"/>
                          <a:chExt cx="500971" cy="470764"/>
                        </a:xfrm>
                      </wpg:grpSpPr>
                      <wps:wsp>
                        <wps:cNvPr id="27" name="Freeform 68"/>
                        <wps:cNvSpPr>
                          <a:spLocks/>
                        </wps:cNvSpPr>
                        <wps:spPr bwMode="auto">
                          <a:xfrm>
                            <a:off x="111947163" y="109074831"/>
                            <a:ext cx="500971" cy="107314"/>
                          </a:xfrm>
                          <a:custGeom>
                            <a:avLst/>
                            <a:gdLst>
                              <a:gd name="T0" fmla="*/ 462617 w 500971"/>
                              <a:gd name="T1" fmla="*/ 0 h 107314"/>
                              <a:gd name="T2" fmla="*/ 38197 w 500971"/>
                              <a:gd name="T3" fmla="*/ 0 h 107314"/>
                              <a:gd name="T4" fmla="*/ 32515 w 500971"/>
                              <a:gd name="T5" fmla="*/ 473 h 107314"/>
                              <a:gd name="T6" fmla="*/ 27148 w 500971"/>
                              <a:gd name="T7" fmla="*/ 1578 h 107314"/>
                              <a:gd name="T8" fmla="*/ 22097 w 500971"/>
                              <a:gd name="T9" fmla="*/ 3629 h 107314"/>
                              <a:gd name="T10" fmla="*/ 17520 w 500971"/>
                              <a:gd name="T11" fmla="*/ 6154 h 107314"/>
                              <a:gd name="T12" fmla="*/ 13101 w 500971"/>
                              <a:gd name="T13" fmla="*/ 9469 h 107314"/>
                              <a:gd name="T14" fmla="*/ 9471 w 500971"/>
                              <a:gd name="T15" fmla="*/ 13256 h 107314"/>
                              <a:gd name="T16" fmla="*/ 6156 w 500971"/>
                              <a:gd name="T17" fmla="*/ 17517 h 107314"/>
                              <a:gd name="T18" fmla="*/ 3631 w 500971"/>
                              <a:gd name="T19" fmla="*/ 22252 h 107314"/>
                              <a:gd name="T20" fmla="*/ 1579 w 500971"/>
                              <a:gd name="T21" fmla="*/ 27302 h 107314"/>
                              <a:gd name="T22" fmla="*/ 474 w 500971"/>
                              <a:gd name="T23" fmla="*/ 32667 h 107314"/>
                              <a:gd name="T24" fmla="*/ 0 w 500971"/>
                              <a:gd name="T25" fmla="*/ 38349 h 107314"/>
                              <a:gd name="T26" fmla="*/ 0 w 500971"/>
                              <a:gd name="T27" fmla="*/ 69123 h 107314"/>
                              <a:gd name="T28" fmla="*/ 474 w 500971"/>
                              <a:gd name="T29" fmla="*/ 74804 h 107314"/>
                              <a:gd name="T30" fmla="*/ 1579 w 500971"/>
                              <a:gd name="T31" fmla="*/ 80170 h 107314"/>
                              <a:gd name="T32" fmla="*/ 3631 w 500971"/>
                              <a:gd name="T33" fmla="*/ 85220 h 107314"/>
                              <a:gd name="T34" fmla="*/ 6156 w 500971"/>
                              <a:gd name="T35" fmla="*/ 89954 h 107314"/>
                              <a:gd name="T36" fmla="*/ 9471 w 500971"/>
                              <a:gd name="T37" fmla="*/ 94216 h 107314"/>
                              <a:gd name="T38" fmla="*/ 13101 w 500971"/>
                              <a:gd name="T39" fmla="*/ 98003 h 107314"/>
                              <a:gd name="T40" fmla="*/ 17520 w 500971"/>
                              <a:gd name="T41" fmla="*/ 101159 h 107314"/>
                              <a:gd name="T42" fmla="*/ 22097 w 500971"/>
                              <a:gd name="T43" fmla="*/ 103842 h 107314"/>
                              <a:gd name="T44" fmla="*/ 27148 w 500971"/>
                              <a:gd name="T45" fmla="*/ 105736 h 107314"/>
                              <a:gd name="T46" fmla="*/ 32515 w 500971"/>
                              <a:gd name="T47" fmla="*/ 106841 h 107314"/>
                              <a:gd name="T48" fmla="*/ 38197 w 500971"/>
                              <a:gd name="T49" fmla="*/ 107314 h 107314"/>
                              <a:gd name="T50" fmla="*/ 462617 w 500971"/>
                              <a:gd name="T51" fmla="*/ 107314 h 107314"/>
                              <a:gd name="T52" fmla="*/ 468299 w 500971"/>
                              <a:gd name="T53" fmla="*/ 106841 h 107314"/>
                              <a:gd name="T54" fmla="*/ 473665 w 500971"/>
                              <a:gd name="T55" fmla="*/ 105736 h 107314"/>
                              <a:gd name="T56" fmla="*/ 478716 w 500971"/>
                              <a:gd name="T57" fmla="*/ 103842 h 107314"/>
                              <a:gd name="T58" fmla="*/ 483451 w 500971"/>
                              <a:gd name="T59" fmla="*/ 101159 h 107314"/>
                              <a:gd name="T60" fmla="*/ 487713 w 500971"/>
                              <a:gd name="T61" fmla="*/ 98003 h 107314"/>
                              <a:gd name="T62" fmla="*/ 491501 w 500971"/>
                              <a:gd name="T63" fmla="*/ 94216 h 107314"/>
                              <a:gd name="T64" fmla="*/ 494815 w 500971"/>
                              <a:gd name="T65" fmla="*/ 89954 h 107314"/>
                              <a:gd name="T66" fmla="*/ 497341 w 500971"/>
                              <a:gd name="T67" fmla="*/ 85220 h 107314"/>
                              <a:gd name="T68" fmla="*/ 499393 w 500971"/>
                              <a:gd name="T69" fmla="*/ 80170 h 107314"/>
                              <a:gd name="T70" fmla="*/ 500497 w 500971"/>
                              <a:gd name="T71" fmla="*/ 74804 h 107314"/>
                              <a:gd name="T72" fmla="*/ 500971 w 500971"/>
                              <a:gd name="T73" fmla="*/ 69123 h 107314"/>
                              <a:gd name="T74" fmla="*/ 500971 w 500971"/>
                              <a:gd name="T75" fmla="*/ 38349 h 107314"/>
                              <a:gd name="T76" fmla="*/ 500497 w 500971"/>
                              <a:gd name="T77" fmla="*/ 32667 h 107314"/>
                              <a:gd name="T78" fmla="*/ 499393 w 500971"/>
                              <a:gd name="T79" fmla="*/ 27302 h 107314"/>
                              <a:gd name="T80" fmla="*/ 497341 w 500971"/>
                              <a:gd name="T81" fmla="*/ 22252 h 107314"/>
                              <a:gd name="T82" fmla="*/ 494815 w 500971"/>
                              <a:gd name="T83" fmla="*/ 17517 h 107314"/>
                              <a:gd name="T84" fmla="*/ 491501 w 500971"/>
                              <a:gd name="T85" fmla="*/ 13256 h 107314"/>
                              <a:gd name="T86" fmla="*/ 487713 w 500971"/>
                              <a:gd name="T87" fmla="*/ 9469 h 107314"/>
                              <a:gd name="T88" fmla="*/ 483451 w 500971"/>
                              <a:gd name="T89" fmla="*/ 6154 h 107314"/>
                              <a:gd name="T90" fmla="*/ 478716 w 500971"/>
                              <a:gd name="T91" fmla="*/ 3629 h 107314"/>
                              <a:gd name="T92" fmla="*/ 473665 w 500971"/>
                              <a:gd name="T93" fmla="*/ 1578 h 107314"/>
                              <a:gd name="T94" fmla="*/ 468299 w 500971"/>
                              <a:gd name="T95" fmla="*/ 473 h 107314"/>
                              <a:gd name="T96" fmla="*/ 462617 w 500971"/>
                              <a:gd name="T97" fmla="*/ 0 h 1073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500971" h="107314">
                                <a:moveTo>
                                  <a:pt x="462617" y="0"/>
                                </a:moveTo>
                                <a:lnTo>
                                  <a:pt x="38197" y="0"/>
                                </a:lnTo>
                                <a:lnTo>
                                  <a:pt x="32515" y="473"/>
                                </a:lnTo>
                                <a:lnTo>
                                  <a:pt x="27148" y="1578"/>
                                </a:lnTo>
                                <a:lnTo>
                                  <a:pt x="22097" y="3629"/>
                                </a:lnTo>
                                <a:lnTo>
                                  <a:pt x="17520" y="6154"/>
                                </a:lnTo>
                                <a:lnTo>
                                  <a:pt x="13101" y="9469"/>
                                </a:lnTo>
                                <a:lnTo>
                                  <a:pt x="9471" y="13256"/>
                                </a:lnTo>
                                <a:lnTo>
                                  <a:pt x="6156" y="17517"/>
                                </a:lnTo>
                                <a:lnTo>
                                  <a:pt x="3631" y="22252"/>
                                </a:lnTo>
                                <a:lnTo>
                                  <a:pt x="1579" y="27302"/>
                                </a:lnTo>
                                <a:lnTo>
                                  <a:pt x="474" y="32667"/>
                                </a:lnTo>
                                <a:lnTo>
                                  <a:pt x="0" y="38349"/>
                                </a:lnTo>
                                <a:lnTo>
                                  <a:pt x="0" y="69123"/>
                                </a:lnTo>
                                <a:lnTo>
                                  <a:pt x="474" y="74804"/>
                                </a:lnTo>
                                <a:lnTo>
                                  <a:pt x="1579" y="80170"/>
                                </a:lnTo>
                                <a:lnTo>
                                  <a:pt x="3631" y="85220"/>
                                </a:lnTo>
                                <a:lnTo>
                                  <a:pt x="6156" y="89954"/>
                                </a:lnTo>
                                <a:lnTo>
                                  <a:pt x="9471" y="94216"/>
                                </a:lnTo>
                                <a:lnTo>
                                  <a:pt x="13101" y="98003"/>
                                </a:lnTo>
                                <a:lnTo>
                                  <a:pt x="17520" y="101159"/>
                                </a:lnTo>
                                <a:lnTo>
                                  <a:pt x="22097" y="103842"/>
                                </a:lnTo>
                                <a:lnTo>
                                  <a:pt x="27148" y="105736"/>
                                </a:lnTo>
                                <a:lnTo>
                                  <a:pt x="32515" y="106841"/>
                                </a:lnTo>
                                <a:lnTo>
                                  <a:pt x="38197" y="107314"/>
                                </a:lnTo>
                                <a:lnTo>
                                  <a:pt x="462617" y="107314"/>
                                </a:lnTo>
                                <a:lnTo>
                                  <a:pt x="468299" y="106841"/>
                                </a:lnTo>
                                <a:lnTo>
                                  <a:pt x="473665" y="105736"/>
                                </a:lnTo>
                                <a:lnTo>
                                  <a:pt x="478716" y="103842"/>
                                </a:lnTo>
                                <a:lnTo>
                                  <a:pt x="483451" y="101159"/>
                                </a:lnTo>
                                <a:lnTo>
                                  <a:pt x="487713" y="98003"/>
                                </a:lnTo>
                                <a:lnTo>
                                  <a:pt x="491501" y="94216"/>
                                </a:lnTo>
                                <a:lnTo>
                                  <a:pt x="494815" y="89954"/>
                                </a:lnTo>
                                <a:lnTo>
                                  <a:pt x="497341" y="85220"/>
                                </a:lnTo>
                                <a:lnTo>
                                  <a:pt x="499393" y="80170"/>
                                </a:lnTo>
                                <a:lnTo>
                                  <a:pt x="500497" y="74804"/>
                                </a:lnTo>
                                <a:lnTo>
                                  <a:pt x="500971" y="69123"/>
                                </a:lnTo>
                                <a:lnTo>
                                  <a:pt x="500971" y="38349"/>
                                </a:lnTo>
                                <a:lnTo>
                                  <a:pt x="500497" y="32667"/>
                                </a:lnTo>
                                <a:lnTo>
                                  <a:pt x="499393" y="27302"/>
                                </a:lnTo>
                                <a:lnTo>
                                  <a:pt x="497341" y="22252"/>
                                </a:lnTo>
                                <a:lnTo>
                                  <a:pt x="494815" y="17517"/>
                                </a:lnTo>
                                <a:lnTo>
                                  <a:pt x="491501" y="13256"/>
                                </a:lnTo>
                                <a:lnTo>
                                  <a:pt x="487713" y="9469"/>
                                </a:lnTo>
                                <a:lnTo>
                                  <a:pt x="483451" y="6154"/>
                                </a:lnTo>
                                <a:lnTo>
                                  <a:pt x="478716" y="3629"/>
                                </a:lnTo>
                                <a:lnTo>
                                  <a:pt x="473665" y="1578"/>
                                </a:lnTo>
                                <a:lnTo>
                                  <a:pt x="468299" y="473"/>
                                </a:lnTo>
                                <a:lnTo>
                                  <a:pt x="462617" y="0"/>
                                </a:lnTo>
                              </a:path>
                            </a:pathLst>
                          </a:custGeom>
                          <a:noFill/>
                          <a:ln w="9470">
                            <a:solidFill>
                              <a:srgbClr val="2E3640"/>
                            </a:solidFill>
                            <a:round/>
                            <a:headEnd/>
                            <a:tailEnd/>
                          </a:ln>
                          <a:effectLst/>
                          <a:extLst>
                            <a:ext uri="{909E8E84-426E-40DD-AFC4-6F175D3DCCD1}">
                              <a14:hiddenFill xmlns:a14="http://schemas.microsoft.com/office/drawing/2010/main">
                                <a:solidFill>
                                  <a:srgbClr val="FFFFFE"/>
                                </a:solidFill>
                              </a14:hiddenFill>
                            </a:ext>
                            <a:ext uri="{AF507438-7753-43E0-B8FC-AC1667EBCBE1}">
                              <a14:hiddenEffects xmlns:a14="http://schemas.microsoft.com/office/drawing/2010/main">
                                <a:effectLst>
                                  <a:outerShdw dist="35921" dir="2700000" algn="ctr" rotWithShape="0">
                                    <a:srgbClr val="8C8682"/>
                                  </a:outerShdw>
                                </a:effectLst>
                              </a14:hiddenEffects>
                            </a:ext>
                          </a:extLst>
                        </wps:spPr>
                        <wps:bodyPr rot="0" vert="horz" wrap="square" lIns="91440" tIns="45720" rIns="91440" bIns="45720" anchor="t" anchorCtr="0" upright="1">
                          <a:noAutofit/>
                        </wps:bodyPr>
                      </wps:wsp>
                      <wps:wsp>
                        <wps:cNvPr id="28" name="Freeform 69"/>
                        <wps:cNvSpPr>
                          <a:spLocks/>
                        </wps:cNvSpPr>
                        <wps:spPr bwMode="auto">
                          <a:xfrm>
                            <a:off x="111947479" y="108711381"/>
                            <a:ext cx="499708" cy="332360"/>
                          </a:xfrm>
                          <a:custGeom>
                            <a:avLst/>
                            <a:gdLst>
                              <a:gd name="T0" fmla="*/ 57926 w 499708"/>
                              <a:gd name="T1" fmla="*/ 332360 h 332360"/>
                              <a:gd name="T2" fmla="*/ 441940 w 499708"/>
                              <a:gd name="T3" fmla="*/ 332360 h 332360"/>
                              <a:gd name="T4" fmla="*/ 449201 w 499708"/>
                              <a:gd name="T5" fmla="*/ 331886 h 332360"/>
                              <a:gd name="T6" fmla="*/ 456145 w 499708"/>
                              <a:gd name="T7" fmla="*/ 330624 h 332360"/>
                              <a:gd name="T8" fmla="*/ 462774 w 499708"/>
                              <a:gd name="T9" fmla="*/ 328415 h 332360"/>
                              <a:gd name="T10" fmla="*/ 469088 w 499708"/>
                              <a:gd name="T11" fmla="*/ 325574 h 332360"/>
                              <a:gd name="T12" fmla="*/ 474928 w 499708"/>
                              <a:gd name="T13" fmla="*/ 321944 h 332360"/>
                              <a:gd name="T14" fmla="*/ 480294 w 499708"/>
                              <a:gd name="T15" fmla="*/ 317683 h 332360"/>
                              <a:gd name="T16" fmla="*/ 485187 w 499708"/>
                              <a:gd name="T17" fmla="*/ 312791 h 332360"/>
                              <a:gd name="T18" fmla="*/ 489291 w 499708"/>
                              <a:gd name="T19" fmla="*/ 307425 h 332360"/>
                              <a:gd name="T20" fmla="*/ 492921 w 499708"/>
                              <a:gd name="T21" fmla="*/ 301586 h 332360"/>
                              <a:gd name="T22" fmla="*/ 495762 w 499708"/>
                              <a:gd name="T23" fmla="*/ 295273 h 332360"/>
                              <a:gd name="T24" fmla="*/ 497972 w 499708"/>
                              <a:gd name="T25" fmla="*/ 288645 h 332360"/>
                              <a:gd name="T26" fmla="*/ 499234 w 499708"/>
                              <a:gd name="T27" fmla="*/ 281701 h 332360"/>
                              <a:gd name="T28" fmla="*/ 499708 w 499708"/>
                              <a:gd name="T29" fmla="*/ 274442 h 332360"/>
                              <a:gd name="T30" fmla="*/ 499708 w 499708"/>
                              <a:gd name="T31" fmla="*/ 57919 h 332360"/>
                              <a:gd name="T32" fmla="*/ 499234 w 499708"/>
                              <a:gd name="T33" fmla="*/ 50659 h 332360"/>
                              <a:gd name="T34" fmla="*/ 497972 w 499708"/>
                              <a:gd name="T35" fmla="*/ 43715 h 332360"/>
                              <a:gd name="T36" fmla="*/ 495762 w 499708"/>
                              <a:gd name="T37" fmla="*/ 37087 h 332360"/>
                              <a:gd name="T38" fmla="*/ 492921 w 499708"/>
                              <a:gd name="T39" fmla="*/ 30774 h 332360"/>
                              <a:gd name="T40" fmla="*/ 489291 w 499708"/>
                              <a:gd name="T41" fmla="*/ 24935 h 332360"/>
                              <a:gd name="T42" fmla="*/ 485187 w 499708"/>
                              <a:gd name="T43" fmla="*/ 19569 h 332360"/>
                              <a:gd name="T44" fmla="*/ 480294 w 499708"/>
                              <a:gd name="T45" fmla="*/ 14677 h 332360"/>
                              <a:gd name="T46" fmla="*/ 474928 w 499708"/>
                              <a:gd name="T47" fmla="*/ 10416 h 332360"/>
                              <a:gd name="T48" fmla="*/ 469088 w 499708"/>
                              <a:gd name="T49" fmla="*/ 6786 h 332360"/>
                              <a:gd name="T50" fmla="*/ 462774 w 499708"/>
                              <a:gd name="T51" fmla="*/ 3946 h 332360"/>
                              <a:gd name="T52" fmla="*/ 456145 w 499708"/>
                              <a:gd name="T53" fmla="*/ 1736 h 332360"/>
                              <a:gd name="T54" fmla="*/ 449201 w 499708"/>
                              <a:gd name="T55" fmla="*/ 474 h 332360"/>
                              <a:gd name="T56" fmla="*/ 441940 w 499708"/>
                              <a:gd name="T57" fmla="*/ 0 h 332360"/>
                              <a:gd name="T58" fmla="*/ 57926 w 499708"/>
                              <a:gd name="T59" fmla="*/ 0 h 332360"/>
                              <a:gd name="T60" fmla="*/ 50665 w 499708"/>
                              <a:gd name="T61" fmla="*/ 474 h 332360"/>
                              <a:gd name="T62" fmla="*/ 43721 w 499708"/>
                              <a:gd name="T63" fmla="*/ 1736 h 332360"/>
                              <a:gd name="T64" fmla="*/ 37091 w 499708"/>
                              <a:gd name="T65" fmla="*/ 3946 h 332360"/>
                              <a:gd name="T66" fmla="*/ 30778 w 499708"/>
                              <a:gd name="T67" fmla="*/ 6786 h 332360"/>
                              <a:gd name="T68" fmla="*/ 24938 w 499708"/>
                              <a:gd name="T69" fmla="*/ 10416 h 332360"/>
                              <a:gd name="T70" fmla="*/ 19572 w 499708"/>
                              <a:gd name="T71" fmla="*/ 14677 h 332360"/>
                              <a:gd name="T72" fmla="*/ 14679 w 499708"/>
                              <a:gd name="T73" fmla="*/ 19569 h 332360"/>
                              <a:gd name="T74" fmla="*/ 10417 w 499708"/>
                              <a:gd name="T75" fmla="*/ 24935 h 332360"/>
                              <a:gd name="T76" fmla="*/ 6787 w 499708"/>
                              <a:gd name="T77" fmla="*/ 30774 h 332360"/>
                              <a:gd name="T78" fmla="*/ 3946 w 499708"/>
                              <a:gd name="T79" fmla="*/ 37087 h 332360"/>
                              <a:gd name="T80" fmla="*/ 1736 w 499708"/>
                              <a:gd name="T81" fmla="*/ 43715 h 332360"/>
                              <a:gd name="T82" fmla="*/ 474 w 499708"/>
                              <a:gd name="T83" fmla="*/ 50659 h 332360"/>
                              <a:gd name="T84" fmla="*/ 0 w 499708"/>
                              <a:gd name="T85" fmla="*/ 57919 h 332360"/>
                              <a:gd name="T86" fmla="*/ 0 w 499708"/>
                              <a:gd name="T87" fmla="*/ 274442 h 332360"/>
                              <a:gd name="T88" fmla="*/ 474 w 499708"/>
                              <a:gd name="T89" fmla="*/ 281701 h 332360"/>
                              <a:gd name="T90" fmla="*/ 1736 w 499708"/>
                              <a:gd name="T91" fmla="*/ 288645 h 332360"/>
                              <a:gd name="T92" fmla="*/ 3946 w 499708"/>
                              <a:gd name="T93" fmla="*/ 295273 h 332360"/>
                              <a:gd name="T94" fmla="*/ 6787 w 499708"/>
                              <a:gd name="T95" fmla="*/ 301586 h 332360"/>
                              <a:gd name="T96" fmla="*/ 10417 w 499708"/>
                              <a:gd name="T97" fmla="*/ 307425 h 332360"/>
                              <a:gd name="T98" fmla="*/ 14679 w 499708"/>
                              <a:gd name="T99" fmla="*/ 312791 h 332360"/>
                              <a:gd name="T100" fmla="*/ 19572 w 499708"/>
                              <a:gd name="T101" fmla="*/ 317683 h 332360"/>
                              <a:gd name="T102" fmla="*/ 24938 w 499708"/>
                              <a:gd name="T103" fmla="*/ 321944 h 332360"/>
                              <a:gd name="T104" fmla="*/ 30778 w 499708"/>
                              <a:gd name="T105" fmla="*/ 325574 h 332360"/>
                              <a:gd name="T106" fmla="*/ 37091 w 499708"/>
                              <a:gd name="T107" fmla="*/ 328415 h 332360"/>
                              <a:gd name="T108" fmla="*/ 43721 w 499708"/>
                              <a:gd name="T109" fmla="*/ 330624 h 332360"/>
                              <a:gd name="T110" fmla="*/ 50665 w 499708"/>
                              <a:gd name="T111" fmla="*/ 331886 h 332360"/>
                              <a:gd name="T112" fmla="*/ 57926 w 499708"/>
                              <a:gd name="T113" fmla="*/ 332360 h 3323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99708" h="332360">
                                <a:moveTo>
                                  <a:pt x="57926" y="332360"/>
                                </a:moveTo>
                                <a:lnTo>
                                  <a:pt x="441940" y="332360"/>
                                </a:lnTo>
                                <a:lnTo>
                                  <a:pt x="449201" y="331886"/>
                                </a:lnTo>
                                <a:lnTo>
                                  <a:pt x="456145" y="330624"/>
                                </a:lnTo>
                                <a:lnTo>
                                  <a:pt x="462774" y="328415"/>
                                </a:lnTo>
                                <a:lnTo>
                                  <a:pt x="469088" y="325574"/>
                                </a:lnTo>
                                <a:lnTo>
                                  <a:pt x="474928" y="321944"/>
                                </a:lnTo>
                                <a:lnTo>
                                  <a:pt x="480294" y="317683"/>
                                </a:lnTo>
                                <a:lnTo>
                                  <a:pt x="485187" y="312791"/>
                                </a:lnTo>
                                <a:lnTo>
                                  <a:pt x="489291" y="307425"/>
                                </a:lnTo>
                                <a:lnTo>
                                  <a:pt x="492921" y="301586"/>
                                </a:lnTo>
                                <a:lnTo>
                                  <a:pt x="495762" y="295273"/>
                                </a:lnTo>
                                <a:lnTo>
                                  <a:pt x="497972" y="288645"/>
                                </a:lnTo>
                                <a:lnTo>
                                  <a:pt x="499234" y="281701"/>
                                </a:lnTo>
                                <a:lnTo>
                                  <a:pt x="499708" y="274442"/>
                                </a:lnTo>
                                <a:lnTo>
                                  <a:pt x="499708" y="57919"/>
                                </a:lnTo>
                                <a:lnTo>
                                  <a:pt x="499234" y="50659"/>
                                </a:lnTo>
                                <a:lnTo>
                                  <a:pt x="497972" y="43715"/>
                                </a:lnTo>
                                <a:lnTo>
                                  <a:pt x="495762" y="37087"/>
                                </a:lnTo>
                                <a:lnTo>
                                  <a:pt x="492921" y="30774"/>
                                </a:lnTo>
                                <a:lnTo>
                                  <a:pt x="489291" y="24935"/>
                                </a:lnTo>
                                <a:lnTo>
                                  <a:pt x="485187" y="19569"/>
                                </a:lnTo>
                                <a:lnTo>
                                  <a:pt x="480294" y="14677"/>
                                </a:lnTo>
                                <a:lnTo>
                                  <a:pt x="474928" y="10416"/>
                                </a:lnTo>
                                <a:lnTo>
                                  <a:pt x="469088" y="6786"/>
                                </a:lnTo>
                                <a:lnTo>
                                  <a:pt x="462774" y="3946"/>
                                </a:lnTo>
                                <a:lnTo>
                                  <a:pt x="456145" y="1736"/>
                                </a:lnTo>
                                <a:lnTo>
                                  <a:pt x="449201" y="474"/>
                                </a:lnTo>
                                <a:lnTo>
                                  <a:pt x="441940" y="0"/>
                                </a:lnTo>
                                <a:lnTo>
                                  <a:pt x="57926" y="0"/>
                                </a:lnTo>
                                <a:lnTo>
                                  <a:pt x="50665" y="474"/>
                                </a:lnTo>
                                <a:lnTo>
                                  <a:pt x="43721" y="1736"/>
                                </a:lnTo>
                                <a:lnTo>
                                  <a:pt x="37091" y="3946"/>
                                </a:lnTo>
                                <a:lnTo>
                                  <a:pt x="30778" y="6786"/>
                                </a:lnTo>
                                <a:lnTo>
                                  <a:pt x="24938" y="10416"/>
                                </a:lnTo>
                                <a:lnTo>
                                  <a:pt x="19572" y="14677"/>
                                </a:lnTo>
                                <a:lnTo>
                                  <a:pt x="14679" y="19569"/>
                                </a:lnTo>
                                <a:lnTo>
                                  <a:pt x="10417" y="24935"/>
                                </a:lnTo>
                                <a:lnTo>
                                  <a:pt x="6787" y="30774"/>
                                </a:lnTo>
                                <a:lnTo>
                                  <a:pt x="3946" y="37087"/>
                                </a:lnTo>
                                <a:lnTo>
                                  <a:pt x="1736" y="43715"/>
                                </a:lnTo>
                                <a:lnTo>
                                  <a:pt x="474" y="50659"/>
                                </a:lnTo>
                                <a:lnTo>
                                  <a:pt x="0" y="57919"/>
                                </a:lnTo>
                                <a:lnTo>
                                  <a:pt x="0" y="274442"/>
                                </a:lnTo>
                                <a:lnTo>
                                  <a:pt x="474" y="281701"/>
                                </a:lnTo>
                                <a:lnTo>
                                  <a:pt x="1736" y="288645"/>
                                </a:lnTo>
                                <a:lnTo>
                                  <a:pt x="3946" y="295273"/>
                                </a:lnTo>
                                <a:lnTo>
                                  <a:pt x="6787" y="301586"/>
                                </a:lnTo>
                                <a:lnTo>
                                  <a:pt x="10417" y="307425"/>
                                </a:lnTo>
                                <a:lnTo>
                                  <a:pt x="14679" y="312791"/>
                                </a:lnTo>
                                <a:lnTo>
                                  <a:pt x="19572" y="317683"/>
                                </a:lnTo>
                                <a:lnTo>
                                  <a:pt x="24938" y="321944"/>
                                </a:lnTo>
                                <a:lnTo>
                                  <a:pt x="30778" y="325574"/>
                                </a:lnTo>
                                <a:lnTo>
                                  <a:pt x="37091" y="328415"/>
                                </a:lnTo>
                                <a:lnTo>
                                  <a:pt x="43721" y="330624"/>
                                </a:lnTo>
                                <a:lnTo>
                                  <a:pt x="50665" y="331886"/>
                                </a:lnTo>
                                <a:lnTo>
                                  <a:pt x="57926" y="332360"/>
                                </a:lnTo>
                              </a:path>
                            </a:pathLst>
                          </a:custGeom>
                          <a:noFill/>
                          <a:ln w="9470">
                            <a:solidFill>
                              <a:srgbClr val="2E3640"/>
                            </a:solidFill>
                            <a:round/>
                            <a:headEnd/>
                            <a:tailEnd/>
                          </a:ln>
                          <a:effectLst/>
                          <a:extLst>
                            <a:ext uri="{909E8E84-426E-40DD-AFC4-6F175D3DCCD1}">
                              <a14:hiddenFill xmlns:a14="http://schemas.microsoft.com/office/drawing/2010/main">
                                <a:solidFill>
                                  <a:srgbClr val="FFFFFE"/>
                                </a:solidFill>
                              </a14:hiddenFill>
                            </a:ext>
                            <a:ext uri="{AF507438-7753-43E0-B8FC-AC1667EBCBE1}">
                              <a14:hiddenEffects xmlns:a14="http://schemas.microsoft.com/office/drawing/2010/main">
                                <a:effectLst>
                                  <a:outerShdw dist="35921" dir="2700000" algn="ctr" rotWithShape="0">
                                    <a:srgbClr val="8C8682"/>
                                  </a:outerShdw>
                                </a:effectLst>
                              </a14:hiddenEffects>
                            </a:ext>
                          </a:extLst>
                        </wps:spPr>
                        <wps:bodyPr rot="0" vert="horz" wrap="square" lIns="91440" tIns="45720" rIns="91440" bIns="45720" anchor="t" anchorCtr="0" upright="1">
                          <a:noAutofit/>
                        </wps:bodyPr>
                      </wps:wsp>
                      <wps:wsp>
                        <wps:cNvPr id="29" name="Freeform 70"/>
                        <wps:cNvSpPr>
                          <a:spLocks/>
                        </wps:cNvSpPr>
                        <wps:spPr bwMode="auto">
                          <a:xfrm>
                            <a:off x="111974943" y="108738841"/>
                            <a:ext cx="444781" cy="277440"/>
                          </a:xfrm>
                          <a:custGeom>
                            <a:avLst/>
                            <a:gdLst>
                              <a:gd name="T0" fmla="*/ 30462 w 444781"/>
                              <a:gd name="T1" fmla="*/ 0 h 277440"/>
                              <a:gd name="T2" fmla="*/ 24938 w 444781"/>
                              <a:gd name="T3" fmla="*/ 474 h 277440"/>
                              <a:gd name="T4" fmla="*/ 19887 w 444781"/>
                              <a:gd name="T5" fmla="*/ 1894 h 277440"/>
                              <a:gd name="T6" fmla="*/ 15152 w 444781"/>
                              <a:gd name="T7" fmla="*/ 4103 h 277440"/>
                              <a:gd name="T8" fmla="*/ 10890 w 444781"/>
                              <a:gd name="T9" fmla="*/ 7260 h 277440"/>
                              <a:gd name="T10" fmla="*/ 7260 w 444781"/>
                              <a:gd name="T11" fmla="*/ 10890 h 277440"/>
                              <a:gd name="T12" fmla="*/ 4103 w 444781"/>
                              <a:gd name="T13" fmla="*/ 15151 h 277440"/>
                              <a:gd name="T14" fmla="*/ 1894 w 444781"/>
                              <a:gd name="T15" fmla="*/ 19885 h 277440"/>
                              <a:gd name="T16" fmla="*/ 473 w 444781"/>
                              <a:gd name="T17" fmla="*/ 24935 h 277440"/>
                              <a:gd name="T18" fmla="*/ 0 w 444781"/>
                              <a:gd name="T19" fmla="*/ 30459 h 277440"/>
                              <a:gd name="T20" fmla="*/ 0 w 444781"/>
                              <a:gd name="T21" fmla="*/ 246982 h 277440"/>
                              <a:gd name="T22" fmla="*/ 473 w 444781"/>
                              <a:gd name="T23" fmla="*/ 252505 h 277440"/>
                              <a:gd name="T24" fmla="*/ 1894 w 444781"/>
                              <a:gd name="T25" fmla="*/ 257555 h 277440"/>
                              <a:gd name="T26" fmla="*/ 4103 w 444781"/>
                              <a:gd name="T27" fmla="*/ 262290 h 277440"/>
                              <a:gd name="T28" fmla="*/ 7260 w 444781"/>
                              <a:gd name="T29" fmla="*/ 266551 h 277440"/>
                              <a:gd name="T30" fmla="*/ 10890 w 444781"/>
                              <a:gd name="T31" fmla="*/ 270181 h 277440"/>
                              <a:gd name="T32" fmla="*/ 15152 w 444781"/>
                              <a:gd name="T33" fmla="*/ 273337 h 277440"/>
                              <a:gd name="T34" fmla="*/ 19887 w 444781"/>
                              <a:gd name="T35" fmla="*/ 275546 h 277440"/>
                              <a:gd name="T36" fmla="*/ 24938 w 444781"/>
                              <a:gd name="T37" fmla="*/ 276967 h 277440"/>
                              <a:gd name="T38" fmla="*/ 30462 w 444781"/>
                              <a:gd name="T39" fmla="*/ 277440 h 277440"/>
                              <a:gd name="T40" fmla="*/ 414476 w 444781"/>
                              <a:gd name="T41" fmla="*/ 277440 h 277440"/>
                              <a:gd name="T42" fmla="*/ 420000 w 444781"/>
                              <a:gd name="T43" fmla="*/ 276967 h 277440"/>
                              <a:gd name="T44" fmla="*/ 425051 w 444781"/>
                              <a:gd name="T45" fmla="*/ 275546 h 277440"/>
                              <a:gd name="T46" fmla="*/ 429786 w 444781"/>
                              <a:gd name="T47" fmla="*/ 273337 h 277440"/>
                              <a:gd name="T48" fmla="*/ 434048 w 444781"/>
                              <a:gd name="T49" fmla="*/ 270181 h 277440"/>
                              <a:gd name="T50" fmla="*/ 437678 w 444781"/>
                              <a:gd name="T51" fmla="*/ 266551 h 277440"/>
                              <a:gd name="T52" fmla="*/ 440677 w 444781"/>
                              <a:gd name="T53" fmla="*/ 262290 h 277440"/>
                              <a:gd name="T54" fmla="*/ 442887 w 444781"/>
                              <a:gd name="T55" fmla="*/ 257555 h 277440"/>
                              <a:gd name="T56" fmla="*/ 444307 w 444781"/>
                              <a:gd name="T57" fmla="*/ 252505 h 277440"/>
                              <a:gd name="T58" fmla="*/ 444781 w 444781"/>
                              <a:gd name="T59" fmla="*/ 246982 h 277440"/>
                              <a:gd name="T60" fmla="*/ 444781 w 444781"/>
                              <a:gd name="T61" fmla="*/ 30459 h 277440"/>
                              <a:gd name="T62" fmla="*/ 444307 w 444781"/>
                              <a:gd name="T63" fmla="*/ 24935 h 277440"/>
                              <a:gd name="T64" fmla="*/ 442887 w 444781"/>
                              <a:gd name="T65" fmla="*/ 19885 h 277440"/>
                              <a:gd name="T66" fmla="*/ 440677 w 444781"/>
                              <a:gd name="T67" fmla="*/ 15151 h 277440"/>
                              <a:gd name="T68" fmla="*/ 437678 w 444781"/>
                              <a:gd name="T69" fmla="*/ 10890 h 277440"/>
                              <a:gd name="T70" fmla="*/ 434048 w 444781"/>
                              <a:gd name="T71" fmla="*/ 7260 h 277440"/>
                              <a:gd name="T72" fmla="*/ 429786 w 444781"/>
                              <a:gd name="T73" fmla="*/ 4103 h 277440"/>
                              <a:gd name="T74" fmla="*/ 425051 w 444781"/>
                              <a:gd name="T75" fmla="*/ 1894 h 277440"/>
                              <a:gd name="T76" fmla="*/ 420000 w 444781"/>
                              <a:gd name="T77" fmla="*/ 474 h 277440"/>
                              <a:gd name="T78" fmla="*/ 414476 w 444781"/>
                              <a:gd name="T79" fmla="*/ 0 h 277440"/>
                              <a:gd name="T80" fmla="*/ 30462 w 444781"/>
                              <a:gd name="T81" fmla="*/ 0 h 2774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444781" h="277440">
                                <a:moveTo>
                                  <a:pt x="30462" y="0"/>
                                </a:moveTo>
                                <a:lnTo>
                                  <a:pt x="24938" y="474"/>
                                </a:lnTo>
                                <a:lnTo>
                                  <a:pt x="19887" y="1894"/>
                                </a:lnTo>
                                <a:lnTo>
                                  <a:pt x="15152" y="4103"/>
                                </a:lnTo>
                                <a:lnTo>
                                  <a:pt x="10890" y="7260"/>
                                </a:lnTo>
                                <a:lnTo>
                                  <a:pt x="7260" y="10890"/>
                                </a:lnTo>
                                <a:lnTo>
                                  <a:pt x="4103" y="15151"/>
                                </a:lnTo>
                                <a:lnTo>
                                  <a:pt x="1894" y="19885"/>
                                </a:lnTo>
                                <a:lnTo>
                                  <a:pt x="473" y="24935"/>
                                </a:lnTo>
                                <a:lnTo>
                                  <a:pt x="0" y="30459"/>
                                </a:lnTo>
                                <a:lnTo>
                                  <a:pt x="0" y="246982"/>
                                </a:lnTo>
                                <a:lnTo>
                                  <a:pt x="473" y="252505"/>
                                </a:lnTo>
                                <a:lnTo>
                                  <a:pt x="1894" y="257555"/>
                                </a:lnTo>
                                <a:lnTo>
                                  <a:pt x="4103" y="262290"/>
                                </a:lnTo>
                                <a:lnTo>
                                  <a:pt x="7260" y="266551"/>
                                </a:lnTo>
                                <a:lnTo>
                                  <a:pt x="10890" y="270181"/>
                                </a:lnTo>
                                <a:lnTo>
                                  <a:pt x="15152" y="273337"/>
                                </a:lnTo>
                                <a:lnTo>
                                  <a:pt x="19887" y="275546"/>
                                </a:lnTo>
                                <a:lnTo>
                                  <a:pt x="24938" y="276967"/>
                                </a:lnTo>
                                <a:lnTo>
                                  <a:pt x="30462" y="277440"/>
                                </a:lnTo>
                                <a:lnTo>
                                  <a:pt x="414476" y="277440"/>
                                </a:lnTo>
                                <a:lnTo>
                                  <a:pt x="420000" y="276967"/>
                                </a:lnTo>
                                <a:lnTo>
                                  <a:pt x="425051" y="275546"/>
                                </a:lnTo>
                                <a:lnTo>
                                  <a:pt x="429786" y="273337"/>
                                </a:lnTo>
                                <a:lnTo>
                                  <a:pt x="434048" y="270181"/>
                                </a:lnTo>
                                <a:lnTo>
                                  <a:pt x="437678" y="266551"/>
                                </a:lnTo>
                                <a:lnTo>
                                  <a:pt x="440677" y="262290"/>
                                </a:lnTo>
                                <a:lnTo>
                                  <a:pt x="442887" y="257555"/>
                                </a:lnTo>
                                <a:lnTo>
                                  <a:pt x="444307" y="252505"/>
                                </a:lnTo>
                                <a:lnTo>
                                  <a:pt x="444781" y="246982"/>
                                </a:lnTo>
                                <a:lnTo>
                                  <a:pt x="444781" y="30459"/>
                                </a:lnTo>
                                <a:lnTo>
                                  <a:pt x="444307" y="24935"/>
                                </a:lnTo>
                                <a:lnTo>
                                  <a:pt x="442887" y="19885"/>
                                </a:lnTo>
                                <a:lnTo>
                                  <a:pt x="440677" y="15151"/>
                                </a:lnTo>
                                <a:lnTo>
                                  <a:pt x="437678" y="10890"/>
                                </a:lnTo>
                                <a:lnTo>
                                  <a:pt x="434048" y="7260"/>
                                </a:lnTo>
                                <a:lnTo>
                                  <a:pt x="429786" y="4103"/>
                                </a:lnTo>
                                <a:lnTo>
                                  <a:pt x="425051" y="1894"/>
                                </a:lnTo>
                                <a:lnTo>
                                  <a:pt x="420000" y="474"/>
                                </a:lnTo>
                                <a:lnTo>
                                  <a:pt x="414476" y="0"/>
                                </a:lnTo>
                                <a:lnTo>
                                  <a:pt x="30462" y="0"/>
                                </a:lnTo>
                                <a:close/>
                              </a:path>
                            </a:pathLst>
                          </a:custGeom>
                          <a:solidFill>
                            <a:srgbClr val="B7C134"/>
                          </a:solidFill>
                          <a:ln w="0">
                            <a:solidFill>
                              <a:srgbClr val="B7C134"/>
                            </a:solidFill>
                            <a:round/>
                            <a:headEnd/>
                            <a:tailEnd/>
                          </a:ln>
                          <a:effectLst/>
                          <a:extLst>
                            <a:ext uri="{AF507438-7753-43E0-B8FC-AC1667EBCBE1}">
                              <a14:hiddenEffects xmlns:a14="http://schemas.microsoft.com/office/drawing/2010/main">
                                <a:effectLst>
                                  <a:outerShdw dist="35921" dir="2700000" algn="ctr" rotWithShape="0">
                                    <a:srgbClr val="8C8682"/>
                                  </a:outerShdw>
                                </a:effectLst>
                              </a14:hiddenEffects>
                            </a:ext>
                          </a:extLst>
                        </wps:spPr>
                        <wps:bodyPr rot="0" vert="horz" wrap="square" lIns="91440" tIns="45720" rIns="91440" bIns="45720" anchor="t" anchorCtr="0" upright="1">
                          <a:noAutofit/>
                        </wps:bodyPr>
                      </wps:wsp>
                      <wps:wsp>
                        <wps:cNvPr id="30" name="Freeform 71"/>
                        <wps:cNvSpPr>
                          <a:spLocks/>
                        </wps:cNvSpPr>
                        <wps:spPr bwMode="auto">
                          <a:xfrm>
                            <a:off x="111974943" y="108738841"/>
                            <a:ext cx="444781" cy="277440"/>
                          </a:xfrm>
                          <a:custGeom>
                            <a:avLst/>
                            <a:gdLst>
                              <a:gd name="T0" fmla="*/ 30462 w 444781"/>
                              <a:gd name="T1" fmla="*/ 0 h 277440"/>
                              <a:gd name="T2" fmla="*/ 24938 w 444781"/>
                              <a:gd name="T3" fmla="*/ 474 h 277440"/>
                              <a:gd name="T4" fmla="*/ 19887 w 444781"/>
                              <a:gd name="T5" fmla="*/ 1894 h 277440"/>
                              <a:gd name="T6" fmla="*/ 15152 w 444781"/>
                              <a:gd name="T7" fmla="*/ 4103 h 277440"/>
                              <a:gd name="T8" fmla="*/ 10890 w 444781"/>
                              <a:gd name="T9" fmla="*/ 7260 h 277440"/>
                              <a:gd name="T10" fmla="*/ 7260 w 444781"/>
                              <a:gd name="T11" fmla="*/ 10890 h 277440"/>
                              <a:gd name="T12" fmla="*/ 4103 w 444781"/>
                              <a:gd name="T13" fmla="*/ 15151 h 277440"/>
                              <a:gd name="T14" fmla="*/ 1894 w 444781"/>
                              <a:gd name="T15" fmla="*/ 19885 h 277440"/>
                              <a:gd name="T16" fmla="*/ 473 w 444781"/>
                              <a:gd name="T17" fmla="*/ 24935 h 277440"/>
                              <a:gd name="T18" fmla="*/ 0 w 444781"/>
                              <a:gd name="T19" fmla="*/ 30459 h 277440"/>
                              <a:gd name="T20" fmla="*/ 0 w 444781"/>
                              <a:gd name="T21" fmla="*/ 246982 h 277440"/>
                              <a:gd name="T22" fmla="*/ 473 w 444781"/>
                              <a:gd name="T23" fmla="*/ 252505 h 277440"/>
                              <a:gd name="T24" fmla="*/ 1894 w 444781"/>
                              <a:gd name="T25" fmla="*/ 257555 h 277440"/>
                              <a:gd name="T26" fmla="*/ 4103 w 444781"/>
                              <a:gd name="T27" fmla="*/ 262290 h 277440"/>
                              <a:gd name="T28" fmla="*/ 7260 w 444781"/>
                              <a:gd name="T29" fmla="*/ 266551 h 277440"/>
                              <a:gd name="T30" fmla="*/ 10890 w 444781"/>
                              <a:gd name="T31" fmla="*/ 270181 h 277440"/>
                              <a:gd name="T32" fmla="*/ 15152 w 444781"/>
                              <a:gd name="T33" fmla="*/ 273337 h 277440"/>
                              <a:gd name="T34" fmla="*/ 19887 w 444781"/>
                              <a:gd name="T35" fmla="*/ 275546 h 277440"/>
                              <a:gd name="T36" fmla="*/ 24938 w 444781"/>
                              <a:gd name="T37" fmla="*/ 276967 h 277440"/>
                              <a:gd name="T38" fmla="*/ 30462 w 444781"/>
                              <a:gd name="T39" fmla="*/ 277440 h 277440"/>
                              <a:gd name="T40" fmla="*/ 414476 w 444781"/>
                              <a:gd name="T41" fmla="*/ 277440 h 277440"/>
                              <a:gd name="T42" fmla="*/ 420000 w 444781"/>
                              <a:gd name="T43" fmla="*/ 276967 h 277440"/>
                              <a:gd name="T44" fmla="*/ 425051 w 444781"/>
                              <a:gd name="T45" fmla="*/ 275546 h 277440"/>
                              <a:gd name="T46" fmla="*/ 429786 w 444781"/>
                              <a:gd name="T47" fmla="*/ 273337 h 277440"/>
                              <a:gd name="T48" fmla="*/ 434048 w 444781"/>
                              <a:gd name="T49" fmla="*/ 270181 h 277440"/>
                              <a:gd name="T50" fmla="*/ 437678 w 444781"/>
                              <a:gd name="T51" fmla="*/ 266551 h 277440"/>
                              <a:gd name="T52" fmla="*/ 440677 w 444781"/>
                              <a:gd name="T53" fmla="*/ 262290 h 277440"/>
                              <a:gd name="T54" fmla="*/ 442887 w 444781"/>
                              <a:gd name="T55" fmla="*/ 257555 h 277440"/>
                              <a:gd name="T56" fmla="*/ 444307 w 444781"/>
                              <a:gd name="T57" fmla="*/ 252505 h 277440"/>
                              <a:gd name="T58" fmla="*/ 444781 w 444781"/>
                              <a:gd name="T59" fmla="*/ 246982 h 277440"/>
                              <a:gd name="T60" fmla="*/ 444781 w 444781"/>
                              <a:gd name="T61" fmla="*/ 30459 h 277440"/>
                              <a:gd name="T62" fmla="*/ 444307 w 444781"/>
                              <a:gd name="T63" fmla="*/ 24935 h 277440"/>
                              <a:gd name="T64" fmla="*/ 442887 w 444781"/>
                              <a:gd name="T65" fmla="*/ 19885 h 277440"/>
                              <a:gd name="T66" fmla="*/ 440677 w 444781"/>
                              <a:gd name="T67" fmla="*/ 15151 h 277440"/>
                              <a:gd name="T68" fmla="*/ 437678 w 444781"/>
                              <a:gd name="T69" fmla="*/ 10890 h 277440"/>
                              <a:gd name="T70" fmla="*/ 434048 w 444781"/>
                              <a:gd name="T71" fmla="*/ 7260 h 277440"/>
                              <a:gd name="T72" fmla="*/ 429786 w 444781"/>
                              <a:gd name="T73" fmla="*/ 4103 h 277440"/>
                              <a:gd name="T74" fmla="*/ 425051 w 444781"/>
                              <a:gd name="T75" fmla="*/ 1894 h 277440"/>
                              <a:gd name="T76" fmla="*/ 420000 w 444781"/>
                              <a:gd name="T77" fmla="*/ 474 h 277440"/>
                              <a:gd name="T78" fmla="*/ 414476 w 444781"/>
                              <a:gd name="T79" fmla="*/ 0 h 277440"/>
                              <a:gd name="T80" fmla="*/ 30462 w 444781"/>
                              <a:gd name="T81" fmla="*/ 0 h 2774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444781" h="277440">
                                <a:moveTo>
                                  <a:pt x="30462" y="0"/>
                                </a:moveTo>
                                <a:lnTo>
                                  <a:pt x="24938" y="474"/>
                                </a:lnTo>
                                <a:lnTo>
                                  <a:pt x="19887" y="1894"/>
                                </a:lnTo>
                                <a:lnTo>
                                  <a:pt x="15152" y="4103"/>
                                </a:lnTo>
                                <a:lnTo>
                                  <a:pt x="10890" y="7260"/>
                                </a:lnTo>
                                <a:lnTo>
                                  <a:pt x="7260" y="10890"/>
                                </a:lnTo>
                                <a:lnTo>
                                  <a:pt x="4103" y="15151"/>
                                </a:lnTo>
                                <a:lnTo>
                                  <a:pt x="1894" y="19885"/>
                                </a:lnTo>
                                <a:lnTo>
                                  <a:pt x="473" y="24935"/>
                                </a:lnTo>
                                <a:lnTo>
                                  <a:pt x="0" y="30459"/>
                                </a:lnTo>
                                <a:lnTo>
                                  <a:pt x="0" y="246982"/>
                                </a:lnTo>
                                <a:lnTo>
                                  <a:pt x="473" y="252505"/>
                                </a:lnTo>
                                <a:lnTo>
                                  <a:pt x="1894" y="257555"/>
                                </a:lnTo>
                                <a:lnTo>
                                  <a:pt x="4103" y="262290"/>
                                </a:lnTo>
                                <a:lnTo>
                                  <a:pt x="7260" y="266551"/>
                                </a:lnTo>
                                <a:lnTo>
                                  <a:pt x="10890" y="270181"/>
                                </a:lnTo>
                                <a:lnTo>
                                  <a:pt x="15152" y="273337"/>
                                </a:lnTo>
                                <a:lnTo>
                                  <a:pt x="19887" y="275546"/>
                                </a:lnTo>
                                <a:lnTo>
                                  <a:pt x="24938" y="276967"/>
                                </a:lnTo>
                                <a:lnTo>
                                  <a:pt x="30462" y="277440"/>
                                </a:lnTo>
                                <a:lnTo>
                                  <a:pt x="414476" y="277440"/>
                                </a:lnTo>
                                <a:lnTo>
                                  <a:pt x="420000" y="276967"/>
                                </a:lnTo>
                                <a:lnTo>
                                  <a:pt x="425051" y="275546"/>
                                </a:lnTo>
                                <a:lnTo>
                                  <a:pt x="429786" y="273337"/>
                                </a:lnTo>
                                <a:lnTo>
                                  <a:pt x="434048" y="270181"/>
                                </a:lnTo>
                                <a:lnTo>
                                  <a:pt x="437678" y="266551"/>
                                </a:lnTo>
                                <a:lnTo>
                                  <a:pt x="440677" y="262290"/>
                                </a:lnTo>
                                <a:lnTo>
                                  <a:pt x="442887" y="257555"/>
                                </a:lnTo>
                                <a:lnTo>
                                  <a:pt x="444307" y="252505"/>
                                </a:lnTo>
                                <a:lnTo>
                                  <a:pt x="444781" y="246982"/>
                                </a:lnTo>
                                <a:lnTo>
                                  <a:pt x="444781" y="30459"/>
                                </a:lnTo>
                                <a:lnTo>
                                  <a:pt x="444307" y="24935"/>
                                </a:lnTo>
                                <a:lnTo>
                                  <a:pt x="442887" y="19885"/>
                                </a:lnTo>
                                <a:lnTo>
                                  <a:pt x="440677" y="15151"/>
                                </a:lnTo>
                                <a:lnTo>
                                  <a:pt x="437678" y="10890"/>
                                </a:lnTo>
                                <a:lnTo>
                                  <a:pt x="434048" y="7260"/>
                                </a:lnTo>
                                <a:lnTo>
                                  <a:pt x="429786" y="4103"/>
                                </a:lnTo>
                                <a:lnTo>
                                  <a:pt x="425051" y="1894"/>
                                </a:lnTo>
                                <a:lnTo>
                                  <a:pt x="420000" y="474"/>
                                </a:lnTo>
                                <a:lnTo>
                                  <a:pt x="414476" y="0"/>
                                </a:lnTo>
                                <a:lnTo>
                                  <a:pt x="30462" y="0"/>
                                </a:lnTo>
                              </a:path>
                            </a:pathLst>
                          </a:custGeom>
                          <a:noFill/>
                          <a:ln w="9470">
                            <a:solidFill>
                              <a:srgbClr val="2E3640"/>
                            </a:solidFill>
                            <a:round/>
                            <a:headEnd/>
                            <a:tailEnd/>
                          </a:ln>
                          <a:effectLst/>
                          <a:extLst>
                            <a:ext uri="{909E8E84-426E-40DD-AFC4-6F175D3DCCD1}">
                              <a14:hiddenFill xmlns:a14="http://schemas.microsoft.com/office/drawing/2010/main">
                                <a:solidFill>
                                  <a:srgbClr val="FFFFFE"/>
                                </a:solidFill>
                              </a14:hiddenFill>
                            </a:ext>
                            <a:ext uri="{AF507438-7753-43E0-B8FC-AC1667EBCBE1}">
                              <a14:hiddenEffects xmlns:a14="http://schemas.microsoft.com/office/drawing/2010/main">
                                <a:effectLst>
                                  <a:outerShdw dist="35921" dir="2700000" algn="ctr" rotWithShape="0">
                                    <a:srgbClr val="8C8682"/>
                                  </a:outerShdw>
                                </a:effectLst>
                              </a14:hiddenEffects>
                            </a:ext>
                          </a:extLst>
                        </wps:spPr>
                        <wps:bodyPr rot="0" vert="horz" wrap="square" lIns="91440" tIns="45720" rIns="91440" bIns="45720" anchor="t" anchorCtr="0" upright="1">
                          <a:noAutofit/>
                        </wps:bodyPr>
                      </wps:wsp>
                      <wps:wsp>
                        <wps:cNvPr id="31" name="Freeform 72"/>
                        <wps:cNvSpPr>
                          <a:spLocks/>
                        </wps:cNvSpPr>
                        <wps:spPr bwMode="auto">
                          <a:xfrm>
                            <a:off x="112231583" y="108804966"/>
                            <a:ext cx="124691" cy="124674"/>
                          </a:xfrm>
                          <a:custGeom>
                            <a:avLst/>
                            <a:gdLst>
                              <a:gd name="T0" fmla="*/ 55874 w 124691"/>
                              <a:gd name="T1" fmla="*/ 51763 h 124674"/>
                              <a:gd name="T2" fmla="*/ 3473 w 124691"/>
                              <a:gd name="T3" fmla="*/ 104316 h 124674"/>
                              <a:gd name="T4" fmla="*/ 1737 w 124691"/>
                              <a:gd name="T5" fmla="*/ 106525 h 124674"/>
                              <a:gd name="T6" fmla="*/ 632 w 124691"/>
                              <a:gd name="T7" fmla="*/ 108893 h 124674"/>
                              <a:gd name="T8" fmla="*/ 0 w 124691"/>
                              <a:gd name="T9" fmla="*/ 111418 h 124674"/>
                              <a:gd name="T10" fmla="*/ 0 w 124691"/>
                              <a:gd name="T11" fmla="*/ 114101 h 124674"/>
                              <a:gd name="T12" fmla="*/ 632 w 124691"/>
                              <a:gd name="T13" fmla="*/ 116626 h 124674"/>
                              <a:gd name="T14" fmla="*/ 1737 w 124691"/>
                              <a:gd name="T15" fmla="*/ 118993 h 124674"/>
                              <a:gd name="T16" fmla="*/ 3473 w 124691"/>
                              <a:gd name="T17" fmla="*/ 121202 h 124674"/>
                              <a:gd name="T18" fmla="*/ 5682 w 124691"/>
                              <a:gd name="T19" fmla="*/ 122938 h 124674"/>
                              <a:gd name="T20" fmla="*/ 8050 w 124691"/>
                              <a:gd name="T21" fmla="*/ 124043 h 124674"/>
                              <a:gd name="T22" fmla="*/ 10733 w 124691"/>
                              <a:gd name="T23" fmla="*/ 124674 h 124674"/>
                              <a:gd name="T24" fmla="*/ 13259 w 124691"/>
                              <a:gd name="T25" fmla="*/ 124674 h 124674"/>
                              <a:gd name="T26" fmla="*/ 15942 w 124691"/>
                              <a:gd name="T27" fmla="*/ 124043 h 124674"/>
                              <a:gd name="T28" fmla="*/ 18309 w 124691"/>
                              <a:gd name="T29" fmla="*/ 122938 h 124674"/>
                              <a:gd name="T30" fmla="*/ 20519 w 124691"/>
                              <a:gd name="T31" fmla="*/ 121202 h 124674"/>
                              <a:gd name="T32" fmla="*/ 72920 w 124691"/>
                              <a:gd name="T33" fmla="*/ 68808 h 124674"/>
                              <a:gd name="T34" fmla="*/ 84127 w 124691"/>
                              <a:gd name="T35" fmla="*/ 103843 h 124674"/>
                              <a:gd name="T36" fmla="*/ 124691 w 124691"/>
                              <a:gd name="T37" fmla="*/ 0 h 124674"/>
                              <a:gd name="T38" fmla="*/ 20835 w 124691"/>
                              <a:gd name="T39" fmla="*/ 40716 h 124674"/>
                              <a:gd name="T40" fmla="*/ 55874 w 124691"/>
                              <a:gd name="T41" fmla="*/ 51763 h 1246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124691" h="124674">
                                <a:moveTo>
                                  <a:pt x="55874" y="51763"/>
                                </a:moveTo>
                                <a:lnTo>
                                  <a:pt x="3473" y="104316"/>
                                </a:lnTo>
                                <a:lnTo>
                                  <a:pt x="1737" y="106525"/>
                                </a:lnTo>
                                <a:lnTo>
                                  <a:pt x="632" y="108893"/>
                                </a:lnTo>
                                <a:lnTo>
                                  <a:pt x="0" y="111418"/>
                                </a:lnTo>
                                <a:lnTo>
                                  <a:pt x="0" y="114101"/>
                                </a:lnTo>
                                <a:lnTo>
                                  <a:pt x="632" y="116626"/>
                                </a:lnTo>
                                <a:lnTo>
                                  <a:pt x="1737" y="118993"/>
                                </a:lnTo>
                                <a:lnTo>
                                  <a:pt x="3473" y="121202"/>
                                </a:lnTo>
                                <a:lnTo>
                                  <a:pt x="5682" y="122938"/>
                                </a:lnTo>
                                <a:lnTo>
                                  <a:pt x="8050" y="124043"/>
                                </a:lnTo>
                                <a:lnTo>
                                  <a:pt x="10733" y="124674"/>
                                </a:lnTo>
                                <a:lnTo>
                                  <a:pt x="13259" y="124674"/>
                                </a:lnTo>
                                <a:lnTo>
                                  <a:pt x="15942" y="124043"/>
                                </a:lnTo>
                                <a:lnTo>
                                  <a:pt x="18309" y="122938"/>
                                </a:lnTo>
                                <a:lnTo>
                                  <a:pt x="20519" y="121202"/>
                                </a:lnTo>
                                <a:lnTo>
                                  <a:pt x="72920" y="68808"/>
                                </a:lnTo>
                                <a:lnTo>
                                  <a:pt x="84127" y="103843"/>
                                </a:lnTo>
                                <a:lnTo>
                                  <a:pt x="124691" y="0"/>
                                </a:lnTo>
                                <a:lnTo>
                                  <a:pt x="20835" y="40716"/>
                                </a:lnTo>
                                <a:lnTo>
                                  <a:pt x="55874" y="51763"/>
                                </a:lnTo>
                                <a:close/>
                              </a:path>
                            </a:pathLst>
                          </a:custGeom>
                          <a:solidFill>
                            <a:srgbClr val="FFFFFE"/>
                          </a:solidFill>
                          <a:ln w="0">
                            <a:solidFill>
                              <a:srgbClr val="FFFFFE"/>
                            </a:solidFill>
                            <a:round/>
                            <a:headEnd/>
                            <a:tailEnd/>
                          </a:ln>
                          <a:effectLst/>
                          <a:extLst>
                            <a:ext uri="{AF507438-7753-43E0-B8FC-AC1667EBCBE1}">
                              <a14:hiddenEffects xmlns:a14="http://schemas.microsoft.com/office/drawing/2010/main">
                                <a:effectLst>
                                  <a:outerShdw dist="35921" dir="2700000" algn="ctr" rotWithShape="0">
                                    <a:srgbClr val="8C8682"/>
                                  </a:outerShdw>
                                </a:effectLst>
                              </a14:hiddenEffects>
                            </a:ext>
                          </a:extLst>
                        </wps:spPr>
                        <wps:bodyPr rot="0" vert="horz" wrap="square" lIns="91440" tIns="45720" rIns="91440" bIns="45720" anchor="t" anchorCtr="0" upright="1">
                          <a:noAutofit/>
                        </wps:bodyPr>
                      </wps:wsp>
                      <wps:wsp>
                        <wps:cNvPr id="96" name="Freeform 73"/>
                        <wps:cNvSpPr>
                          <a:spLocks/>
                        </wps:cNvSpPr>
                        <wps:spPr bwMode="auto">
                          <a:xfrm>
                            <a:off x="112231583" y="108804966"/>
                            <a:ext cx="124691" cy="124674"/>
                          </a:xfrm>
                          <a:custGeom>
                            <a:avLst/>
                            <a:gdLst>
                              <a:gd name="T0" fmla="*/ 55874 w 124691"/>
                              <a:gd name="T1" fmla="*/ 51763 h 124674"/>
                              <a:gd name="T2" fmla="*/ 3473 w 124691"/>
                              <a:gd name="T3" fmla="*/ 104316 h 124674"/>
                              <a:gd name="T4" fmla="*/ 1737 w 124691"/>
                              <a:gd name="T5" fmla="*/ 106525 h 124674"/>
                              <a:gd name="T6" fmla="*/ 632 w 124691"/>
                              <a:gd name="T7" fmla="*/ 108893 h 124674"/>
                              <a:gd name="T8" fmla="*/ 0 w 124691"/>
                              <a:gd name="T9" fmla="*/ 111418 h 124674"/>
                              <a:gd name="T10" fmla="*/ 0 w 124691"/>
                              <a:gd name="T11" fmla="*/ 114101 h 124674"/>
                              <a:gd name="T12" fmla="*/ 632 w 124691"/>
                              <a:gd name="T13" fmla="*/ 116626 h 124674"/>
                              <a:gd name="T14" fmla="*/ 1737 w 124691"/>
                              <a:gd name="T15" fmla="*/ 118993 h 124674"/>
                              <a:gd name="T16" fmla="*/ 3473 w 124691"/>
                              <a:gd name="T17" fmla="*/ 121202 h 124674"/>
                              <a:gd name="T18" fmla="*/ 5682 w 124691"/>
                              <a:gd name="T19" fmla="*/ 122938 h 124674"/>
                              <a:gd name="T20" fmla="*/ 8050 w 124691"/>
                              <a:gd name="T21" fmla="*/ 124043 h 124674"/>
                              <a:gd name="T22" fmla="*/ 10733 w 124691"/>
                              <a:gd name="T23" fmla="*/ 124674 h 124674"/>
                              <a:gd name="T24" fmla="*/ 13259 w 124691"/>
                              <a:gd name="T25" fmla="*/ 124674 h 124674"/>
                              <a:gd name="T26" fmla="*/ 15942 w 124691"/>
                              <a:gd name="T27" fmla="*/ 124043 h 124674"/>
                              <a:gd name="T28" fmla="*/ 18309 w 124691"/>
                              <a:gd name="T29" fmla="*/ 122938 h 124674"/>
                              <a:gd name="T30" fmla="*/ 20519 w 124691"/>
                              <a:gd name="T31" fmla="*/ 121202 h 124674"/>
                              <a:gd name="T32" fmla="*/ 72920 w 124691"/>
                              <a:gd name="T33" fmla="*/ 68808 h 124674"/>
                              <a:gd name="T34" fmla="*/ 84127 w 124691"/>
                              <a:gd name="T35" fmla="*/ 103843 h 124674"/>
                              <a:gd name="T36" fmla="*/ 124691 w 124691"/>
                              <a:gd name="T37" fmla="*/ 0 h 124674"/>
                              <a:gd name="T38" fmla="*/ 20835 w 124691"/>
                              <a:gd name="T39" fmla="*/ 40716 h 124674"/>
                              <a:gd name="T40" fmla="*/ 55874 w 124691"/>
                              <a:gd name="T41" fmla="*/ 51763 h 1246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124691" h="124674">
                                <a:moveTo>
                                  <a:pt x="55874" y="51763"/>
                                </a:moveTo>
                                <a:lnTo>
                                  <a:pt x="3473" y="104316"/>
                                </a:lnTo>
                                <a:lnTo>
                                  <a:pt x="1737" y="106525"/>
                                </a:lnTo>
                                <a:lnTo>
                                  <a:pt x="632" y="108893"/>
                                </a:lnTo>
                                <a:lnTo>
                                  <a:pt x="0" y="111418"/>
                                </a:lnTo>
                                <a:lnTo>
                                  <a:pt x="0" y="114101"/>
                                </a:lnTo>
                                <a:lnTo>
                                  <a:pt x="632" y="116626"/>
                                </a:lnTo>
                                <a:lnTo>
                                  <a:pt x="1737" y="118993"/>
                                </a:lnTo>
                                <a:lnTo>
                                  <a:pt x="3473" y="121202"/>
                                </a:lnTo>
                                <a:lnTo>
                                  <a:pt x="5682" y="122938"/>
                                </a:lnTo>
                                <a:lnTo>
                                  <a:pt x="8050" y="124043"/>
                                </a:lnTo>
                                <a:lnTo>
                                  <a:pt x="10733" y="124674"/>
                                </a:lnTo>
                                <a:lnTo>
                                  <a:pt x="13259" y="124674"/>
                                </a:lnTo>
                                <a:lnTo>
                                  <a:pt x="15942" y="124043"/>
                                </a:lnTo>
                                <a:lnTo>
                                  <a:pt x="18309" y="122938"/>
                                </a:lnTo>
                                <a:lnTo>
                                  <a:pt x="20519" y="121202"/>
                                </a:lnTo>
                                <a:lnTo>
                                  <a:pt x="72920" y="68808"/>
                                </a:lnTo>
                                <a:lnTo>
                                  <a:pt x="84127" y="103843"/>
                                </a:lnTo>
                                <a:lnTo>
                                  <a:pt x="124691" y="0"/>
                                </a:lnTo>
                                <a:lnTo>
                                  <a:pt x="20835" y="40716"/>
                                </a:lnTo>
                                <a:lnTo>
                                  <a:pt x="55874" y="51763"/>
                                </a:lnTo>
                              </a:path>
                            </a:pathLst>
                          </a:custGeom>
                          <a:noFill/>
                          <a:ln w="9470">
                            <a:solidFill>
                              <a:srgbClr val="2E3640"/>
                            </a:solidFill>
                            <a:round/>
                            <a:headEnd/>
                            <a:tailEnd/>
                          </a:ln>
                          <a:effectLst/>
                          <a:extLst>
                            <a:ext uri="{909E8E84-426E-40DD-AFC4-6F175D3DCCD1}">
                              <a14:hiddenFill xmlns:a14="http://schemas.microsoft.com/office/drawing/2010/main">
                                <a:solidFill>
                                  <a:srgbClr val="FFFFFE"/>
                                </a:solidFill>
                              </a14:hiddenFill>
                            </a:ext>
                            <a:ext uri="{AF507438-7753-43E0-B8FC-AC1667EBCBE1}">
                              <a14:hiddenEffects xmlns:a14="http://schemas.microsoft.com/office/drawing/2010/main">
                                <a:effectLst>
                                  <a:outerShdw dist="35921" dir="2700000" algn="ctr" rotWithShape="0">
                                    <a:srgbClr val="8C8682"/>
                                  </a:outerShdw>
                                </a:effectLst>
                              </a14:hiddenEffects>
                            </a:ext>
                          </a:extLst>
                        </wps:spPr>
                        <wps:bodyPr rot="0" vert="horz" wrap="square" lIns="91440" tIns="45720" rIns="91440" bIns="45720" anchor="t" anchorCtr="0" upright="1">
                          <a:noAutofit/>
                        </wps:bodyPr>
                      </wps:wsp>
                      <wps:wsp>
                        <wps:cNvPr id="97" name="Freeform 74"/>
                        <wps:cNvSpPr>
                          <a:spLocks/>
                        </wps:cNvSpPr>
                        <wps:spPr bwMode="auto">
                          <a:xfrm>
                            <a:off x="111947163" y="109074831"/>
                            <a:ext cx="500971" cy="107314"/>
                          </a:xfrm>
                          <a:custGeom>
                            <a:avLst/>
                            <a:gdLst>
                              <a:gd name="T0" fmla="*/ 462617 w 500971"/>
                              <a:gd name="T1" fmla="*/ 0 h 107314"/>
                              <a:gd name="T2" fmla="*/ 38197 w 500971"/>
                              <a:gd name="T3" fmla="*/ 0 h 107314"/>
                              <a:gd name="T4" fmla="*/ 32515 w 500971"/>
                              <a:gd name="T5" fmla="*/ 473 h 107314"/>
                              <a:gd name="T6" fmla="*/ 27148 w 500971"/>
                              <a:gd name="T7" fmla="*/ 1578 h 107314"/>
                              <a:gd name="T8" fmla="*/ 22097 w 500971"/>
                              <a:gd name="T9" fmla="*/ 3629 h 107314"/>
                              <a:gd name="T10" fmla="*/ 17520 w 500971"/>
                              <a:gd name="T11" fmla="*/ 6154 h 107314"/>
                              <a:gd name="T12" fmla="*/ 13101 w 500971"/>
                              <a:gd name="T13" fmla="*/ 9469 h 107314"/>
                              <a:gd name="T14" fmla="*/ 9471 w 500971"/>
                              <a:gd name="T15" fmla="*/ 13256 h 107314"/>
                              <a:gd name="T16" fmla="*/ 6156 w 500971"/>
                              <a:gd name="T17" fmla="*/ 17517 h 107314"/>
                              <a:gd name="T18" fmla="*/ 3631 w 500971"/>
                              <a:gd name="T19" fmla="*/ 22252 h 107314"/>
                              <a:gd name="T20" fmla="*/ 1579 w 500971"/>
                              <a:gd name="T21" fmla="*/ 27302 h 107314"/>
                              <a:gd name="T22" fmla="*/ 474 w 500971"/>
                              <a:gd name="T23" fmla="*/ 32667 h 107314"/>
                              <a:gd name="T24" fmla="*/ 0 w 500971"/>
                              <a:gd name="T25" fmla="*/ 38349 h 107314"/>
                              <a:gd name="T26" fmla="*/ 0 w 500971"/>
                              <a:gd name="T27" fmla="*/ 69123 h 107314"/>
                              <a:gd name="T28" fmla="*/ 474 w 500971"/>
                              <a:gd name="T29" fmla="*/ 74804 h 107314"/>
                              <a:gd name="T30" fmla="*/ 1579 w 500971"/>
                              <a:gd name="T31" fmla="*/ 80170 h 107314"/>
                              <a:gd name="T32" fmla="*/ 3631 w 500971"/>
                              <a:gd name="T33" fmla="*/ 85220 h 107314"/>
                              <a:gd name="T34" fmla="*/ 6156 w 500971"/>
                              <a:gd name="T35" fmla="*/ 89954 h 107314"/>
                              <a:gd name="T36" fmla="*/ 9471 w 500971"/>
                              <a:gd name="T37" fmla="*/ 94216 h 107314"/>
                              <a:gd name="T38" fmla="*/ 13101 w 500971"/>
                              <a:gd name="T39" fmla="*/ 98003 h 107314"/>
                              <a:gd name="T40" fmla="*/ 17520 w 500971"/>
                              <a:gd name="T41" fmla="*/ 101159 h 107314"/>
                              <a:gd name="T42" fmla="*/ 22097 w 500971"/>
                              <a:gd name="T43" fmla="*/ 103842 h 107314"/>
                              <a:gd name="T44" fmla="*/ 27148 w 500971"/>
                              <a:gd name="T45" fmla="*/ 105736 h 107314"/>
                              <a:gd name="T46" fmla="*/ 32515 w 500971"/>
                              <a:gd name="T47" fmla="*/ 106841 h 107314"/>
                              <a:gd name="T48" fmla="*/ 38197 w 500971"/>
                              <a:gd name="T49" fmla="*/ 107314 h 107314"/>
                              <a:gd name="T50" fmla="*/ 462617 w 500971"/>
                              <a:gd name="T51" fmla="*/ 107314 h 107314"/>
                              <a:gd name="T52" fmla="*/ 468299 w 500971"/>
                              <a:gd name="T53" fmla="*/ 106841 h 107314"/>
                              <a:gd name="T54" fmla="*/ 473665 w 500971"/>
                              <a:gd name="T55" fmla="*/ 105736 h 107314"/>
                              <a:gd name="T56" fmla="*/ 478716 w 500971"/>
                              <a:gd name="T57" fmla="*/ 103842 h 107314"/>
                              <a:gd name="T58" fmla="*/ 483451 w 500971"/>
                              <a:gd name="T59" fmla="*/ 101159 h 107314"/>
                              <a:gd name="T60" fmla="*/ 487713 w 500971"/>
                              <a:gd name="T61" fmla="*/ 98003 h 107314"/>
                              <a:gd name="T62" fmla="*/ 491501 w 500971"/>
                              <a:gd name="T63" fmla="*/ 94216 h 107314"/>
                              <a:gd name="T64" fmla="*/ 494815 w 500971"/>
                              <a:gd name="T65" fmla="*/ 89954 h 107314"/>
                              <a:gd name="T66" fmla="*/ 497341 w 500971"/>
                              <a:gd name="T67" fmla="*/ 85220 h 107314"/>
                              <a:gd name="T68" fmla="*/ 499393 w 500971"/>
                              <a:gd name="T69" fmla="*/ 80170 h 107314"/>
                              <a:gd name="T70" fmla="*/ 500497 w 500971"/>
                              <a:gd name="T71" fmla="*/ 74804 h 107314"/>
                              <a:gd name="T72" fmla="*/ 500971 w 500971"/>
                              <a:gd name="T73" fmla="*/ 69123 h 107314"/>
                              <a:gd name="T74" fmla="*/ 500971 w 500971"/>
                              <a:gd name="T75" fmla="*/ 38349 h 107314"/>
                              <a:gd name="T76" fmla="*/ 500497 w 500971"/>
                              <a:gd name="T77" fmla="*/ 32667 h 107314"/>
                              <a:gd name="T78" fmla="*/ 499393 w 500971"/>
                              <a:gd name="T79" fmla="*/ 27302 h 107314"/>
                              <a:gd name="T80" fmla="*/ 497341 w 500971"/>
                              <a:gd name="T81" fmla="*/ 22252 h 107314"/>
                              <a:gd name="T82" fmla="*/ 494815 w 500971"/>
                              <a:gd name="T83" fmla="*/ 17517 h 107314"/>
                              <a:gd name="T84" fmla="*/ 491501 w 500971"/>
                              <a:gd name="T85" fmla="*/ 13256 h 107314"/>
                              <a:gd name="T86" fmla="*/ 487713 w 500971"/>
                              <a:gd name="T87" fmla="*/ 9469 h 107314"/>
                              <a:gd name="T88" fmla="*/ 483451 w 500971"/>
                              <a:gd name="T89" fmla="*/ 6154 h 107314"/>
                              <a:gd name="T90" fmla="*/ 478716 w 500971"/>
                              <a:gd name="T91" fmla="*/ 3629 h 107314"/>
                              <a:gd name="T92" fmla="*/ 473665 w 500971"/>
                              <a:gd name="T93" fmla="*/ 1578 h 107314"/>
                              <a:gd name="T94" fmla="*/ 468299 w 500971"/>
                              <a:gd name="T95" fmla="*/ 473 h 107314"/>
                              <a:gd name="T96" fmla="*/ 462617 w 500971"/>
                              <a:gd name="T97" fmla="*/ 0 h 1073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500971" h="107314">
                                <a:moveTo>
                                  <a:pt x="462617" y="0"/>
                                </a:moveTo>
                                <a:lnTo>
                                  <a:pt x="38197" y="0"/>
                                </a:lnTo>
                                <a:lnTo>
                                  <a:pt x="32515" y="473"/>
                                </a:lnTo>
                                <a:lnTo>
                                  <a:pt x="27148" y="1578"/>
                                </a:lnTo>
                                <a:lnTo>
                                  <a:pt x="22097" y="3629"/>
                                </a:lnTo>
                                <a:lnTo>
                                  <a:pt x="17520" y="6154"/>
                                </a:lnTo>
                                <a:lnTo>
                                  <a:pt x="13101" y="9469"/>
                                </a:lnTo>
                                <a:lnTo>
                                  <a:pt x="9471" y="13256"/>
                                </a:lnTo>
                                <a:lnTo>
                                  <a:pt x="6156" y="17517"/>
                                </a:lnTo>
                                <a:lnTo>
                                  <a:pt x="3631" y="22252"/>
                                </a:lnTo>
                                <a:lnTo>
                                  <a:pt x="1579" y="27302"/>
                                </a:lnTo>
                                <a:lnTo>
                                  <a:pt x="474" y="32667"/>
                                </a:lnTo>
                                <a:lnTo>
                                  <a:pt x="0" y="38349"/>
                                </a:lnTo>
                                <a:lnTo>
                                  <a:pt x="0" y="69123"/>
                                </a:lnTo>
                                <a:lnTo>
                                  <a:pt x="474" y="74804"/>
                                </a:lnTo>
                                <a:lnTo>
                                  <a:pt x="1579" y="80170"/>
                                </a:lnTo>
                                <a:lnTo>
                                  <a:pt x="3631" y="85220"/>
                                </a:lnTo>
                                <a:lnTo>
                                  <a:pt x="6156" y="89954"/>
                                </a:lnTo>
                                <a:lnTo>
                                  <a:pt x="9471" y="94216"/>
                                </a:lnTo>
                                <a:lnTo>
                                  <a:pt x="13101" y="98003"/>
                                </a:lnTo>
                                <a:lnTo>
                                  <a:pt x="17520" y="101159"/>
                                </a:lnTo>
                                <a:lnTo>
                                  <a:pt x="22097" y="103842"/>
                                </a:lnTo>
                                <a:lnTo>
                                  <a:pt x="27148" y="105736"/>
                                </a:lnTo>
                                <a:lnTo>
                                  <a:pt x="32515" y="106841"/>
                                </a:lnTo>
                                <a:lnTo>
                                  <a:pt x="38197" y="107314"/>
                                </a:lnTo>
                                <a:lnTo>
                                  <a:pt x="462617" y="107314"/>
                                </a:lnTo>
                                <a:lnTo>
                                  <a:pt x="468299" y="106841"/>
                                </a:lnTo>
                                <a:lnTo>
                                  <a:pt x="473665" y="105736"/>
                                </a:lnTo>
                                <a:lnTo>
                                  <a:pt x="478716" y="103842"/>
                                </a:lnTo>
                                <a:lnTo>
                                  <a:pt x="483451" y="101159"/>
                                </a:lnTo>
                                <a:lnTo>
                                  <a:pt x="487713" y="98003"/>
                                </a:lnTo>
                                <a:lnTo>
                                  <a:pt x="491501" y="94216"/>
                                </a:lnTo>
                                <a:lnTo>
                                  <a:pt x="494815" y="89954"/>
                                </a:lnTo>
                                <a:lnTo>
                                  <a:pt x="497341" y="85220"/>
                                </a:lnTo>
                                <a:lnTo>
                                  <a:pt x="499393" y="80170"/>
                                </a:lnTo>
                                <a:lnTo>
                                  <a:pt x="500497" y="74804"/>
                                </a:lnTo>
                                <a:lnTo>
                                  <a:pt x="500971" y="69123"/>
                                </a:lnTo>
                                <a:lnTo>
                                  <a:pt x="500971" y="38349"/>
                                </a:lnTo>
                                <a:lnTo>
                                  <a:pt x="500497" y="32667"/>
                                </a:lnTo>
                                <a:lnTo>
                                  <a:pt x="499393" y="27302"/>
                                </a:lnTo>
                                <a:lnTo>
                                  <a:pt x="497341" y="22252"/>
                                </a:lnTo>
                                <a:lnTo>
                                  <a:pt x="494815" y="17517"/>
                                </a:lnTo>
                                <a:lnTo>
                                  <a:pt x="491501" y="13256"/>
                                </a:lnTo>
                                <a:lnTo>
                                  <a:pt x="487713" y="9469"/>
                                </a:lnTo>
                                <a:lnTo>
                                  <a:pt x="483451" y="6154"/>
                                </a:lnTo>
                                <a:lnTo>
                                  <a:pt x="478716" y="3629"/>
                                </a:lnTo>
                                <a:lnTo>
                                  <a:pt x="473665" y="1578"/>
                                </a:lnTo>
                                <a:lnTo>
                                  <a:pt x="468299" y="473"/>
                                </a:lnTo>
                                <a:lnTo>
                                  <a:pt x="462617" y="0"/>
                                </a:lnTo>
                              </a:path>
                            </a:pathLst>
                          </a:custGeom>
                          <a:noFill/>
                          <a:ln w="9470">
                            <a:solidFill>
                              <a:srgbClr val="2E3640"/>
                            </a:solidFill>
                            <a:round/>
                            <a:headEnd/>
                            <a:tailEnd/>
                          </a:ln>
                          <a:effectLst/>
                          <a:extLst>
                            <a:ext uri="{909E8E84-426E-40DD-AFC4-6F175D3DCCD1}">
                              <a14:hiddenFill xmlns:a14="http://schemas.microsoft.com/office/drawing/2010/main">
                                <a:solidFill>
                                  <a:srgbClr val="FFFFFE"/>
                                </a:solidFill>
                              </a14:hiddenFill>
                            </a:ext>
                            <a:ext uri="{AF507438-7753-43E0-B8FC-AC1667EBCBE1}">
                              <a14:hiddenEffects xmlns:a14="http://schemas.microsoft.com/office/drawing/2010/main">
                                <a:effectLst>
                                  <a:outerShdw dist="35921" dir="2700000" algn="ctr" rotWithShape="0">
                                    <a:srgbClr val="8C8682"/>
                                  </a:outerShdw>
                                </a:effectLst>
                              </a14:hiddenEffects>
                            </a:ext>
                          </a:extLst>
                        </wps:spPr>
                        <wps:bodyPr rot="0" vert="horz" wrap="square" lIns="91440" tIns="45720" rIns="91440" bIns="45720" anchor="t" anchorCtr="0" upright="1">
                          <a:noAutofit/>
                        </wps:bodyPr>
                      </wps:wsp>
                      <wps:wsp>
                        <wps:cNvPr id="98" name="Freeform 75"/>
                        <wps:cNvSpPr>
                          <a:spLocks/>
                        </wps:cNvSpPr>
                        <wps:spPr bwMode="auto">
                          <a:xfrm>
                            <a:off x="111947479" y="108711381"/>
                            <a:ext cx="499708" cy="332360"/>
                          </a:xfrm>
                          <a:custGeom>
                            <a:avLst/>
                            <a:gdLst>
                              <a:gd name="T0" fmla="*/ 57926 w 499708"/>
                              <a:gd name="T1" fmla="*/ 332360 h 332360"/>
                              <a:gd name="T2" fmla="*/ 441940 w 499708"/>
                              <a:gd name="T3" fmla="*/ 332360 h 332360"/>
                              <a:gd name="T4" fmla="*/ 449201 w 499708"/>
                              <a:gd name="T5" fmla="*/ 331886 h 332360"/>
                              <a:gd name="T6" fmla="*/ 456145 w 499708"/>
                              <a:gd name="T7" fmla="*/ 330624 h 332360"/>
                              <a:gd name="T8" fmla="*/ 462774 w 499708"/>
                              <a:gd name="T9" fmla="*/ 328415 h 332360"/>
                              <a:gd name="T10" fmla="*/ 469088 w 499708"/>
                              <a:gd name="T11" fmla="*/ 325574 h 332360"/>
                              <a:gd name="T12" fmla="*/ 474928 w 499708"/>
                              <a:gd name="T13" fmla="*/ 321944 h 332360"/>
                              <a:gd name="T14" fmla="*/ 480294 w 499708"/>
                              <a:gd name="T15" fmla="*/ 317683 h 332360"/>
                              <a:gd name="T16" fmla="*/ 485187 w 499708"/>
                              <a:gd name="T17" fmla="*/ 312791 h 332360"/>
                              <a:gd name="T18" fmla="*/ 489291 w 499708"/>
                              <a:gd name="T19" fmla="*/ 307425 h 332360"/>
                              <a:gd name="T20" fmla="*/ 492921 w 499708"/>
                              <a:gd name="T21" fmla="*/ 301586 h 332360"/>
                              <a:gd name="T22" fmla="*/ 495762 w 499708"/>
                              <a:gd name="T23" fmla="*/ 295273 h 332360"/>
                              <a:gd name="T24" fmla="*/ 497972 w 499708"/>
                              <a:gd name="T25" fmla="*/ 288645 h 332360"/>
                              <a:gd name="T26" fmla="*/ 499234 w 499708"/>
                              <a:gd name="T27" fmla="*/ 281701 h 332360"/>
                              <a:gd name="T28" fmla="*/ 499708 w 499708"/>
                              <a:gd name="T29" fmla="*/ 274442 h 332360"/>
                              <a:gd name="T30" fmla="*/ 499708 w 499708"/>
                              <a:gd name="T31" fmla="*/ 57919 h 332360"/>
                              <a:gd name="T32" fmla="*/ 499234 w 499708"/>
                              <a:gd name="T33" fmla="*/ 50659 h 332360"/>
                              <a:gd name="T34" fmla="*/ 497972 w 499708"/>
                              <a:gd name="T35" fmla="*/ 43715 h 332360"/>
                              <a:gd name="T36" fmla="*/ 495762 w 499708"/>
                              <a:gd name="T37" fmla="*/ 37087 h 332360"/>
                              <a:gd name="T38" fmla="*/ 492921 w 499708"/>
                              <a:gd name="T39" fmla="*/ 30774 h 332360"/>
                              <a:gd name="T40" fmla="*/ 489291 w 499708"/>
                              <a:gd name="T41" fmla="*/ 24935 h 332360"/>
                              <a:gd name="T42" fmla="*/ 485187 w 499708"/>
                              <a:gd name="T43" fmla="*/ 19569 h 332360"/>
                              <a:gd name="T44" fmla="*/ 480294 w 499708"/>
                              <a:gd name="T45" fmla="*/ 14677 h 332360"/>
                              <a:gd name="T46" fmla="*/ 474928 w 499708"/>
                              <a:gd name="T47" fmla="*/ 10416 h 332360"/>
                              <a:gd name="T48" fmla="*/ 469088 w 499708"/>
                              <a:gd name="T49" fmla="*/ 6786 h 332360"/>
                              <a:gd name="T50" fmla="*/ 462774 w 499708"/>
                              <a:gd name="T51" fmla="*/ 3946 h 332360"/>
                              <a:gd name="T52" fmla="*/ 456145 w 499708"/>
                              <a:gd name="T53" fmla="*/ 1736 h 332360"/>
                              <a:gd name="T54" fmla="*/ 449201 w 499708"/>
                              <a:gd name="T55" fmla="*/ 474 h 332360"/>
                              <a:gd name="T56" fmla="*/ 441940 w 499708"/>
                              <a:gd name="T57" fmla="*/ 0 h 332360"/>
                              <a:gd name="T58" fmla="*/ 57926 w 499708"/>
                              <a:gd name="T59" fmla="*/ 0 h 332360"/>
                              <a:gd name="T60" fmla="*/ 50665 w 499708"/>
                              <a:gd name="T61" fmla="*/ 474 h 332360"/>
                              <a:gd name="T62" fmla="*/ 43721 w 499708"/>
                              <a:gd name="T63" fmla="*/ 1736 h 332360"/>
                              <a:gd name="T64" fmla="*/ 37091 w 499708"/>
                              <a:gd name="T65" fmla="*/ 3946 h 332360"/>
                              <a:gd name="T66" fmla="*/ 30778 w 499708"/>
                              <a:gd name="T67" fmla="*/ 6786 h 332360"/>
                              <a:gd name="T68" fmla="*/ 24938 w 499708"/>
                              <a:gd name="T69" fmla="*/ 10416 h 332360"/>
                              <a:gd name="T70" fmla="*/ 19572 w 499708"/>
                              <a:gd name="T71" fmla="*/ 14677 h 332360"/>
                              <a:gd name="T72" fmla="*/ 14679 w 499708"/>
                              <a:gd name="T73" fmla="*/ 19569 h 332360"/>
                              <a:gd name="T74" fmla="*/ 10417 w 499708"/>
                              <a:gd name="T75" fmla="*/ 24935 h 332360"/>
                              <a:gd name="T76" fmla="*/ 6787 w 499708"/>
                              <a:gd name="T77" fmla="*/ 30774 h 332360"/>
                              <a:gd name="T78" fmla="*/ 3946 w 499708"/>
                              <a:gd name="T79" fmla="*/ 37087 h 332360"/>
                              <a:gd name="T80" fmla="*/ 1736 w 499708"/>
                              <a:gd name="T81" fmla="*/ 43715 h 332360"/>
                              <a:gd name="T82" fmla="*/ 474 w 499708"/>
                              <a:gd name="T83" fmla="*/ 50659 h 332360"/>
                              <a:gd name="T84" fmla="*/ 0 w 499708"/>
                              <a:gd name="T85" fmla="*/ 57919 h 332360"/>
                              <a:gd name="T86" fmla="*/ 0 w 499708"/>
                              <a:gd name="T87" fmla="*/ 274442 h 332360"/>
                              <a:gd name="T88" fmla="*/ 474 w 499708"/>
                              <a:gd name="T89" fmla="*/ 281701 h 332360"/>
                              <a:gd name="T90" fmla="*/ 1736 w 499708"/>
                              <a:gd name="T91" fmla="*/ 288645 h 332360"/>
                              <a:gd name="T92" fmla="*/ 3946 w 499708"/>
                              <a:gd name="T93" fmla="*/ 295273 h 332360"/>
                              <a:gd name="T94" fmla="*/ 6787 w 499708"/>
                              <a:gd name="T95" fmla="*/ 301586 h 332360"/>
                              <a:gd name="T96" fmla="*/ 10417 w 499708"/>
                              <a:gd name="T97" fmla="*/ 307425 h 332360"/>
                              <a:gd name="T98" fmla="*/ 14679 w 499708"/>
                              <a:gd name="T99" fmla="*/ 312791 h 332360"/>
                              <a:gd name="T100" fmla="*/ 19572 w 499708"/>
                              <a:gd name="T101" fmla="*/ 317683 h 332360"/>
                              <a:gd name="T102" fmla="*/ 24938 w 499708"/>
                              <a:gd name="T103" fmla="*/ 321944 h 332360"/>
                              <a:gd name="T104" fmla="*/ 30778 w 499708"/>
                              <a:gd name="T105" fmla="*/ 325574 h 332360"/>
                              <a:gd name="T106" fmla="*/ 37091 w 499708"/>
                              <a:gd name="T107" fmla="*/ 328415 h 332360"/>
                              <a:gd name="T108" fmla="*/ 43721 w 499708"/>
                              <a:gd name="T109" fmla="*/ 330624 h 332360"/>
                              <a:gd name="T110" fmla="*/ 50665 w 499708"/>
                              <a:gd name="T111" fmla="*/ 331886 h 332360"/>
                              <a:gd name="T112" fmla="*/ 57926 w 499708"/>
                              <a:gd name="T113" fmla="*/ 332360 h 3323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99708" h="332360">
                                <a:moveTo>
                                  <a:pt x="57926" y="332360"/>
                                </a:moveTo>
                                <a:lnTo>
                                  <a:pt x="441940" y="332360"/>
                                </a:lnTo>
                                <a:lnTo>
                                  <a:pt x="449201" y="331886"/>
                                </a:lnTo>
                                <a:lnTo>
                                  <a:pt x="456145" y="330624"/>
                                </a:lnTo>
                                <a:lnTo>
                                  <a:pt x="462774" y="328415"/>
                                </a:lnTo>
                                <a:lnTo>
                                  <a:pt x="469088" y="325574"/>
                                </a:lnTo>
                                <a:lnTo>
                                  <a:pt x="474928" y="321944"/>
                                </a:lnTo>
                                <a:lnTo>
                                  <a:pt x="480294" y="317683"/>
                                </a:lnTo>
                                <a:lnTo>
                                  <a:pt x="485187" y="312791"/>
                                </a:lnTo>
                                <a:lnTo>
                                  <a:pt x="489291" y="307425"/>
                                </a:lnTo>
                                <a:lnTo>
                                  <a:pt x="492921" y="301586"/>
                                </a:lnTo>
                                <a:lnTo>
                                  <a:pt x="495762" y="295273"/>
                                </a:lnTo>
                                <a:lnTo>
                                  <a:pt x="497972" y="288645"/>
                                </a:lnTo>
                                <a:lnTo>
                                  <a:pt x="499234" y="281701"/>
                                </a:lnTo>
                                <a:lnTo>
                                  <a:pt x="499708" y="274442"/>
                                </a:lnTo>
                                <a:lnTo>
                                  <a:pt x="499708" y="57919"/>
                                </a:lnTo>
                                <a:lnTo>
                                  <a:pt x="499234" y="50659"/>
                                </a:lnTo>
                                <a:lnTo>
                                  <a:pt x="497972" y="43715"/>
                                </a:lnTo>
                                <a:lnTo>
                                  <a:pt x="495762" y="37087"/>
                                </a:lnTo>
                                <a:lnTo>
                                  <a:pt x="492921" y="30774"/>
                                </a:lnTo>
                                <a:lnTo>
                                  <a:pt x="489291" y="24935"/>
                                </a:lnTo>
                                <a:lnTo>
                                  <a:pt x="485187" y="19569"/>
                                </a:lnTo>
                                <a:lnTo>
                                  <a:pt x="480294" y="14677"/>
                                </a:lnTo>
                                <a:lnTo>
                                  <a:pt x="474928" y="10416"/>
                                </a:lnTo>
                                <a:lnTo>
                                  <a:pt x="469088" y="6786"/>
                                </a:lnTo>
                                <a:lnTo>
                                  <a:pt x="462774" y="3946"/>
                                </a:lnTo>
                                <a:lnTo>
                                  <a:pt x="456145" y="1736"/>
                                </a:lnTo>
                                <a:lnTo>
                                  <a:pt x="449201" y="474"/>
                                </a:lnTo>
                                <a:lnTo>
                                  <a:pt x="441940" y="0"/>
                                </a:lnTo>
                                <a:lnTo>
                                  <a:pt x="57926" y="0"/>
                                </a:lnTo>
                                <a:lnTo>
                                  <a:pt x="50665" y="474"/>
                                </a:lnTo>
                                <a:lnTo>
                                  <a:pt x="43721" y="1736"/>
                                </a:lnTo>
                                <a:lnTo>
                                  <a:pt x="37091" y="3946"/>
                                </a:lnTo>
                                <a:lnTo>
                                  <a:pt x="30778" y="6786"/>
                                </a:lnTo>
                                <a:lnTo>
                                  <a:pt x="24938" y="10416"/>
                                </a:lnTo>
                                <a:lnTo>
                                  <a:pt x="19572" y="14677"/>
                                </a:lnTo>
                                <a:lnTo>
                                  <a:pt x="14679" y="19569"/>
                                </a:lnTo>
                                <a:lnTo>
                                  <a:pt x="10417" y="24935"/>
                                </a:lnTo>
                                <a:lnTo>
                                  <a:pt x="6787" y="30774"/>
                                </a:lnTo>
                                <a:lnTo>
                                  <a:pt x="3946" y="37087"/>
                                </a:lnTo>
                                <a:lnTo>
                                  <a:pt x="1736" y="43715"/>
                                </a:lnTo>
                                <a:lnTo>
                                  <a:pt x="474" y="50659"/>
                                </a:lnTo>
                                <a:lnTo>
                                  <a:pt x="0" y="57919"/>
                                </a:lnTo>
                                <a:lnTo>
                                  <a:pt x="0" y="274442"/>
                                </a:lnTo>
                                <a:lnTo>
                                  <a:pt x="474" y="281701"/>
                                </a:lnTo>
                                <a:lnTo>
                                  <a:pt x="1736" y="288645"/>
                                </a:lnTo>
                                <a:lnTo>
                                  <a:pt x="3946" y="295273"/>
                                </a:lnTo>
                                <a:lnTo>
                                  <a:pt x="6787" y="301586"/>
                                </a:lnTo>
                                <a:lnTo>
                                  <a:pt x="10417" y="307425"/>
                                </a:lnTo>
                                <a:lnTo>
                                  <a:pt x="14679" y="312791"/>
                                </a:lnTo>
                                <a:lnTo>
                                  <a:pt x="19572" y="317683"/>
                                </a:lnTo>
                                <a:lnTo>
                                  <a:pt x="24938" y="321944"/>
                                </a:lnTo>
                                <a:lnTo>
                                  <a:pt x="30778" y="325574"/>
                                </a:lnTo>
                                <a:lnTo>
                                  <a:pt x="37091" y="328415"/>
                                </a:lnTo>
                                <a:lnTo>
                                  <a:pt x="43721" y="330624"/>
                                </a:lnTo>
                                <a:lnTo>
                                  <a:pt x="50665" y="331886"/>
                                </a:lnTo>
                                <a:lnTo>
                                  <a:pt x="57926" y="332360"/>
                                </a:lnTo>
                              </a:path>
                            </a:pathLst>
                          </a:custGeom>
                          <a:noFill/>
                          <a:ln w="9470">
                            <a:solidFill>
                              <a:srgbClr val="2E3640"/>
                            </a:solidFill>
                            <a:round/>
                            <a:headEnd/>
                            <a:tailEnd/>
                          </a:ln>
                          <a:effectLst/>
                          <a:extLst>
                            <a:ext uri="{909E8E84-426E-40DD-AFC4-6F175D3DCCD1}">
                              <a14:hiddenFill xmlns:a14="http://schemas.microsoft.com/office/drawing/2010/main">
                                <a:solidFill>
                                  <a:srgbClr val="FFFFFE"/>
                                </a:solidFill>
                              </a14:hiddenFill>
                            </a:ext>
                            <a:ext uri="{AF507438-7753-43E0-B8FC-AC1667EBCBE1}">
                              <a14:hiddenEffects xmlns:a14="http://schemas.microsoft.com/office/drawing/2010/main">
                                <a:effectLst>
                                  <a:outerShdw dist="35921" dir="2700000" algn="ctr" rotWithShape="0">
                                    <a:srgbClr val="8C8682"/>
                                  </a:outerShdw>
                                </a:effectLst>
                              </a14:hiddenEffects>
                            </a:ext>
                          </a:extLst>
                        </wps:spPr>
                        <wps:bodyPr rot="0" vert="horz" wrap="square" lIns="91440" tIns="45720" rIns="91440" bIns="45720" anchor="t" anchorCtr="0" upright="1">
                          <a:noAutofit/>
                        </wps:bodyPr>
                      </wps:wsp>
                      <wps:wsp>
                        <wps:cNvPr id="99" name="Freeform 76"/>
                        <wps:cNvSpPr>
                          <a:spLocks/>
                        </wps:cNvSpPr>
                        <wps:spPr bwMode="auto">
                          <a:xfrm>
                            <a:off x="111974943" y="108738841"/>
                            <a:ext cx="444781" cy="277440"/>
                          </a:xfrm>
                          <a:custGeom>
                            <a:avLst/>
                            <a:gdLst>
                              <a:gd name="T0" fmla="*/ 30462 w 444781"/>
                              <a:gd name="T1" fmla="*/ 0 h 277440"/>
                              <a:gd name="T2" fmla="*/ 24938 w 444781"/>
                              <a:gd name="T3" fmla="*/ 474 h 277440"/>
                              <a:gd name="T4" fmla="*/ 19887 w 444781"/>
                              <a:gd name="T5" fmla="*/ 1894 h 277440"/>
                              <a:gd name="T6" fmla="*/ 15152 w 444781"/>
                              <a:gd name="T7" fmla="*/ 4103 h 277440"/>
                              <a:gd name="T8" fmla="*/ 10890 w 444781"/>
                              <a:gd name="T9" fmla="*/ 7260 h 277440"/>
                              <a:gd name="T10" fmla="*/ 7260 w 444781"/>
                              <a:gd name="T11" fmla="*/ 10890 h 277440"/>
                              <a:gd name="T12" fmla="*/ 4103 w 444781"/>
                              <a:gd name="T13" fmla="*/ 15151 h 277440"/>
                              <a:gd name="T14" fmla="*/ 1894 w 444781"/>
                              <a:gd name="T15" fmla="*/ 19885 h 277440"/>
                              <a:gd name="T16" fmla="*/ 473 w 444781"/>
                              <a:gd name="T17" fmla="*/ 24935 h 277440"/>
                              <a:gd name="T18" fmla="*/ 0 w 444781"/>
                              <a:gd name="T19" fmla="*/ 30459 h 277440"/>
                              <a:gd name="T20" fmla="*/ 0 w 444781"/>
                              <a:gd name="T21" fmla="*/ 246982 h 277440"/>
                              <a:gd name="T22" fmla="*/ 473 w 444781"/>
                              <a:gd name="T23" fmla="*/ 252505 h 277440"/>
                              <a:gd name="T24" fmla="*/ 1894 w 444781"/>
                              <a:gd name="T25" fmla="*/ 257555 h 277440"/>
                              <a:gd name="T26" fmla="*/ 4103 w 444781"/>
                              <a:gd name="T27" fmla="*/ 262290 h 277440"/>
                              <a:gd name="T28" fmla="*/ 7260 w 444781"/>
                              <a:gd name="T29" fmla="*/ 266551 h 277440"/>
                              <a:gd name="T30" fmla="*/ 10890 w 444781"/>
                              <a:gd name="T31" fmla="*/ 270181 h 277440"/>
                              <a:gd name="T32" fmla="*/ 15152 w 444781"/>
                              <a:gd name="T33" fmla="*/ 273337 h 277440"/>
                              <a:gd name="T34" fmla="*/ 19887 w 444781"/>
                              <a:gd name="T35" fmla="*/ 275546 h 277440"/>
                              <a:gd name="T36" fmla="*/ 24938 w 444781"/>
                              <a:gd name="T37" fmla="*/ 276967 h 277440"/>
                              <a:gd name="T38" fmla="*/ 30462 w 444781"/>
                              <a:gd name="T39" fmla="*/ 277440 h 277440"/>
                              <a:gd name="T40" fmla="*/ 414476 w 444781"/>
                              <a:gd name="T41" fmla="*/ 277440 h 277440"/>
                              <a:gd name="T42" fmla="*/ 420000 w 444781"/>
                              <a:gd name="T43" fmla="*/ 276967 h 277440"/>
                              <a:gd name="T44" fmla="*/ 425051 w 444781"/>
                              <a:gd name="T45" fmla="*/ 275546 h 277440"/>
                              <a:gd name="T46" fmla="*/ 429786 w 444781"/>
                              <a:gd name="T47" fmla="*/ 273337 h 277440"/>
                              <a:gd name="T48" fmla="*/ 434048 w 444781"/>
                              <a:gd name="T49" fmla="*/ 270181 h 277440"/>
                              <a:gd name="T50" fmla="*/ 437678 w 444781"/>
                              <a:gd name="T51" fmla="*/ 266551 h 277440"/>
                              <a:gd name="T52" fmla="*/ 440677 w 444781"/>
                              <a:gd name="T53" fmla="*/ 262290 h 277440"/>
                              <a:gd name="T54" fmla="*/ 442887 w 444781"/>
                              <a:gd name="T55" fmla="*/ 257555 h 277440"/>
                              <a:gd name="T56" fmla="*/ 444307 w 444781"/>
                              <a:gd name="T57" fmla="*/ 252505 h 277440"/>
                              <a:gd name="T58" fmla="*/ 444781 w 444781"/>
                              <a:gd name="T59" fmla="*/ 246982 h 277440"/>
                              <a:gd name="T60" fmla="*/ 444781 w 444781"/>
                              <a:gd name="T61" fmla="*/ 30459 h 277440"/>
                              <a:gd name="T62" fmla="*/ 444307 w 444781"/>
                              <a:gd name="T63" fmla="*/ 24935 h 277440"/>
                              <a:gd name="T64" fmla="*/ 442887 w 444781"/>
                              <a:gd name="T65" fmla="*/ 19885 h 277440"/>
                              <a:gd name="T66" fmla="*/ 440677 w 444781"/>
                              <a:gd name="T67" fmla="*/ 15151 h 277440"/>
                              <a:gd name="T68" fmla="*/ 437678 w 444781"/>
                              <a:gd name="T69" fmla="*/ 10890 h 277440"/>
                              <a:gd name="T70" fmla="*/ 434048 w 444781"/>
                              <a:gd name="T71" fmla="*/ 7260 h 277440"/>
                              <a:gd name="T72" fmla="*/ 429786 w 444781"/>
                              <a:gd name="T73" fmla="*/ 4103 h 277440"/>
                              <a:gd name="T74" fmla="*/ 425051 w 444781"/>
                              <a:gd name="T75" fmla="*/ 1894 h 277440"/>
                              <a:gd name="T76" fmla="*/ 420000 w 444781"/>
                              <a:gd name="T77" fmla="*/ 474 h 277440"/>
                              <a:gd name="T78" fmla="*/ 414476 w 444781"/>
                              <a:gd name="T79" fmla="*/ 0 h 277440"/>
                              <a:gd name="T80" fmla="*/ 30462 w 444781"/>
                              <a:gd name="T81" fmla="*/ 0 h 2774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444781" h="277440">
                                <a:moveTo>
                                  <a:pt x="30462" y="0"/>
                                </a:moveTo>
                                <a:lnTo>
                                  <a:pt x="24938" y="474"/>
                                </a:lnTo>
                                <a:lnTo>
                                  <a:pt x="19887" y="1894"/>
                                </a:lnTo>
                                <a:lnTo>
                                  <a:pt x="15152" y="4103"/>
                                </a:lnTo>
                                <a:lnTo>
                                  <a:pt x="10890" y="7260"/>
                                </a:lnTo>
                                <a:lnTo>
                                  <a:pt x="7260" y="10890"/>
                                </a:lnTo>
                                <a:lnTo>
                                  <a:pt x="4103" y="15151"/>
                                </a:lnTo>
                                <a:lnTo>
                                  <a:pt x="1894" y="19885"/>
                                </a:lnTo>
                                <a:lnTo>
                                  <a:pt x="473" y="24935"/>
                                </a:lnTo>
                                <a:lnTo>
                                  <a:pt x="0" y="30459"/>
                                </a:lnTo>
                                <a:lnTo>
                                  <a:pt x="0" y="246982"/>
                                </a:lnTo>
                                <a:lnTo>
                                  <a:pt x="473" y="252505"/>
                                </a:lnTo>
                                <a:lnTo>
                                  <a:pt x="1894" y="257555"/>
                                </a:lnTo>
                                <a:lnTo>
                                  <a:pt x="4103" y="262290"/>
                                </a:lnTo>
                                <a:lnTo>
                                  <a:pt x="7260" y="266551"/>
                                </a:lnTo>
                                <a:lnTo>
                                  <a:pt x="10890" y="270181"/>
                                </a:lnTo>
                                <a:lnTo>
                                  <a:pt x="15152" y="273337"/>
                                </a:lnTo>
                                <a:lnTo>
                                  <a:pt x="19887" y="275546"/>
                                </a:lnTo>
                                <a:lnTo>
                                  <a:pt x="24938" y="276967"/>
                                </a:lnTo>
                                <a:lnTo>
                                  <a:pt x="30462" y="277440"/>
                                </a:lnTo>
                                <a:lnTo>
                                  <a:pt x="414476" y="277440"/>
                                </a:lnTo>
                                <a:lnTo>
                                  <a:pt x="420000" y="276967"/>
                                </a:lnTo>
                                <a:lnTo>
                                  <a:pt x="425051" y="275546"/>
                                </a:lnTo>
                                <a:lnTo>
                                  <a:pt x="429786" y="273337"/>
                                </a:lnTo>
                                <a:lnTo>
                                  <a:pt x="434048" y="270181"/>
                                </a:lnTo>
                                <a:lnTo>
                                  <a:pt x="437678" y="266551"/>
                                </a:lnTo>
                                <a:lnTo>
                                  <a:pt x="440677" y="262290"/>
                                </a:lnTo>
                                <a:lnTo>
                                  <a:pt x="442887" y="257555"/>
                                </a:lnTo>
                                <a:lnTo>
                                  <a:pt x="444307" y="252505"/>
                                </a:lnTo>
                                <a:lnTo>
                                  <a:pt x="444781" y="246982"/>
                                </a:lnTo>
                                <a:lnTo>
                                  <a:pt x="444781" y="30459"/>
                                </a:lnTo>
                                <a:lnTo>
                                  <a:pt x="444307" y="24935"/>
                                </a:lnTo>
                                <a:lnTo>
                                  <a:pt x="442887" y="19885"/>
                                </a:lnTo>
                                <a:lnTo>
                                  <a:pt x="440677" y="15151"/>
                                </a:lnTo>
                                <a:lnTo>
                                  <a:pt x="437678" y="10890"/>
                                </a:lnTo>
                                <a:lnTo>
                                  <a:pt x="434048" y="7260"/>
                                </a:lnTo>
                                <a:lnTo>
                                  <a:pt x="429786" y="4103"/>
                                </a:lnTo>
                                <a:lnTo>
                                  <a:pt x="425051" y="1894"/>
                                </a:lnTo>
                                <a:lnTo>
                                  <a:pt x="420000" y="474"/>
                                </a:lnTo>
                                <a:lnTo>
                                  <a:pt x="414476" y="0"/>
                                </a:lnTo>
                                <a:lnTo>
                                  <a:pt x="30462" y="0"/>
                                </a:lnTo>
                                <a:close/>
                              </a:path>
                            </a:pathLst>
                          </a:custGeom>
                          <a:solidFill>
                            <a:srgbClr val="B7C134"/>
                          </a:solidFill>
                          <a:ln w="0">
                            <a:solidFill>
                              <a:srgbClr val="B7C134"/>
                            </a:solidFill>
                            <a:round/>
                            <a:headEnd/>
                            <a:tailEnd/>
                          </a:ln>
                          <a:effectLst/>
                          <a:extLst>
                            <a:ext uri="{AF507438-7753-43E0-B8FC-AC1667EBCBE1}">
                              <a14:hiddenEffects xmlns:a14="http://schemas.microsoft.com/office/drawing/2010/main">
                                <a:effectLst>
                                  <a:outerShdw dist="35921" dir="2700000" algn="ctr" rotWithShape="0">
                                    <a:srgbClr val="8C8682"/>
                                  </a:outerShdw>
                                </a:effectLst>
                              </a14:hiddenEffects>
                            </a:ext>
                          </a:extLst>
                        </wps:spPr>
                        <wps:bodyPr rot="0" vert="horz" wrap="square" lIns="91440" tIns="45720" rIns="91440" bIns="45720" anchor="t" anchorCtr="0" upright="1">
                          <a:noAutofit/>
                        </wps:bodyPr>
                      </wps:wsp>
                      <wps:wsp>
                        <wps:cNvPr id="100" name="Freeform 77"/>
                        <wps:cNvSpPr>
                          <a:spLocks/>
                        </wps:cNvSpPr>
                        <wps:spPr bwMode="auto">
                          <a:xfrm>
                            <a:off x="111974943" y="108738841"/>
                            <a:ext cx="444781" cy="277440"/>
                          </a:xfrm>
                          <a:custGeom>
                            <a:avLst/>
                            <a:gdLst>
                              <a:gd name="T0" fmla="*/ 30462 w 444781"/>
                              <a:gd name="T1" fmla="*/ 0 h 277440"/>
                              <a:gd name="T2" fmla="*/ 24938 w 444781"/>
                              <a:gd name="T3" fmla="*/ 474 h 277440"/>
                              <a:gd name="T4" fmla="*/ 19887 w 444781"/>
                              <a:gd name="T5" fmla="*/ 1894 h 277440"/>
                              <a:gd name="T6" fmla="*/ 15152 w 444781"/>
                              <a:gd name="T7" fmla="*/ 4103 h 277440"/>
                              <a:gd name="T8" fmla="*/ 10890 w 444781"/>
                              <a:gd name="T9" fmla="*/ 7260 h 277440"/>
                              <a:gd name="T10" fmla="*/ 7260 w 444781"/>
                              <a:gd name="T11" fmla="*/ 10890 h 277440"/>
                              <a:gd name="T12" fmla="*/ 4103 w 444781"/>
                              <a:gd name="T13" fmla="*/ 15151 h 277440"/>
                              <a:gd name="T14" fmla="*/ 1894 w 444781"/>
                              <a:gd name="T15" fmla="*/ 19885 h 277440"/>
                              <a:gd name="T16" fmla="*/ 473 w 444781"/>
                              <a:gd name="T17" fmla="*/ 24935 h 277440"/>
                              <a:gd name="T18" fmla="*/ 0 w 444781"/>
                              <a:gd name="T19" fmla="*/ 30459 h 277440"/>
                              <a:gd name="T20" fmla="*/ 0 w 444781"/>
                              <a:gd name="T21" fmla="*/ 246982 h 277440"/>
                              <a:gd name="T22" fmla="*/ 473 w 444781"/>
                              <a:gd name="T23" fmla="*/ 252505 h 277440"/>
                              <a:gd name="T24" fmla="*/ 1894 w 444781"/>
                              <a:gd name="T25" fmla="*/ 257555 h 277440"/>
                              <a:gd name="T26" fmla="*/ 4103 w 444781"/>
                              <a:gd name="T27" fmla="*/ 262290 h 277440"/>
                              <a:gd name="T28" fmla="*/ 7260 w 444781"/>
                              <a:gd name="T29" fmla="*/ 266551 h 277440"/>
                              <a:gd name="T30" fmla="*/ 10890 w 444781"/>
                              <a:gd name="T31" fmla="*/ 270181 h 277440"/>
                              <a:gd name="T32" fmla="*/ 15152 w 444781"/>
                              <a:gd name="T33" fmla="*/ 273337 h 277440"/>
                              <a:gd name="T34" fmla="*/ 19887 w 444781"/>
                              <a:gd name="T35" fmla="*/ 275546 h 277440"/>
                              <a:gd name="T36" fmla="*/ 24938 w 444781"/>
                              <a:gd name="T37" fmla="*/ 276967 h 277440"/>
                              <a:gd name="T38" fmla="*/ 30462 w 444781"/>
                              <a:gd name="T39" fmla="*/ 277440 h 277440"/>
                              <a:gd name="T40" fmla="*/ 414476 w 444781"/>
                              <a:gd name="T41" fmla="*/ 277440 h 277440"/>
                              <a:gd name="T42" fmla="*/ 420000 w 444781"/>
                              <a:gd name="T43" fmla="*/ 276967 h 277440"/>
                              <a:gd name="T44" fmla="*/ 425051 w 444781"/>
                              <a:gd name="T45" fmla="*/ 275546 h 277440"/>
                              <a:gd name="T46" fmla="*/ 429786 w 444781"/>
                              <a:gd name="T47" fmla="*/ 273337 h 277440"/>
                              <a:gd name="T48" fmla="*/ 434048 w 444781"/>
                              <a:gd name="T49" fmla="*/ 270181 h 277440"/>
                              <a:gd name="T50" fmla="*/ 437678 w 444781"/>
                              <a:gd name="T51" fmla="*/ 266551 h 277440"/>
                              <a:gd name="T52" fmla="*/ 440677 w 444781"/>
                              <a:gd name="T53" fmla="*/ 262290 h 277440"/>
                              <a:gd name="T54" fmla="*/ 442887 w 444781"/>
                              <a:gd name="T55" fmla="*/ 257555 h 277440"/>
                              <a:gd name="T56" fmla="*/ 444307 w 444781"/>
                              <a:gd name="T57" fmla="*/ 252505 h 277440"/>
                              <a:gd name="T58" fmla="*/ 444781 w 444781"/>
                              <a:gd name="T59" fmla="*/ 246982 h 277440"/>
                              <a:gd name="T60" fmla="*/ 444781 w 444781"/>
                              <a:gd name="T61" fmla="*/ 30459 h 277440"/>
                              <a:gd name="T62" fmla="*/ 444307 w 444781"/>
                              <a:gd name="T63" fmla="*/ 24935 h 277440"/>
                              <a:gd name="T64" fmla="*/ 442887 w 444781"/>
                              <a:gd name="T65" fmla="*/ 19885 h 277440"/>
                              <a:gd name="T66" fmla="*/ 440677 w 444781"/>
                              <a:gd name="T67" fmla="*/ 15151 h 277440"/>
                              <a:gd name="T68" fmla="*/ 437678 w 444781"/>
                              <a:gd name="T69" fmla="*/ 10890 h 277440"/>
                              <a:gd name="T70" fmla="*/ 434048 w 444781"/>
                              <a:gd name="T71" fmla="*/ 7260 h 277440"/>
                              <a:gd name="T72" fmla="*/ 429786 w 444781"/>
                              <a:gd name="T73" fmla="*/ 4103 h 277440"/>
                              <a:gd name="T74" fmla="*/ 425051 w 444781"/>
                              <a:gd name="T75" fmla="*/ 1894 h 277440"/>
                              <a:gd name="T76" fmla="*/ 420000 w 444781"/>
                              <a:gd name="T77" fmla="*/ 474 h 277440"/>
                              <a:gd name="T78" fmla="*/ 414476 w 444781"/>
                              <a:gd name="T79" fmla="*/ 0 h 277440"/>
                              <a:gd name="T80" fmla="*/ 30462 w 444781"/>
                              <a:gd name="T81" fmla="*/ 0 h 2774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444781" h="277440">
                                <a:moveTo>
                                  <a:pt x="30462" y="0"/>
                                </a:moveTo>
                                <a:lnTo>
                                  <a:pt x="24938" y="474"/>
                                </a:lnTo>
                                <a:lnTo>
                                  <a:pt x="19887" y="1894"/>
                                </a:lnTo>
                                <a:lnTo>
                                  <a:pt x="15152" y="4103"/>
                                </a:lnTo>
                                <a:lnTo>
                                  <a:pt x="10890" y="7260"/>
                                </a:lnTo>
                                <a:lnTo>
                                  <a:pt x="7260" y="10890"/>
                                </a:lnTo>
                                <a:lnTo>
                                  <a:pt x="4103" y="15151"/>
                                </a:lnTo>
                                <a:lnTo>
                                  <a:pt x="1894" y="19885"/>
                                </a:lnTo>
                                <a:lnTo>
                                  <a:pt x="473" y="24935"/>
                                </a:lnTo>
                                <a:lnTo>
                                  <a:pt x="0" y="30459"/>
                                </a:lnTo>
                                <a:lnTo>
                                  <a:pt x="0" y="246982"/>
                                </a:lnTo>
                                <a:lnTo>
                                  <a:pt x="473" y="252505"/>
                                </a:lnTo>
                                <a:lnTo>
                                  <a:pt x="1894" y="257555"/>
                                </a:lnTo>
                                <a:lnTo>
                                  <a:pt x="4103" y="262290"/>
                                </a:lnTo>
                                <a:lnTo>
                                  <a:pt x="7260" y="266551"/>
                                </a:lnTo>
                                <a:lnTo>
                                  <a:pt x="10890" y="270181"/>
                                </a:lnTo>
                                <a:lnTo>
                                  <a:pt x="15152" y="273337"/>
                                </a:lnTo>
                                <a:lnTo>
                                  <a:pt x="19887" y="275546"/>
                                </a:lnTo>
                                <a:lnTo>
                                  <a:pt x="24938" y="276967"/>
                                </a:lnTo>
                                <a:lnTo>
                                  <a:pt x="30462" y="277440"/>
                                </a:lnTo>
                                <a:lnTo>
                                  <a:pt x="414476" y="277440"/>
                                </a:lnTo>
                                <a:lnTo>
                                  <a:pt x="420000" y="276967"/>
                                </a:lnTo>
                                <a:lnTo>
                                  <a:pt x="425051" y="275546"/>
                                </a:lnTo>
                                <a:lnTo>
                                  <a:pt x="429786" y="273337"/>
                                </a:lnTo>
                                <a:lnTo>
                                  <a:pt x="434048" y="270181"/>
                                </a:lnTo>
                                <a:lnTo>
                                  <a:pt x="437678" y="266551"/>
                                </a:lnTo>
                                <a:lnTo>
                                  <a:pt x="440677" y="262290"/>
                                </a:lnTo>
                                <a:lnTo>
                                  <a:pt x="442887" y="257555"/>
                                </a:lnTo>
                                <a:lnTo>
                                  <a:pt x="444307" y="252505"/>
                                </a:lnTo>
                                <a:lnTo>
                                  <a:pt x="444781" y="246982"/>
                                </a:lnTo>
                                <a:lnTo>
                                  <a:pt x="444781" y="30459"/>
                                </a:lnTo>
                                <a:lnTo>
                                  <a:pt x="444307" y="24935"/>
                                </a:lnTo>
                                <a:lnTo>
                                  <a:pt x="442887" y="19885"/>
                                </a:lnTo>
                                <a:lnTo>
                                  <a:pt x="440677" y="15151"/>
                                </a:lnTo>
                                <a:lnTo>
                                  <a:pt x="437678" y="10890"/>
                                </a:lnTo>
                                <a:lnTo>
                                  <a:pt x="434048" y="7260"/>
                                </a:lnTo>
                                <a:lnTo>
                                  <a:pt x="429786" y="4103"/>
                                </a:lnTo>
                                <a:lnTo>
                                  <a:pt x="425051" y="1894"/>
                                </a:lnTo>
                                <a:lnTo>
                                  <a:pt x="420000" y="474"/>
                                </a:lnTo>
                                <a:lnTo>
                                  <a:pt x="414476" y="0"/>
                                </a:lnTo>
                                <a:lnTo>
                                  <a:pt x="30462" y="0"/>
                                </a:lnTo>
                              </a:path>
                            </a:pathLst>
                          </a:custGeom>
                          <a:noFill/>
                          <a:ln w="9470">
                            <a:solidFill>
                              <a:srgbClr val="2E3640"/>
                            </a:solidFill>
                            <a:round/>
                            <a:headEnd/>
                            <a:tailEnd/>
                          </a:ln>
                          <a:effectLst/>
                          <a:extLst>
                            <a:ext uri="{909E8E84-426E-40DD-AFC4-6F175D3DCCD1}">
                              <a14:hiddenFill xmlns:a14="http://schemas.microsoft.com/office/drawing/2010/main">
                                <a:solidFill>
                                  <a:srgbClr val="FFFFFE"/>
                                </a:solidFill>
                              </a14:hiddenFill>
                            </a:ext>
                            <a:ext uri="{AF507438-7753-43E0-B8FC-AC1667EBCBE1}">
                              <a14:hiddenEffects xmlns:a14="http://schemas.microsoft.com/office/drawing/2010/main">
                                <a:effectLst>
                                  <a:outerShdw dist="35921" dir="2700000" algn="ctr" rotWithShape="0">
                                    <a:srgbClr val="8C8682"/>
                                  </a:outerShdw>
                                </a:effectLst>
                              </a14:hiddenEffects>
                            </a:ext>
                          </a:extLst>
                        </wps:spPr>
                        <wps:bodyPr rot="0" vert="horz" wrap="square" lIns="91440" tIns="45720" rIns="91440" bIns="45720" anchor="t" anchorCtr="0" upright="1">
                          <a:noAutofit/>
                        </wps:bodyPr>
                      </wps:wsp>
                      <wps:wsp>
                        <wps:cNvPr id="101" name="Freeform 78"/>
                        <wps:cNvSpPr>
                          <a:spLocks/>
                        </wps:cNvSpPr>
                        <wps:spPr bwMode="auto">
                          <a:xfrm>
                            <a:off x="112231583" y="108804966"/>
                            <a:ext cx="124691" cy="124674"/>
                          </a:xfrm>
                          <a:custGeom>
                            <a:avLst/>
                            <a:gdLst>
                              <a:gd name="T0" fmla="*/ 55874 w 124691"/>
                              <a:gd name="T1" fmla="*/ 51763 h 124674"/>
                              <a:gd name="T2" fmla="*/ 3473 w 124691"/>
                              <a:gd name="T3" fmla="*/ 104316 h 124674"/>
                              <a:gd name="T4" fmla="*/ 1737 w 124691"/>
                              <a:gd name="T5" fmla="*/ 106525 h 124674"/>
                              <a:gd name="T6" fmla="*/ 632 w 124691"/>
                              <a:gd name="T7" fmla="*/ 108893 h 124674"/>
                              <a:gd name="T8" fmla="*/ 0 w 124691"/>
                              <a:gd name="T9" fmla="*/ 111418 h 124674"/>
                              <a:gd name="T10" fmla="*/ 0 w 124691"/>
                              <a:gd name="T11" fmla="*/ 114101 h 124674"/>
                              <a:gd name="T12" fmla="*/ 632 w 124691"/>
                              <a:gd name="T13" fmla="*/ 116626 h 124674"/>
                              <a:gd name="T14" fmla="*/ 1737 w 124691"/>
                              <a:gd name="T15" fmla="*/ 118993 h 124674"/>
                              <a:gd name="T16" fmla="*/ 3473 w 124691"/>
                              <a:gd name="T17" fmla="*/ 121202 h 124674"/>
                              <a:gd name="T18" fmla="*/ 5682 w 124691"/>
                              <a:gd name="T19" fmla="*/ 122938 h 124674"/>
                              <a:gd name="T20" fmla="*/ 8050 w 124691"/>
                              <a:gd name="T21" fmla="*/ 124043 h 124674"/>
                              <a:gd name="T22" fmla="*/ 10733 w 124691"/>
                              <a:gd name="T23" fmla="*/ 124674 h 124674"/>
                              <a:gd name="T24" fmla="*/ 13259 w 124691"/>
                              <a:gd name="T25" fmla="*/ 124674 h 124674"/>
                              <a:gd name="T26" fmla="*/ 15942 w 124691"/>
                              <a:gd name="T27" fmla="*/ 124043 h 124674"/>
                              <a:gd name="T28" fmla="*/ 18309 w 124691"/>
                              <a:gd name="T29" fmla="*/ 122938 h 124674"/>
                              <a:gd name="T30" fmla="*/ 20519 w 124691"/>
                              <a:gd name="T31" fmla="*/ 121202 h 124674"/>
                              <a:gd name="T32" fmla="*/ 72920 w 124691"/>
                              <a:gd name="T33" fmla="*/ 68808 h 124674"/>
                              <a:gd name="T34" fmla="*/ 84127 w 124691"/>
                              <a:gd name="T35" fmla="*/ 103843 h 124674"/>
                              <a:gd name="T36" fmla="*/ 124691 w 124691"/>
                              <a:gd name="T37" fmla="*/ 0 h 124674"/>
                              <a:gd name="T38" fmla="*/ 20835 w 124691"/>
                              <a:gd name="T39" fmla="*/ 40716 h 124674"/>
                              <a:gd name="T40" fmla="*/ 55874 w 124691"/>
                              <a:gd name="T41" fmla="*/ 51763 h 1246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124691" h="124674">
                                <a:moveTo>
                                  <a:pt x="55874" y="51763"/>
                                </a:moveTo>
                                <a:lnTo>
                                  <a:pt x="3473" y="104316"/>
                                </a:lnTo>
                                <a:lnTo>
                                  <a:pt x="1737" y="106525"/>
                                </a:lnTo>
                                <a:lnTo>
                                  <a:pt x="632" y="108893"/>
                                </a:lnTo>
                                <a:lnTo>
                                  <a:pt x="0" y="111418"/>
                                </a:lnTo>
                                <a:lnTo>
                                  <a:pt x="0" y="114101"/>
                                </a:lnTo>
                                <a:lnTo>
                                  <a:pt x="632" y="116626"/>
                                </a:lnTo>
                                <a:lnTo>
                                  <a:pt x="1737" y="118993"/>
                                </a:lnTo>
                                <a:lnTo>
                                  <a:pt x="3473" y="121202"/>
                                </a:lnTo>
                                <a:lnTo>
                                  <a:pt x="5682" y="122938"/>
                                </a:lnTo>
                                <a:lnTo>
                                  <a:pt x="8050" y="124043"/>
                                </a:lnTo>
                                <a:lnTo>
                                  <a:pt x="10733" y="124674"/>
                                </a:lnTo>
                                <a:lnTo>
                                  <a:pt x="13259" y="124674"/>
                                </a:lnTo>
                                <a:lnTo>
                                  <a:pt x="15942" y="124043"/>
                                </a:lnTo>
                                <a:lnTo>
                                  <a:pt x="18309" y="122938"/>
                                </a:lnTo>
                                <a:lnTo>
                                  <a:pt x="20519" y="121202"/>
                                </a:lnTo>
                                <a:lnTo>
                                  <a:pt x="72920" y="68808"/>
                                </a:lnTo>
                                <a:lnTo>
                                  <a:pt x="84127" y="103843"/>
                                </a:lnTo>
                                <a:lnTo>
                                  <a:pt x="124691" y="0"/>
                                </a:lnTo>
                                <a:lnTo>
                                  <a:pt x="20835" y="40716"/>
                                </a:lnTo>
                                <a:lnTo>
                                  <a:pt x="55874" y="51763"/>
                                </a:lnTo>
                                <a:close/>
                              </a:path>
                            </a:pathLst>
                          </a:custGeom>
                          <a:solidFill>
                            <a:srgbClr val="FFFFFE"/>
                          </a:solidFill>
                          <a:ln w="0">
                            <a:solidFill>
                              <a:srgbClr val="FFFFFE"/>
                            </a:solidFill>
                            <a:round/>
                            <a:headEnd/>
                            <a:tailEnd/>
                          </a:ln>
                          <a:effectLst/>
                          <a:extLst>
                            <a:ext uri="{AF507438-7753-43E0-B8FC-AC1667EBCBE1}">
                              <a14:hiddenEffects xmlns:a14="http://schemas.microsoft.com/office/drawing/2010/main">
                                <a:effectLst>
                                  <a:outerShdw dist="35921" dir="2700000" algn="ctr" rotWithShape="0">
                                    <a:srgbClr val="8C8682"/>
                                  </a:outerShdw>
                                </a:effectLst>
                              </a14:hiddenEffects>
                            </a:ext>
                          </a:extLst>
                        </wps:spPr>
                        <wps:bodyPr rot="0" vert="horz" wrap="square" lIns="91440" tIns="45720" rIns="91440" bIns="45720" anchor="t" anchorCtr="0" upright="1">
                          <a:noAutofit/>
                        </wps:bodyPr>
                      </wps:wsp>
                      <wps:wsp>
                        <wps:cNvPr id="102" name="Freeform 79"/>
                        <wps:cNvSpPr>
                          <a:spLocks/>
                        </wps:cNvSpPr>
                        <wps:spPr bwMode="auto">
                          <a:xfrm>
                            <a:off x="112231583" y="108804966"/>
                            <a:ext cx="124691" cy="124674"/>
                          </a:xfrm>
                          <a:custGeom>
                            <a:avLst/>
                            <a:gdLst>
                              <a:gd name="T0" fmla="*/ 55874 w 124691"/>
                              <a:gd name="T1" fmla="*/ 51763 h 124674"/>
                              <a:gd name="T2" fmla="*/ 3473 w 124691"/>
                              <a:gd name="T3" fmla="*/ 104316 h 124674"/>
                              <a:gd name="T4" fmla="*/ 1737 w 124691"/>
                              <a:gd name="T5" fmla="*/ 106525 h 124674"/>
                              <a:gd name="T6" fmla="*/ 632 w 124691"/>
                              <a:gd name="T7" fmla="*/ 108893 h 124674"/>
                              <a:gd name="T8" fmla="*/ 0 w 124691"/>
                              <a:gd name="T9" fmla="*/ 111418 h 124674"/>
                              <a:gd name="T10" fmla="*/ 0 w 124691"/>
                              <a:gd name="T11" fmla="*/ 114101 h 124674"/>
                              <a:gd name="T12" fmla="*/ 632 w 124691"/>
                              <a:gd name="T13" fmla="*/ 116626 h 124674"/>
                              <a:gd name="T14" fmla="*/ 1737 w 124691"/>
                              <a:gd name="T15" fmla="*/ 118993 h 124674"/>
                              <a:gd name="T16" fmla="*/ 3473 w 124691"/>
                              <a:gd name="T17" fmla="*/ 121202 h 124674"/>
                              <a:gd name="T18" fmla="*/ 5682 w 124691"/>
                              <a:gd name="T19" fmla="*/ 122938 h 124674"/>
                              <a:gd name="T20" fmla="*/ 8050 w 124691"/>
                              <a:gd name="T21" fmla="*/ 124043 h 124674"/>
                              <a:gd name="T22" fmla="*/ 10733 w 124691"/>
                              <a:gd name="T23" fmla="*/ 124674 h 124674"/>
                              <a:gd name="T24" fmla="*/ 13259 w 124691"/>
                              <a:gd name="T25" fmla="*/ 124674 h 124674"/>
                              <a:gd name="T26" fmla="*/ 15942 w 124691"/>
                              <a:gd name="T27" fmla="*/ 124043 h 124674"/>
                              <a:gd name="T28" fmla="*/ 18309 w 124691"/>
                              <a:gd name="T29" fmla="*/ 122938 h 124674"/>
                              <a:gd name="T30" fmla="*/ 20519 w 124691"/>
                              <a:gd name="T31" fmla="*/ 121202 h 124674"/>
                              <a:gd name="T32" fmla="*/ 72920 w 124691"/>
                              <a:gd name="T33" fmla="*/ 68808 h 124674"/>
                              <a:gd name="T34" fmla="*/ 84127 w 124691"/>
                              <a:gd name="T35" fmla="*/ 103843 h 124674"/>
                              <a:gd name="T36" fmla="*/ 124691 w 124691"/>
                              <a:gd name="T37" fmla="*/ 0 h 124674"/>
                              <a:gd name="T38" fmla="*/ 20835 w 124691"/>
                              <a:gd name="T39" fmla="*/ 40716 h 124674"/>
                              <a:gd name="T40" fmla="*/ 55874 w 124691"/>
                              <a:gd name="T41" fmla="*/ 51763 h 1246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124691" h="124674">
                                <a:moveTo>
                                  <a:pt x="55874" y="51763"/>
                                </a:moveTo>
                                <a:lnTo>
                                  <a:pt x="3473" y="104316"/>
                                </a:lnTo>
                                <a:lnTo>
                                  <a:pt x="1737" y="106525"/>
                                </a:lnTo>
                                <a:lnTo>
                                  <a:pt x="632" y="108893"/>
                                </a:lnTo>
                                <a:lnTo>
                                  <a:pt x="0" y="111418"/>
                                </a:lnTo>
                                <a:lnTo>
                                  <a:pt x="0" y="114101"/>
                                </a:lnTo>
                                <a:lnTo>
                                  <a:pt x="632" y="116626"/>
                                </a:lnTo>
                                <a:lnTo>
                                  <a:pt x="1737" y="118993"/>
                                </a:lnTo>
                                <a:lnTo>
                                  <a:pt x="3473" y="121202"/>
                                </a:lnTo>
                                <a:lnTo>
                                  <a:pt x="5682" y="122938"/>
                                </a:lnTo>
                                <a:lnTo>
                                  <a:pt x="8050" y="124043"/>
                                </a:lnTo>
                                <a:lnTo>
                                  <a:pt x="10733" y="124674"/>
                                </a:lnTo>
                                <a:lnTo>
                                  <a:pt x="13259" y="124674"/>
                                </a:lnTo>
                                <a:lnTo>
                                  <a:pt x="15942" y="124043"/>
                                </a:lnTo>
                                <a:lnTo>
                                  <a:pt x="18309" y="122938"/>
                                </a:lnTo>
                                <a:lnTo>
                                  <a:pt x="20519" y="121202"/>
                                </a:lnTo>
                                <a:lnTo>
                                  <a:pt x="72920" y="68808"/>
                                </a:lnTo>
                                <a:lnTo>
                                  <a:pt x="84127" y="103843"/>
                                </a:lnTo>
                                <a:lnTo>
                                  <a:pt x="124691" y="0"/>
                                </a:lnTo>
                                <a:lnTo>
                                  <a:pt x="20835" y="40716"/>
                                </a:lnTo>
                                <a:lnTo>
                                  <a:pt x="55874" y="51763"/>
                                </a:lnTo>
                              </a:path>
                            </a:pathLst>
                          </a:custGeom>
                          <a:noFill/>
                          <a:ln w="9470">
                            <a:solidFill>
                              <a:srgbClr val="2E3640"/>
                            </a:solidFill>
                            <a:round/>
                            <a:headEnd/>
                            <a:tailEnd/>
                          </a:ln>
                          <a:effectLst/>
                          <a:extLst>
                            <a:ext uri="{909E8E84-426E-40DD-AFC4-6F175D3DCCD1}">
                              <a14:hiddenFill xmlns:a14="http://schemas.microsoft.com/office/drawing/2010/main">
                                <a:solidFill>
                                  <a:srgbClr val="FFFFFE"/>
                                </a:solidFill>
                              </a14:hiddenFill>
                            </a:ext>
                            <a:ext uri="{AF507438-7753-43E0-B8FC-AC1667EBCBE1}">
                              <a14:hiddenEffects xmlns:a14="http://schemas.microsoft.com/office/drawing/2010/main">
                                <a:effectLst>
                                  <a:outerShdw dist="35921" dir="2700000" algn="ctr" rotWithShape="0">
                                    <a:srgbClr val="8C8682"/>
                                  </a:outerShdw>
                                </a:effectLst>
                              </a14:hiddenEffects>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7" o:spid="_x0000_s1026" style="position:absolute;margin-left:526.25pt;margin-top:109.3pt;width:39.45pt;height:37.05pt;z-index:251679232;mso-position-horizontal-relative:page;mso-position-vertical-relative:page" coordorigin="1119471,1087113" coordsize="5009,47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">
                <v:shape id="Freeform 68" o:spid="_x0000_s1027" style="position:absolute;left:1119471;top:1090748;width:5010;height:1073;visibility:visible;mso-wrap-style:square;v-text-anchor:top" coordsize="500971,1073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fhoMMA&#10;AADbAAAADwAAAGRycy9kb3ducmV2LnhtbESPT4vCMBTE78J+h/AW9qbpKlqpRnFdBG+Lf0CPz+bZ&#10;FpuXkkSt394sCB6HmfkNM523phY3cr6yrOC7l4Agzq2uuFCw3626YxA+IGusLZOCB3mYzz46U8y0&#10;vfOGbttQiAhhn6GCMoQmk9LnJRn0PdsQR+9sncEQpSukdniPcFPLfpKMpMGK40KJDS1Lyi/bq1Fw&#10;HJ3TxcEnza/7G9gB/aTDx/6k1Ndnu5iACNSGd/jVXmsF/RT+v8QfIG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AfhoMMAAADbAAAADwAAAAAAAAAAAAAAAACYAgAAZHJzL2Rv&#10;d25yZXYueG1sUEsFBgAAAAAEAAQA9QAAAIgDAAAAAA==&#10;" path="m462617,l38197,,32515,473,27148,1578,22097,3629,17520,6154,13101,9469,9471,13256,6156,17517,3631,22252,1579,27302,474,32667,,38349,,69123r474,5681l1579,80170r2052,5050l6156,89954r3315,4262l13101,98003r4419,3156l22097,103842r5051,1894l32515,106841r5682,473l462617,107314r5682,-473l473665,105736r5051,-1894l483451,101159r4262,-3156l491501,94216r3314,-4262l497341,85220r2052,-5050l500497,74804r474,-5681l500971,38349r-474,-5682l499393,27302r-2052,-5050l494815,17517r-3314,-4261l487713,9469,483451,6154,478716,3629,473665,1578,468299,473,462617,e" filled="f" fillcolor="#fffffe" strokecolor="#2e3640" strokeweight=".26306mm">
                  <v:shadow color="#8c8682"/>
                  <v:path arrowok="t" o:connecttype="custom" o:connectlocs="462617,0;38197,0;32515,473;27148,1578;22097,3629;17520,6154;13101,9469;9471,13256;6156,17517;3631,22252;1579,27302;474,32667;0,38349;0,69123;474,74804;1579,80170;3631,85220;6156,89954;9471,94216;13101,98003;17520,101159;22097,103842;27148,105736;32515,106841;38197,107314;462617,107314;468299,106841;473665,105736;478716,103842;483451,101159;487713,98003;491501,94216;494815,89954;497341,85220;499393,80170;500497,74804;500971,69123;500971,38349;500497,32667;499393,27302;497341,22252;494815,17517;491501,13256;487713,9469;483451,6154;478716,3629;473665,1578;468299,473;462617,0" o:connectangles="0,0,0,0,0,0,0,0,0,0,0,0,0,0,0,0,0,0,0,0,0,0,0,0,0,0,0,0,0,0,0,0,0,0,0,0,0,0,0,0,0,0,0,0,0,0,0,0,0"/>
                </v:shape>
                <v:shape id="Freeform 69" o:spid="_x0000_s1028" style="position:absolute;left:1119474;top:1087113;width:4997;height:3324;visibility:visible;mso-wrap-style:square;v-text-anchor:top" coordsize="499708,3323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36p8AA&#10;AADbAAAADwAAAGRycy9kb3ducmV2LnhtbERPzWoCMRC+F/oOYQq91Ww9SNkapVjF4kVcfYDpZpoN&#10;bibLJurq0zuHgseP7386H0KrztQnH9nA+6gARVxH69kZOOxXbx+gUka22EYmA1dKMJ89P02xtPHC&#10;OzpX2SkJ4VSigSbnrtQ61Q0FTKPYEQv3F/uAWWDvtO3xIuGh1eOimOiAnqWhwY4WDdXH6hSk1y03&#10;7dov9sfbapJd9Xv9Pm29Ma8vw9cnqExDfoj/3T/WwFjGyhf5AXp2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F36p8AAAADbAAAADwAAAAAAAAAAAAAAAACYAgAAZHJzL2Rvd25y&#10;ZXYueG1sUEsFBgAAAAAEAAQA9QAAAIUDAAAAAA==&#10;" path="m57926,332360r384014,l449201,331886r6944,-1262l462774,328415r6314,-2841l474928,321944r5366,-4261l485187,312791r4104,-5366l492921,301586r2841,-6313l497972,288645r1262,-6944l499708,274442r,-216523l499234,50659r-1262,-6944l495762,37087r-2841,-6313l489291,24935r-4104,-5366l480294,14677r-5366,-4261l469088,6786,462774,3946,456145,1736,449201,474,441940,,57926,,50665,474,43721,1736,37091,3946,30778,6786r-5840,3630l19572,14677r-4893,4892l10417,24935,6787,30774,3946,37087,1736,43715,474,50659,,57919,,274442r474,7259l1736,288645r2210,6628l6787,301586r3630,5839l14679,312791r4893,4892l24938,321944r5840,3630l37091,328415r6630,2209l50665,331886r7261,474e" filled="f" fillcolor="#fffffe" strokecolor="#2e3640" strokeweight=".26306mm">
                  <v:shadow color="#8c8682"/>
                  <v:path arrowok="t" o:connecttype="custom" o:connectlocs="57926,332360;441940,332360;449201,331886;456145,330624;462774,328415;469088,325574;474928,321944;480294,317683;485187,312791;489291,307425;492921,301586;495762,295273;497972,288645;499234,281701;499708,274442;499708,57919;499234,50659;497972,43715;495762,37087;492921,30774;489291,24935;485187,19569;480294,14677;474928,10416;469088,6786;462774,3946;456145,1736;449201,474;441940,0;57926,0;50665,474;43721,1736;37091,3946;30778,6786;24938,10416;19572,14677;14679,19569;10417,24935;6787,30774;3946,37087;1736,43715;474,50659;0,57919;0,274442;474,281701;1736,288645;3946,295273;6787,301586;10417,307425;14679,312791;19572,317683;24938,321944;30778,325574;37091,328415;43721,330624;50665,331886;57926,332360" o:connectangles="0,0,0,0,0,0,0,0,0,0,0,0,0,0,0,0,0,0,0,0,0,0,0,0,0,0,0,0,0,0,0,0,0,0,0,0,0,0,0,0,0,0,0,0,0,0,0,0,0,0,0,0,0,0,0,0,0"/>
                </v:shape>
                <v:shape id="Freeform 70" o:spid="_x0000_s1029" style="position:absolute;left:1119749;top:1087388;width:4448;height:2774;visibility:visible;mso-wrap-style:square;v-text-anchor:top" coordsize="444781,277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uFEcIA&#10;AADbAAAADwAAAGRycy9kb3ducmV2LnhtbESP0WoCMRRE3wX/IVzBN81WqLhboxRpiz5J1Q+4bK6b&#10;rZubJYka/94UCn0cZuYMs1wn24kb+dA6VvAyLUAQ10633Cg4HT8nCxAhImvsHJOCBwVYr4aDJVba&#10;3fmbbofYiAzhUKECE2NfSRlqQxbD1PXE2Ts7bzFm6RupPd4z3HZyVhRzabHlvGCwp42h+nK4WgXJ&#10;12bTf/y8XneXr0XaG70vz6VS41F6fwMRKcX/8F97qxXMSvj9kn+AXD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O4URwgAAANsAAAAPAAAAAAAAAAAAAAAAAJgCAABkcnMvZG93&#10;bnJldi54bWxQSwUGAAAAAAQABAD1AAAAhwMAAAAA&#10;" path="m30462,l24938,474,19887,1894,15152,4103,10890,7260,7260,10890,4103,15151,1894,19885,473,24935,,30459,,246982r473,5523l1894,257555r2209,4735l7260,266551r3630,3630l15152,273337r4735,2209l24938,276967r5524,473l414476,277440r5524,-473l425051,275546r4735,-2209l434048,270181r3630,-3630l440677,262290r2210,-4735l444307,252505r474,-5523l444781,30459r-474,-5524l442887,19885r-2210,-4734l437678,10890,434048,7260,429786,4103,425051,1894,420000,474,414476,,30462,xe" fillcolor="#b7c134" strokecolor="#b7c134" strokeweight="0">
                  <v:shadow color="#8c8682"/>
                  <v:path arrowok="t" o:connecttype="custom" o:connectlocs="30462,0;24938,474;19887,1894;15152,4103;10890,7260;7260,10890;4103,15151;1894,19885;473,24935;0,30459;0,246982;473,252505;1894,257555;4103,262290;7260,266551;10890,270181;15152,273337;19887,275546;24938,276967;30462,277440;414476,277440;420000,276967;425051,275546;429786,273337;434048,270181;437678,266551;440677,262290;442887,257555;444307,252505;444781,246982;444781,30459;444307,24935;442887,19885;440677,15151;437678,10890;434048,7260;429786,4103;425051,1894;420000,474;414476,0;30462,0" o:connectangles="0,0,0,0,0,0,0,0,0,0,0,0,0,0,0,0,0,0,0,0,0,0,0,0,0,0,0,0,0,0,0,0,0,0,0,0,0,0,0,0,0"/>
                </v:shape>
                <v:shape id="Freeform 71" o:spid="_x0000_s1030" style="position:absolute;left:1119749;top:1087388;width:4448;height:2774;visibility:visible;mso-wrap-style:square;v-text-anchor:top" coordsize="444781,277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hQ68EA&#10;AADbAAAADwAAAGRycy9kb3ducmV2LnhtbERPPW/CMBDdkfofrKvUDZwShGiKQRUSVQcWIEPHI74m&#10;aeNzFLvE/fe9AYnx6X2vt8l16kpDaD0beJ5loIgrb1uuDZTn/XQFKkRki51nMvBHAbabh8kaC+tH&#10;PtL1FGslIRwKNNDE2Bdah6ohh2Hme2LhvvzgMAocam0HHCXcdXqeZUvtsGVpaLCnXUPVz+nXSe+h&#10;vFzyfPGSxvfvVB7Piy7tPo15ekxvr6AipXgX39wf1kAu6+WL/AC9+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wIUOvBAAAA2wAAAA8AAAAAAAAAAAAAAAAAmAIAAGRycy9kb3du&#10;cmV2LnhtbFBLBQYAAAAABAAEAPUAAACGAwAAAAA=&#10;" path="m30462,l24938,474,19887,1894,15152,4103,10890,7260,7260,10890,4103,15151,1894,19885,473,24935,,30459,,246982r473,5523l1894,257555r2209,4735l7260,266551r3630,3630l15152,273337r4735,2209l24938,276967r5524,473l414476,277440r5524,-473l425051,275546r4735,-2209l434048,270181r3630,-3630l440677,262290r2210,-4735l444307,252505r474,-5523l444781,30459r-474,-5524l442887,19885r-2210,-4734l437678,10890,434048,7260,429786,4103,425051,1894,420000,474,414476,,30462,e" filled="f" fillcolor="#fffffe" strokecolor="#2e3640" strokeweight=".26306mm">
                  <v:shadow color="#8c8682"/>
                  <v:path arrowok="t" o:connecttype="custom" o:connectlocs="30462,0;24938,474;19887,1894;15152,4103;10890,7260;7260,10890;4103,15151;1894,19885;473,24935;0,30459;0,246982;473,252505;1894,257555;4103,262290;7260,266551;10890,270181;15152,273337;19887,275546;24938,276967;30462,277440;414476,277440;420000,276967;425051,275546;429786,273337;434048,270181;437678,266551;440677,262290;442887,257555;444307,252505;444781,246982;444781,30459;444307,24935;442887,19885;440677,15151;437678,10890;434048,7260;429786,4103;425051,1894;420000,474;414476,0;30462,0" o:connectangles="0,0,0,0,0,0,0,0,0,0,0,0,0,0,0,0,0,0,0,0,0,0,0,0,0,0,0,0,0,0,0,0,0,0,0,0,0,0,0,0,0"/>
                </v:shape>
                <v:shape id="Freeform 72" o:spid="_x0000_s1031" style="position:absolute;left:1122315;top:1088049;width:1247;height:1247;visibility:visible;mso-wrap-style:square;v-text-anchor:top" coordsize="124691,1246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lt2CsQA&#10;AADbAAAADwAAAGRycy9kb3ducmV2LnhtbESPQWvCQBCF70L/wzIFb7pRoUjqKsVS0ItgLFZvQ3ZM&#10;QrOzye6axH/fLRR6fLx535u32gymFh05X1lWMJsmIIhzqysuFHyePiZLED4ga6wtk4IHedisn0Yr&#10;TLXt+UhdFgoRIexTVFCG0KRS+rwkg35qG+Lo3awzGKJ0hdQO+wg3tZwnyYs0WHFsKLGhbUn5d3Y3&#10;8Y0zbi+69Ye8vWfnL/9+Ne1lr9T4eXh7BRFoCP/Hf+mdVrCYwe+WCAC5/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ZbdgrEAAAA2wAAAA8AAAAAAAAAAAAAAAAAmAIAAGRycy9k&#10;b3ducmV2LnhtbFBLBQYAAAAABAAEAPUAAACJAwAAAAA=&#10;" path="m55874,51763l3473,104316r-1736,2209l632,108893,,111418r,2683l632,116626r1105,2367l3473,121202r2209,1736l8050,124043r2683,631l13259,124674r2683,-631l18309,122938r2210,-1736l72920,68808r11207,35035l124691,,20835,40716,55874,51763xe" fillcolor="#fffffe" strokecolor="#fffffe" strokeweight="0">
                  <v:shadow color="#8c8682"/>
                  <v:path arrowok="t" o:connecttype="custom" o:connectlocs="55874,51763;3473,104316;1737,106525;632,108893;0,111418;0,114101;632,116626;1737,118993;3473,121202;5682,122938;8050,124043;10733,124674;13259,124674;15942,124043;18309,122938;20519,121202;72920,68808;84127,103843;124691,0;20835,40716;55874,51763" o:connectangles="0,0,0,0,0,0,0,0,0,0,0,0,0,0,0,0,0,0,0,0,0"/>
                </v:shape>
                <v:shape id="Freeform 73" o:spid="_x0000_s1032" style="position:absolute;left:1122315;top:1088049;width:1247;height:1247;visibility:visible;mso-wrap-style:square;v-text-anchor:top" coordsize="124691,1246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tgKr8A&#10;AADbAAAADwAAAGRycy9kb3ducmV2LnhtbESPzQrCMBCE74LvEFbwpqkiotUoUhAUvPiD56VZ22qz&#10;KU3U6tMbQfA4zMw3zHzZmFI8qHaFZQWDfgSCOLW64EzB6bjuTUA4j6yxtEwKXuRguWi35hhr++Q9&#10;PQ4+EwHCLkYFufdVLKVLczLo+rYiDt7F1gZ9kHUmdY3PADelHEbRWBosOCzkWFGSU3o73I2CK6+S&#10;83uQ3J3PktEu2r4mQ1so1e00qxkIT43/h3/tjVYwHcP3S/gBcvE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4u2AqvwAAANsAAAAPAAAAAAAAAAAAAAAAAJgCAABkcnMvZG93bnJl&#10;di54bWxQSwUGAAAAAAQABAD1AAAAhAMAAAAA&#10;" path="m55874,51763l3473,104316r-1736,2209l632,108893,,111418r,2683l632,116626r1105,2367l3473,121202r2209,1736l8050,124043r2683,631l13259,124674r2683,-631l18309,122938r2210,-1736l72920,68808r11207,35035l124691,,20835,40716,55874,51763e" filled="f" fillcolor="#fffffe" strokecolor="#2e3640" strokeweight=".26306mm">
                  <v:shadow color="#8c8682"/>
                  <v:path arrowok="t" o:connecttype="custom" o:connectlocs="55874,51763;3473,104316;1737,106525;632,108893;0,111418;0,114101;632,116626;1737,118993;3473,121202;5682,122938;8050,124043;10733,124674;13259,124674;15942,124043;18309,122938;20519,121202;72920,68808;84127,103843;124691,0;20835,40716;55874,51763" o:connectangles="0,0,0,0,0,0,0,0,0,0,0,0,0,0,0,0,0,0,0,0,0"/>
                </v:shape>
                <v:shape id="Freeform 74" o:spid="_x0000_s1033" style="position:absolute;left:1119471;top:1090748;width:5010;height:1073;visibility:visible;mso-wrap-style:square;v-text-anchor:top" coordsize="500971,1073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7goR8QA&#10;AADbAAAADwAAAGRycy9kb3ducmV2LnhtbESPT2sCMRTE70K/Q3iF3jTbim673ShqKfQmbgU9vm7e&#10;/qGblyVJdf32piB4HGbmN0y+HEwnTuR8a1nB8yQBQVxa3XKtYP/9OX4F4QOyxs4yKbiQh+XiYZRj&#10;pu2Zd3QqQi0ihH2GCpoQ+kxKXzZk0E9sTxy9yjqDIUpXS+3wHOGmky9JMpcGW44LDfa0aaj8Lf6M&#10;guO8SlcHn/Qfbju1U1qns8v+R6mnx2H1DiLQEO7hW/tLK3hL4f9L/AFyc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u4KEfEAAAA2wAAAA8AAAAAAAAAAAAAAAAAmAIAAGRycy9k&#10;b3ducmV2LnhtbFBLBQYAAAAABAAEAPUAAACJAwAAAAA=&#10;" path="m462617,l38197,,32515,473,27148,1578,22097,3629,17520,6154,13101,9469,9471,13256,6156,17517,3631,22252,1579,27302,474,32667,,38349,,69123r474,5681l1579,80170r2052,5050l6156,89954r3315,4262l13101,98003r4419,3156l22097,103842r5051,1894l32515,106841r5682,473l462617,107314r5682,-473l473665,105736r5051,-1894l483451,101159r4262,-3156l491501,94216r3314,-4262l497341,85220r2052,-5050l500497,74804r474,-5681l500971,38349r-474,-5682l499393,27302r-2052,-5050l494815,17517r-3314,-4261l487713,9469,483451,6154,478716,3629,473665,1578,468299,473,462617,e" filled="f" fillcolor="#fffffe" strokecolor="#2e3640" strokeweight=".26306mm">
                  <v:shadow color="#8c8682"/>
                  <v:path arrowok="t" o:connecttype="custom" o:connectlocs="462617,0;38197,0;32515,473;27148,1578;22097,3629;17520,6154;13101,9469;9471,13256;6156,17517;3631,22252;1579,27302;474,32667;0,38349;0,69123;474,74804;1579,80170;3631,85220;6156,89954;9471,94216;13101,98003;17520,101159;22097,103842;27148,105736;32515,106841;38197,107314;462617,107314;468299,106841;473665,105736;478716,103842;483451,101159;487713,98003;491501,94216;494815,89954;497341,85220;499393,80170;500497,74804;500971,69123;500971,38349;500497,32667;499393,27302;497341,22252;494815,17517;491501,13256;487713,9469;483451,6154;478716,3629;473665,1578;468299,473;462617,0" o:connectangles="0,0,0,0,0,0,0,0,0,0,0,0,0,0,0,0,0,0,0,0,0,0,0,0,0,0,0,0,0,0,0,0,0,0,0,0,0,0,0,0,0,0,0,0,0,0,0,0,0"/>
                </v:shape>
                <v:shape id="Freeform 75" o:spid="_x0000_s1034" style="position:absolute;left:1119474;top:1087113;width:4997;height:3324;visibility:visible;mso-wrap-style:square;v-text-anchor:top" coordsize="499708,3323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zQMEA&#10;AADbAAAADwAAAGRycy9kb3ducmV2LnhtbERPzU4CMRC+m/gOzZB4ky4eCK4UQlCi8UJceIBxO3Qb&#10;ttPNtsDi0zsHEo5fvv/5cgitOlOffGQDk3EBiriO1rMzsN9tnmegUka22EYmA1dKsFw8PsyxtPHC&#10;P3SuslMSwqlEA03OXal1qhsKmMaxIxbuEPuAWWDvtO3xIuGh1S9FMdUBPUtDgx2tG6qP1SlIr/v4&#10;bj/9enf820yzq36v76etN+ZpNKzeQGUa8l18c39ZA68yVr7ID9CL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fiM0DBAAAA2wAAAA8AAAAAAAAAAAAAAAAAmAIAAGRycy9kb3du&#10;cmV2LnhtbFBLBQYAAAAABAAEAPUAAACGAwAAAAA=&#10;" path="m57926,332360r384014,l449201,331886r6944,-1262l462774,328415r6314,-2841l474928,321944r5366,-4261l485187,312791r4104,-5366l492921,301586r2841,-6313l497972,288645r1262,-6944l499708,274442r,-216523l499234,50659r-1262,-6944l495762,37087r-2841,-6313l489291,24935r-4104,-5366l480294,14677r-5366,-4261l469088,6786,462774,3946,456145,1736,449201,474,441940,,57926,,50665,474,43721,1736,37091,3946,30778,6786r-5840,3630l19572,14677r-4893,4892l10417,24935,6787,30774,3946,37087,1736,43715,474,50659,,57919,,274442r474,7259l1736,288645r2210,6628l6787,301586r3630,5839l14679,312791r4893,4892l24938,321944r5840,3630l37091,328415r6630,2209l50665,331886r7261,474e" filled="f" fillcolor="#fffffe" strokecolor="#2e3640" strokeweight=".26306mm">
                  <v:shadow color="#8c8682"/>
                  <v:path arrowok="t" o:connecttype="custom" o:connectlocs="57926,332360;441940,332360;449201,331886;456145,330624;462774,328415;469088,325574;474928,321944;480294,317683;485187,312791;489291,307425;492921,301586;495762,295273;497972,288645;499234,281701;499708,274442;499708,57919;499234,50659;497972,43715;495762,37087;492921,30774;489291,24935;485187,19569;480294,14677;474928,10416;469088,6786;462774,3946;456145,1736;449201,474;441940,0;57926,0;50665,474;43721,1736;37091,3946;30778,6786;24938,10416;19572,14677;14679,19569;10417,24935;6787,30774;3946,37087;1736,43715;474,50659;0,57919;0,274442;474,281701;1736,288645;3946,295273;6787,301586;10417,307425;14679,312791;19572,317683;24938,321944;30778,325574;37091,328415;43721,330624;50665,331886;57926,332360" o:connectangles="0,0,0,0,0,0,0,0,0,0,0,0,0,0,0,0,0,0,0,0,0,0,0,0,0,0,0,0,0,0,0,0,0,0,0,0,0,0,0,0,0,0,0,0,0,0,0,0,0,0,0,0,0,0,0,0,0"/>
                </v:shape>
                <v:shape id="Freeform 76" o:spid="_x0000_s1035" style="position:absolute;left:1119749;top:1087388;width:4448;height:2774;visibility:visible;mso-wrap-style:square;v-text-anchor:top" coordsize="444781,277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RM9sIA&#10;AADbAAAADwAAAGRycy9kb3ducmV2LnhtbESP3WoCMRSE7wt9h3AK3tVsCxV3NUqRtuiV+PMAh81x&#10;s3VzsiRR49sbQfBymJlvmOk82U6cyYfWsYKPYQGCuHa65UbBfvf7PgYRIrLGzjEpuFKA+ez1ZYqV&#10;dhfe0HkbG5EhHCpUYGLsKylDbchiGLqeOHsH5y3GLH0jtcdLhttOfhbFSFpsOS8Y7GlhqD5uT1ZB&#10;8rVZ9D//X6fV8W+c1kavy0Op1OAtfU9ARErxGX60l1pBWcL9S/4BcnY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hEz2wgAAANsAAAAPAAAAAAAAAAAAAAAAAJgCAABkcnMvZG93&#10;bnJldi54bWxQSwUGAAAAAAQABAD1AAAAhwMAAAAA&#10;" path="m30462,l24938,474,19887,1894,15152,4103,10890,7260,7260,10890,4103,15151,1894,19885,473,24935,,30459,,246982r473,5523l1894,257555r2209,4735l7260,266551r3630,3630l15152,273337r4735,2209l24938,276967r5524,473l414476,277440r5524,-473l425051,275546r4735,-2209l434048,270181r3630,-3630l440677,262290r2210,-4735l444307,252505r474,-5523l444781,30459r-474,-5524l442887,19885r-2210,-4734l437678,10890,434048,7260,429786,4103,425051,1894,420000,474,414476,,30462,xe" fillcolor="#b7c134" strokecolor="#b7c134" strokeweight="0">
                  <v:shadow color="#8c8682"/>
                  <v:path arrowok="t" o:connecttype="custom" o:connectlocs="30462,0;24938,474;19887,1894;15152,4103;10890,7260;7260,10890;4103,15151;1894,19885;473,24935;0,30459;0,246982;473,252505;1894,257555;4103,262290;7260,266551;10890,270181;15152,273337;19887,275546;24938,276967;30462,277440;414476,277440;420000,276967;425051,275546;429786,273337;434048,270181;437678,266551;440677,262290;442887,257555;444307,252505;444781,246982;444781,30459;444307,24935;442887,19885;440677,15151;437678,10890;434048,7260;429786,4103;425051,1894;420000,474;414476,0;30462,0" o:connectangles="0,0,0,0,0,0,0,0,0,0,0,0,0,0,0,0,0,0,0,0,0,0,0,0,0,0,0,0,0,0,0,0,0,0,0,0,0,0,0,0,0"/>
                </v:shape>
                <v:shape id="Freeform 77" o:spid="_x0000_s1036" style="position:absolute;left:1119749;top:1087388;width:4448;height:2774;visibility:visible;mso-wrap-style:square;v-text-anchor:top" coordsize="444781,277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DRTMQA&#10;AADcAAAADwAAAGRycy9kb3ducmV2LnhtbESPTW/CMAyG70j7D5En7QbpBkLQEdCENLTDLkAPHE3j&#10;tYXGqZpAs38/HyZxs+X34/Fqk1yr7tSHxrOB10kGirj0tuHKQHH8HC9AhYhssfVMBn4pwGb9NFph&#10;bv3Ae7ofYqUkhEOOBuoYu1zrUNbkMEx8Ryy3H987jLL2lbY9DhLuWv2WZXPtsGFpqLGjbU3l9XBz&#10;0vtdnM/T6WyZht0lFfvjrE3bkzEvz+njHVSkFB/if/eXFfxM8OUZmUC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Fw0UzEAAAA3AAAAA8AAAAAAAAAAAAAAAAAmAIAAGRycy9k&#10;b3ducmV2LnhtbFBLBQYAAAAABAAEAPUAAACJAwAAAAA=&#10;" path="m30462,l24938,474,19887,1894,15152,4103,10890,7260,7260,10890,4103,15151,1894,19885,473,24935,,30459,,246982r473,5523l1894,257555r2209,4735l7260,266551r3630,3630l15152,273337r4735,2209l24938,276967r5524,473l414476,277440r5524,-473l425051,275546r4735,-2209l434048,270181r3630,-3630l440677,262290r2210,-4735l444307,252505r474,-5523l444781,30459r-474,-5524l442887,19885r-2210,-4734l437678,10890,434048,7260,429786,4103,425051,1894,420000,474,414476,,30462,e" filled="f" fillcolor="#fffffe" strokecolor="#2e3640" strokeweight=".26306mm">
                  <v:shadow color="#8c8682"/>
                  <v:path arrowok="t" o:connecttype="custom" o:connectlocs="30462,0;24938,474;19887,1894;15152,4103;10890,7260;7260,10890;4103,15151;1894,19885;473,24935;0,30459;0,246982;473,252505;1894,257555;4103,262290;7260,266551;10890,270181;15152,273337;19887,275546;24938,276967;30462,277440;414476,277440;420000,276967;425051,275546;429786,273337;434048,270181;437678,266551;440677,262290;442887,257555;444307,252505;444781,246982;444781,30459;444307,24935;442887,19885;440677,15151;437678,10890;434048,7260;429786,4103;425051,1894;420000,474;414476,0;30462,0" o:connectangles="0,0,0,0,0,0,0,0,0,0,0,0,0,0,0,0,0,0,0,0,0,0,0,0,0,0,0,0,0,0,0,0,0,0,0,0,0,0,0,0,0"/>
                </v:shape>
                <v:shape id="Freeform 78" o:spid="_x0000_s1037" style="position:absolute;left:1122315;top:1088049;width:1247;height:1247;visibility:visible;mso-wrap-style:square;v-text-anchor:top" coordsize="124691,1246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luB8MA&#10;AADcAAAADwAAAGRycy9kb3ducmV2LnhtbESPzarCMBCF94LvEEZwp6kuRKpRRBF0I1gv/uyGZmyL&#10;zaRtova+/Y0g3N0M53xnzsyXrSnFixpXWFYwGkYgiFOrC84U/Jy2gykI55E1lpZJwS85WC66nTnG&#10;2r75SK/EZyKEsItRQe59FUvp0pwMuqGtiIN2t41BH9Ymk7rBdwg3pRxH0UQaLDhcyLGidU7pI3ma&#10;UOOM66uu3SGtn8n54jY3U1/3SvV77WoGwlPr/81feqcDF43g80yYQC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qluB8MAAADcAAAADwAAAAAAAAAAAAAAAACYAgAAZHJzL2Rv&#10;d25yZXYueG1sUEsFBgAAAAAEAAQA9QAAAIgDAAAAAA==&#10;" path="m55874,51763l3473,104316r-1736,2209l632,108893,,111418r,2683l632,116626r1105,2367l3473,121202r2209,1736l8050,124043r2683,631l13259,124674r2683,-631l18309,122938r2210,-1736l72920,68808r11207,35035l124691,,20835,40716,55874,51763xe" fillcolor="#fffffe" strokecolor="#fffffe" strokeweight="0">
                  <v:shadow color="#8c8682"/>
                  <v:path arrowok="t" o:connecttype="custom" o:connectlocs="55874,51763;3473,104316;1737,106525;632,108893;0,111418;0,114101;632,116626;1737,118993;3473,121202;5682,122938;8050,124043;10733,124674;13259,124674;15942,124043;18309,122938;20519,121202;72920,68808;84127,103843;124691,0;20835,40716;55874,51763" o:connectangles="0,0,0,0,0,0,0,0,0,0,0,0,0,0,0,0,0,0,0,0,0"/>
                </v:shape>
                <v:shape id="Freeform 79" o:spid="_x0000_s1038" style="position:absolute;left:1122315;top:1088049;width:1247;height:1247;visibility:visible;mso-wrap-style:square;v-text-anchor:top" coordsize="124691,1246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5Io8EA&#10;AADcAAAADwAAAGRycy9kb3ducmV2LnhtbERPTWvCQBC9F/wPyxS81d2EIpK6SggICr1UpechO03S&#10;ZmdDdjWJv74rCN7m8T5nvR1tK67U+8axhmShQBCXzjRcaTifdm8rED4gG2wdk4aJPGw3s5c1ZsYN&#10;/EXXY6hEDGGfoYY6hC6T0pc1WfQL1xFH7sf1FkOEfSVNj0MMt61MlVpKiw3Hhho7Kmoq/44Xq+GX&#10;8+L7lhQXH6ri/VMdplXqGq3nr2P+ASLQGJ7ih3tv4nyVwv2ZeIHc/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JeSKPBAAAA3AAAAA8AAAAAAAAAAAAAAAAAmAIAAGRycy9kb3du&#10;cmV2LnhtbFBLBQYAAAAABAAEAPUAAACGAwAAAAA=&#10;" path="m55874,51763l3473,104316r-1736,2209l632,108893,,111418r,2683l632,116626r1105,2367l3473,121202r2209,1736l8050,124043r2683,631l13259,124674r2683,-631l18309,122938r2210,-1736l72920,68808r11207,35035l124691,,20835,40716,55874,51763e" filled="f" fillcolor="#fffffe" strokecolor="#2e3640" strokeweight=".26306mm">
                  <v:shadow color="#8c8682"/>
                  <v:path arrowok="t" o:connecttype="custom" o:connectlocs="55874,51763;3473,104316;1737,106525;632,108893;0,111418;0,114101;632,116626;1737,118993;3473,121202;5682,122938;8050,124043;10733,124674;13259,124674;15942,124043;18309,122938;20519,121202;72920,68808;84127,103843;124691,0;20835,40716;55874,51763" o:connectangles="0,0,0,0,0,0,0,0,0,0,0,0,0,0,0,0,0,0,0,0,0"/>
                </v:shape>
                <w10:wrap anchorx="page" anchory="page"/>
              </v:group>
            </w:pict>
          </mc:Fallback>
        </mc:AlternateContent>
      </w:r>
      <w:r w:rsidR="009F7444">
        <w:rPr>
          <w:noProof/>
        </w:rPr>
        <w:drawing>
          <wp:anchor distT="0" distB="0" distL="114300" distR="114300" simplePos="0" relativeHeight="251696640" behindDoc="0" locked="0" layoutInCell="1" allowOverlap="1">
            <wp:simplePos x="0" y="0"/>
            <wp:positionH relativeFrom="column">
              <wp:posOffset>6769100</wp:posOffset>
            </wp:positionH>
            <wp:positionV relativeFrom="paragraph">
              <wp:posOffset>3674110</wp:posOffset>
            </wp:positionV>
            <wp:extent cx="2828925" cy="1882775"/>
            <wp:effectExtent l="38100" t="38100" r="47625" b="41275"/>
            <wp:wrapNone/>
            <wp:docPr id="124" name="Picture 124" descr="C:\Documents and Settings\crystal.young\Desktop\brochure pics\DSC_02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descr="C:\Documents and Settings\crystal.young\Desktop\brochure pics\DSC_0244.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28925" cy="1882775"/>
                    </a:xfrm>
                    <a:prstGeom prst="rect">
                      <a:avLst/>
                    </a:prstGeom>
                    <a:noFill/>
                    <a:ln w="28575">
                      <a:solidFill>
                        <a:schemeClr val="tx1">
                          <a:lumMod val="100000"/>
                          <a:lumOff val="0"/>
                        </a:schemeClr>
                      </a:solidFill>
                      <a:miter lim="800000"/>
                      <a:headEnd/>
                      <a:tailEnd/>
                    </a:ln>
                  </pic:spPr>
                </pic:pic>
              </a:graphicData>
            </a:graphic>
            <wp14:sizeRelH relativeFrom="page">
              <wp14:pctWidth>0</wp14:pctWidth>
            </wp14:sizeRelH>
            <wp14:sizeRelV relativeFrom="page">
              <wp14:pctHeight>0</wp14:pctHeight>
            </wp14:sizeRelV>
          </wp:anchor>
        </w:drawing>
      </w:r>
      <w:r w:rsidR="009F7444">
        <w:rPr>
          <w:noProof/>
        </w:rPr>
        <mc:AlternateContent>
          <mc:Choice Requires="wpg">
            <w:drawing>
              <wp:anchor distT="0" distB="0" distL="114300" distR="114300" simplePos="0" relativeHeight="251683328" behindDoc="0" locked="0" layoutInCell="1" allowOverlap="1">
                <wp:simplePos x="0" y="0"/>
                <wp:positionH relativeFrom="page">
                  <wp:posOffset>3222625</wp:posOffset>
                </wp:positionH>
                <wp:positionV relativeFrom="page">
                  <wp:posOffset>1322070</wp:posOffset>
                </wp:positionV>
                <wp:extent cx="581660" cy="501650"/>
                <wp:effectExtent l="12700" t="17145" r="5715" b="14605"/>
                <wp:wrapNone/>
                <wp:docPr id="16" name="Group 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1660" cy="501650"/>
                          <a:chOff x="111947360" y="109793585"/>
                          <a:chExt cx="581882" cy="501342"/>
                        </a:xfrm>
                      </wpg:grpSpPr>
                      <wps:wsp>
                        <wps:cNvPr id="17" name="Freeform 95"/>
                        <wps:cNvSpPr>
                          <a:spLocks/>
                        </wps:cNvSpPr>
                        <wps:spPr bwMode="auto">
                          <a:xfrm>
                            <a:off x="111947360" y="109793585"/>
                            <a:ext cx="501186" cy="501342"/>
                          </a:xfrm>
                          <a:custGeom>
                            <a:avLst/>
                            <a:gdLst>
                              <a:gd name="T0" fmla="*/ 477483 w 501186"/>
                              <a:gd name="T1" fmla="*/ 357145 h 501342"/>
                              <a:gd name="T2" fmla="*/ 462647 w 501186"/>
                              <a:gd name="T3" fmla="*/ 384464 h 501342"/>
                              <a:gd name="T4" fmla="*/ 444915 w 501186"/>
                              <a:gd name="T5" fmla="*/ 409251 h 501342"/>
                              <a:gd name="T6" fmla="*/ 424470 w 501186"/>
                              <a:gd name="T7" fmla="*/ 431324 h 501342"/>
                              <a:gd name="T8" fmla="*/ 401672 w 501186"/>
                              <a:gd name="T9" fmla="*/ 450683 h 501342"/>
                              <a:gd name="T10" fmla="*/ 377065 w 501186"/>
                              <a:gd name="T11" fmla="*/ 467147 h 501342"/>
                              <a:gd name="T12" fmla="*/ 350649 w 501186"/>
                              <a:gd name="T13" fmla="*/ 480535 h 501342"/>
                              <a:gd name="T14" fmla="*/ 322785 w 501186"/>
                              <a:gd name="T15" fmla="*/ 490667 h 501342"/>
                              <a:gd name="T16" fmla="*/ 294017 w 501186"/>
                              <a:gd name="T17" fmla="*/ 497542 h 501342"/>
                              <a:gd name="T18" fmla="*/ 264344 w 501186"/>
                              <a:gd name="T19" fmla="*/ 500980 h 501342"/>
                              <a:gd name="T20" fmla="*/ 234309 w 501186"/>
                              <a:gd name="T21" fmla="*/ 500980 h 501342"/>
                              <a:gd name="T22" fmla="*/ 203912 w 501186"/>
                              <a:gd name="T23" fmla="*/ 496999 h 501342"/>
                              <a:gd name="T24" fmla="*/ 173877 w 501186"/>
                              <a:gd name="T25" fmla="*/ 489401 h 501342"/>
                              <a:gd name="T26" fmla="*/ 144204 w 501186"/>
                              <a:gd name="T27" fmla="*/ 477640 h 501342"/>
                              <a:gd name="T28" fmla="*/ 116883 w 501186"/>
                              <a:gd name="T29" fmla="*/ 462805 h 501342"/>
                              <a:gd name="T30" fmla="*/ 92095 w 501186"/>
                              <a:gd name="T31" fmla="*/ 445074 h 501342"/>
                              <a:gd name="T32" fmla="*/ 70021 w 501186"/>
                              <a:gd name="T33" fmla="*/ 424630 h 501342"/>
                              <a:gd name="T34" fmla="*/ 50661 w 501186"/>
                              <a:gd name="T35" fmla="*/ 401833 h 501342"/>
                              <a:gd name="T36" fmla="*/ 34196 w 501186"/>
                              <a:gd name="T37" fmla="*/ 377227 h 501342"/>
                              <a:gd name="T38" fmla="*/ 20807 w 501186"/>
                              <a:gd name="T39" fmla="*/ 350813 h 501342"/>
                              <a:gd name="T40" fmla="*/ 10675 w 501186"/>
                              <a:gd name="T41" fmla="*/ 322950 h 501342"/>
                              <a:gd name="T42" fmla="*/ 3799 w 501186"/>
                              <a:gd name="T43" fmla="*/ 294183 h 501342"/>
                              <a:gd name="T44" fmla="*/ 361 w 501186"/>
                              <a:gd name="T45" fmla="*/ 264512 h 501342"/>
                              <a:gd name="T46" fmla="*/ 361 w 501186"/>
                              <a:gd name="T47" fmla="*/ 234478 h 501342"/>
                              <a:gd name="T48" fmla="*/ 4342 w 501186"/>
                              <a:gd name="T49" fmla="*/ 204083 h 501342"/>
                              <a:gd name="T50" fmla="*/ 11941 w 501186"/>
                              <a:gd name="T51" fmla="*/ 174050 h 501342"/>
                              <a:gd name="T52" fmla="*/ 23702 w 501186"/>
                              <a:gd name="T53" fmla="*/ 144378 h 501342"/>
                              <a:gd name="T54" fmla="*/ 38538 w 501186"/>
                              <a:gd name="T55" fmla="*/ 117058 h 501342"/>
                              <a:gd name="T56" fmla="*/ 56270 w 501186"/>
                              <a:gd name="T57" fmla="*/ 92272 h 501342"/>
                              <a:gd name="T58" fmla="*/ 76715 w 501186"/>
                              <a:gd name="T59" fmla="*/ 70199 h 501342"/>
                              <a:gd name="T60" fmla="*/ 99513 w 501186"/>
                              <a:gd name="T61" fmla="*/ 50840 h 501342"/>
                              <a:gd name="T62" fmla="*/ 124120 w 501186"/>
                              <a:gd name="T63" fmla="*/ 34376 h 501342"/>
                              <a:gd name="T64" fmla="*/ 150536 w 501186"/>
                              <a:gd name="T65" fmla="*/ 20988 h 501342"/>
                              <a:gd name="T66" fmla="*/ 178400 w 501186"/>
                              <a:gd name="T67" fmla="*/ 10675 h 501342"/>
                              <a:gd name="T68" fmla="*/ 207169 w 501186"/>
                              <a:gd name="T69" fmla="*/ 3800 h 501342"/>
                              <a:gd name="T70" fmla="*/ 236842 w 501186"/>
                              <a:gd name="T71" fmla="*/ 362 h 501342"/>
                              <a:gd name="T72" fmla="*/ 266877 w 501186"/>
                              <a:gd name="T73" fmla="*/ 543 h 501342"/>
                              <a:gd name="T74" fmla="*/ 297274 w 501186"/>
                              <a:gd name="T75" fmla="*/ 4343 h 501342"/>
                              <a:gd name="T76" fmla="*/ 327309 w 501186"/>
                              <a:gd name="T77" fmla="*/ 12122 h 501342"/>
                              <a:gd name="T78" fmla="*/ 356982 w 501186"/>
                              <a:gd name="T79" fmla="*/ 23702 h 501342"/>
                              <a:gd name="T80" fmla="*/ 384303 w 501186"/>
                              <a:gd name="T81" fmla="*/ 38537 h 501342"/>
                              <a:gd name="T82" fmla="*/ 409091 w 501186"/>
                              <a:gd name="T83" fmla="*/ 56268 h 501342"/>
                              <a:gd name="T84" fmla="*/ 431164 w 501186"/>
                              <a:gd name="T85" fmla="*/ 76712 h 501342"/>
                              <a:gd name="T86" fmla="*/ 450524 w 501186"/>
                              <a:gd name="T87" fmla="*/ 99509 h 501342"/>
                              <a:gd name="T88" fmla="*/ 466989 w 501186"/>
                              <a:gd name="T89" fmla="*/ 124295 h 501342"/>
                              <a:gd name="T90" fmla="*/ 480378 w 501186"/>
                              <a:gd name="T91" fmla="*/ 150529 h 501342"/>
                              <a:gd name="T92" fmla="*/ 490511 w 501186"/>
                              <a:gd name="T93" fmla="*/ 178392 h 501342"/>
                              <a:gd name="T94" fmla="*/ 497386 w 501186"/>
                              <a:gd name="T95" fmla="*/ 207340 h 501342"/>
                              <a:gd name="T96" fmla="*/ 500824 w 501186"/>
                              <a:gd name="T97" fmla="*/ 237011 h 501342"/>
                              <a:gd name="T98" fmla="*/ 500824 w 501186"/>
                              <a:gd name="T99" fmla="*/ 267045 h 501342"/>
                              <a:gd name="T100" fmla="*/ 496843 w 501186"/>
                              <a:gd name="T101" fmla="*/ 297440 h 501342"/>
                              <a:gd name="T102" fmla="*/ 489244 w 501186"/>
                              <a:gd name="T103" fmla="*/ 327473 h 5013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01186" h="501342">
                                <a:moveTo>
                                  <a:pt x="483816" y="342490"/>
                                </a:moveTo>
                                <a:lnTo>
                                  <a:pt x="477483" y="357145"/>
                                </a:lnTo>
                                <a:lnTo>
                                  <a:pt x="470427" y="371076"/>
                                </a:lnTo>
                                <a:lnTo>
                                  <a:pt x="462647" y="384464"/>
                                </a:lnTo>
                                <a:lnTo>
                                  <a:pt x="454143" y="397129"/>
                                </a:lnTo>
                                <a:lnTo>
                                  <a:pt x="444915" y="409251"/>
                                </a:lnTo>
                                <a:lnTo>
                                  <a:pt x="434964" y="420649"/>
                                </a:lnTo>
                                <a:lnTo>
                                  <a:pt x="424470" y="431324"/>
                                </a:lnTo>
                                <a:lnTo>
                                  <a:pt x="413433" y="441456"/>
                                </a:lnTo>
                                <a:lnTo>
                                  <a:pt x="401672" y="450683"/>
                                </a:lnTo>
                                <a:lnTo>
                                  <a:pt x="389550" y="459367"/>
                                </a:lnTo>
                                <a:lnTo>
                                  <a:pt x="377065" y="467147"/>
                                </a:lnTo>
                                <a:lnTo>
                                  <a:pt x="364038" y="474203"/>
                                </a:lnTo>
                                <a:lnTo>
                                  <a:pt x="350649" y="480535"/>
                                </a:lnTo>
                                <a:lnTo>
                                  <a:pt x="336898" y="485963"/>
                                </a:lnTo>
                                <a:lnTo>
                                  <a:pt x="322785" y="490667"/>
                                </a:lnTo>
                                <a:lnTo>
                                  <a:pt x="308491" y="494647"/>
                                </a:lnTo>
                                <a:lnTo>
                                  <a:pt x="294017" y="497542"/>
                                </a:lnTo>
                                <a:lnTo>
                                  <a:pt x="279180" y="499713"/>
                                </a:lnTo>
                                <a:lnTo>
                                  <a:pt x="264344" y="500980"/>
                                </a:lnTo>
                                <a:lnTo>
                                  <a:pt x="249326" y="501342"/>
                                </a:lnTo>
                                <a:lnTo>
                                  <a:pt x="234309" y="500980"/>
                                </a:lnTo>
                                <a:lnTo>
                                  <a:pt x="219110" y="499351"/>
                                </a:lnTo>
                                <a:lnTo>
                                  <a:pt x="203912" y="496999"/>
                                </a:lnTo>
                                <a:lnTo>
                                  <a:pt x="188894" y="493743"/>
                                </a:lnTo>
                                <a:lnTo>
                                  <a:pt x="173877" y="489401"/>
                                </a:lnTo>
                                <a:lnTo>
                                  <a:pt x="158859" y="483973"/>
                                </a:lnTo>
                                <a:lnTo>
                                  <a:pt x="144204" y="477640"/>
                                </a:lnTo>
                                <a:lnTo>
                                  <a:pt x="130272" y="470584"/>
                                </a:lnTo>
                                <a:lnTo>
                                  <a:pt x="116883" y="462805"/>
                                </a:lnTo>
                                <a:lnTo>
                                  <a:pt x="104217" y="454301"/>
                                </a:lnTo>
                                <a:lnTo>
                                  <a:pt x="92095" y="445074"/>
                                </a:lnTo>
                                <a:lnTo>
                                  <a:pt x="80696" y="435123"/>
                                </a:lnTo>
                                <a:lnTo>
                                  <a:pt x="70021" y="424630"/>
                                </a:lnTo>
                                <a:lnTo>
                                  <a:pt x="59889" y="413593"/>
                                </a:lnTo>
                                <a:lnTo>
                                  <a:pt x="50661" y="401833"/>
                                </a:lnTo>
                                <a:lnTo>
                                  <a:pt x="41976" y="389711"/>
                                </a:lnTo>
                                <a:lnTo>
                                  <a:pt x="34196" y="377227"/>
                                </a:lnTo>
                                <a:lnTo>
                                  <a:pt x="27140" y="364201"/>
                                </a:lnTo>
                                <a:lnTo>
                                  <a:pt x="20807" y="350813"/>
                                </a:lnTo>
                                <a:lnTo>
                                  <a:pt x="15379" y="337062"/>
                                </a:lnTo>
                                <a:lnTo>
                                  <a:pt x="10675" y="322950"/>
                                </a:lnTo>
                                <a:lnTo>
                                  <a:pt x="6694" y="308657"/>
                                </a:lnTo>
                                <a:lnTo>
                                  <a:pt x="3799" y="294183"/>
                                </a:lnTo>
                                <a:lnTo>
                                  <a:pt x="1628" y="279347"/>
                                </a:lnTo>
                                <a:lnTo>
                                  <a:pt x="361" y="264512"/>
                                </a:lnTo>
                                <a:lnTo>
                                  <a:pt x="0" y="249495"/>
                                </a:lnTo>
                                <a:lnTo>
                                  <a:pt x="361" y="234478"/>
                                </a:lnTo>
                                <a:lnTo>
                                  <a:pt x="1990" y="219281"/>
                                </a:lnTo>
                                <a:lnTo>
                                  <a:pt x="4342" y="204083"/>
                                </a:lnTo>
                                <a:lnTo>
                                  <a:pt x="7599" y="189066"/>
                                </a:lnTo>
                                <a:lnTo>
                                  <a:pt x="11941" y="174050"/>
                                </a:lnTo>
                                <a:lnTo>
                                  <a:pt x="17369" y="159033"/>
                                </a:lnTo>
                                <a:lnTo>
                                  <a:pt x="23702" y="144378"/>
                                </a:lnTo>
                                <a:lnTo>
                                  <a:pt x="30758" y="130447"/>
                                </a:lnTo>
                                <a:lnTo>
                                  <a:pt x="38538" y="117058"/>
                                </a:lnTo>
                                <a:lnTo>
                                  <a:pt x="47042" y="104394"/>
                                </a:lnTo>
                                <a:lnTo>
                                  <a:pt x="56270" y="92272"/>
                                </a:lnTo>
                                <a:lnTo>
                                  <a:pt x="66221" y="80874"/>
                                </a:lnTo>
                                <a:lnTo>
                                  <a:pt x="76715" y="70199"/>
                                </a:lnTo>
                                <a:lnTo>
                                  <a:pt x="87752" y="60067"/>
                                </a:lnTo>
                                <a:lnTo>
                                  <a:pt x="99513" y="50840"/>
                                </a:lnTo>
                                <a:lnTo>
                                  <a:pt x="111636" y="42156"/>
                                </a:lnTo>
                                <a:lnTo>
                                  <a:pt x="124120" y="34376"/>
                                </a:lnTo>
                                <a:lnTo>
                                  <a:pt x="137147" y="27320"/>
                                </a:lnTo>
                                <a:lnTo>
                                  <a:pt x="150536" y="20988"/>
                                </a:lnTo>
                                <a:lnTo>
                                  <a:pt x="164287" y="15379"/>
                                </a:lnTo>
                                <a:lnTo>
                                  <a:pt x="178400" y="10675"/>
                                </a:lnTo>
                                <a:lnTo>
                                  <a:pt x="192694" y="6876"/>
                                </a:lnTo>
                                <a:lnTo>
                                  <a:pt x="207169" y="3800"/>
                                </a:lnTo>
                                <a:lnTo>
                                  <a:pt x="222005" y="1629"/>
                                </a:lnTo>
                                <a:lnTo>
                                  <a:pt x="236842" y="362"/>
                                </a:lnTo>
                                <a:lnTo>
                                  <a:pt x="251859" y="0"/>
                                </a:lnTo>
                                <a:lnTo>
                                  <a:pt x="266877" y="543"/>
                                </a:lnTo>
                                <a:lnTo>
                                  <a:pt x="282075" y="1991"/>
                                </a:lnTo>
                                <a:lnTo>
                                  <a:pt x="297274" y="4343"/>
                                </a:lnTo>
                                <a:lnTo>
                                  <a:pt x="312291" y="7780"/>
                                </a:lnTo>
                                <a:lnTo>
                                  <a:pt x="327309" y="12122"/>
                                </a:lnTo>
                                <a:lnTo>
                                  <a:pt x="342326" y="17369"/>
                                </a:lnTo>
                                <a:lnTo>
                                  <a:pt x="356982" y="23702"/>
                                </a:lnTo>
                                <a:lnTo>
                                  <a:pt x="370914" y="30758"/>
                                </a:lnTo>
                                <a:lnTo>
                                  <a:pt x="384303" y="38537"/>
                                </a:lnTo>
                                <a:lnTo>
                                  <a:pt x="396968" y="47041"/>
                                </a:lnTo>
                                <a:lnTo>
                                  <a:pt x="409091" y="56268"/>
                                </a:lnTo>
                                <a:lnTo>
                                  <a:pt x="420489" y="66219"/>
                                </a:lnTo>
                                <a:lnTo>
                                  <a:pt x="431164" y="76712"/>
                                </a:lnTo>
                                <a:lnTo>
                                  <a:pt x="441297" y="87930"/>
                                </a:lnTo>
                                <a:lnTo>
                                  <a:pt x="450524" y="99509"/>
                                </a:lnTo>
                                <a:lnTo>
                                  <a:pt x="459209" y="111631"/>
                                </a:lnTo>
                                <a:lnTo>
                                  <a:pt x="466989" y="124295"/>
                                </a:lnTo>
                                <a:lnTo>
                                  <a:pt x="474046" y="137141"/>
                                </a:lnTo>
                                <a:lnTo>
                                  <a:pt x="480378" y="150529"/>
                                </a:lnTo>
                                <a:lnTo>
                                  <a:pt x="485806" y="164280"/>
                                </a:lnTo>
                                <a:lnTo>
                                  <a:pt x="490511" y="178392"/>
                                </a:lnTo>
                                <a:lnTo>
                                  <a:pt x="494491" y="192685"/>
                                </a:lnTo>
                                <a:lnTo>
                                  <a:pt x="497386" y="207340"/>
                                </a:lnTo>
                                <a:lnTo>
                                  <a:pt x="499557" y="221994"/>
                                </a:lnTo>
                                <a:lnTo>
                                  <a:pt x="500824" y="237011"/>
                                </a:lnTo>
                                <a:lnTo>
                                  <a:pt x="501186" y="252028"/>
                                </a:lnTo>
                                <a:lnTo>
                                  <a:pt x="500824" y="267045"/>
                                </a:lnTo>
                                <a:lnTo>
                                  <a:pt x="499195" y="282242"/>
                                </a:lnTo>
                                <a:lnTo>
                                  <a:pt x="496843" y="297440"/>
                                </a:lnTo>
                                <a:lnTo>
                                  <a:pt x="493587" y="312457"/>
                                </a:lnTo>
                                <a:lnTo>
                                  <a:pt x="489244" y="327473"/>
                                </a:lnTo>
                                <a:lnTo>
                                  <a:pt x="483816" y="342490"/>
                                </a:lnTo>
                                <a:close/>
                              </a:path>
                            </a:pathLst>
                          </a:custGeom>
                          <a:solidFill>
                            <a:srgbClr val="B7C134"/>
                          </a:solidFill>
                          <a:ln w="0">
                            <a:solidFill>
                              <a:srgbClr val="B7C134"/>
                            </a:solidFill>
                            <a:round/>
                            <a:headEnd/>
                            <a:tailEnd/>
                          </a:ln>
                          <a:effectLst/>
                          <a:extLst>
                            <a:ext uri="{AF507438-7753-43E0-B8FC-AC1667EBCBE1}">
                              <a14:hiddenEffects xmlns:a14="http://schemas.microsoft.com/office/drawing/2010/main">
                                <a:effectLst>
                                  <a:outerShdw dist="35921" dir="2700000" algn="ctr" rotWithShape="0">
                                    <a:srgbClr val="8C8682"/>
                                  </a:outerShdw>
                                </a:effectLst>
                              </a14:hiddenEffects>
                            </a:ext>
                          </a:extLst>
                        </wps:spPr>
                        <wps:bodyPr rot="0" vert="horz" wrap="square" lIns="91440" tIns="45720" rIns="91440" bIns="45720" anchor="t" anchorCtr="0" upright="1">
                          <a:noAutofit/>
                        </wps:bodyPr>
                      </wps:wsp>
                      <wps:wsp>
                        <wps:cNvPr id="18" name="Freeform 96"/>
                        <wps:cNvSpPr>
                          <a:spLocks/>
                        </wps:cNvSpPr>
                        <wps:spPr bwMode="auto">
                          <a:xfrm>
                            <a:off x="111947360" y="109793585"/>
                            <a:ext cx="501186" cy="501342"/>
                          </a:xfrm>
                          <a:custGeom>
                            <a:avLst/>
                            <a:gdLst>
                              <a:gd name="T0" fmla="*/ 477483 w 501186"/>
                              <a:gd name="T1" fmla="*/ 357145 h 501342"/>
                              <a:gd name="T2" fmla="*/ 462647 w 501186"/>
                              <a:gd name="T3" fmla="*/ 384464 h 501342"/>
                              <a:gd name="T4" fmla="*/ 444915 w 501186"/>
                              <a:gd name="T5" fmla="*/ 409251 h 501342"/>
                              <a:gd name="T6" fmla="*/ 424470 w 501186"/>
                              <a:gd name="T7" fmla="*/ 431324 h 501342"/>
                              <a:gd name="T8" fmla="*/ 401672 w 501186"/>
                              <a:gd name="T9" fmla="*/ 450683 h 501342"/>
                              <a:gd name="T10" fmla="*/ 377065 w 501186"/>
                              <a:gd name="T11" fmla="*/ 467147 h 501342"/>
                              <a:gd name="T12" fmla="*/ 350649 w 501186"/>
                              <a:gd name="T13" fmla="*/ 480535 h 501342"/>
                              <a:gd name="T14" fmla="*/ 322785 w 501186"/>
                              <a:gd name="T15" fmla="*/ 490667 h 501342"/>
                              <a:gd name="T16" fmla="*/ 294017 w 501186"/>
                              <a:gd name="T17" fmla="*/ 497542 h 501342"/>
                              <a:gd name="T18" fmla="*/ 264344 w 501186"/>
                              <a:gd name="T19" fmla="*/ 500980 h 501342"/>
                              <a:gd name="T20" fmla="*/ 234309 w 501186"/>
                              <a:gd name="T21" fmla="*/ 500980 h 501342"/>
                              <a:gd name="T22" fmla="*/ 203912 w 501186"/>
                              <a:gd name="T23" fmla="*/ 496999 h 501342"/>
                              <a:gd name="T24" fmla="*/ 173877 w 501186"/>
                              <a:gd name="T25" fmla="*/ 489401 h 501342"/>
                              <a:gd name="T26" fmla="*/ 144204 w 501186"/>
                              <a:gd name="T27" fmla="*/ 477640 h 501342"/>
                              <a:gd name="T28" fmla="*/ 116883 w 501186"/>
                              <a:gd name="T29" fmla="*/ 462805 h 501342"/>
                              <a:gd name="T30" fmla="*/ 92095 w 501186"/>
                              <a:gd name="T31" fmla="*/ 445074 h 501342"/>
                              <a:gd name="T32" fmla="*/ 70021 w 501186"/>
                              <a:gd name="T33" fmla="*/ 424630 h 501342"/>
                              <a:gd name="T34" fmla="*/ 50661 w 501186"/>
                              <a:gd name="T35" fmla="*/ 401833 h 501342"/>
                              <a:gd name="T36" fmla="*/ 34196 w 501186"/>
                              <a:gd name="T37" fmla="*/ 377227 h 501342"/>
                              <a:gd name="T38" fmla="*/ 20807 w 501186"/>
                              <a:gd name="T39" fmla="*/ 350813 h 501342"/>
                              <a:gd name="T40" fmla="*/ 10675 w 501186"/>
                              <a:gd name="T41" fmla="*/ 322950 h 501342"/>
                              <a:gd name="T42" fmla="*/ 3799 w 501186"/>
                              <a:gd name="T43" fmla="*/ 294183 h 501342"/>
                              <a:gd name="T44" fmla="*/ 361 w 501186"/>
                              <a:gd name="T45" fmla="*/ 264512 h 501342"/>
                              <a:gd name="T46" fmla="*/ 361 w 501186"/>
                              <a:gd name="T47" fmla="*/ 234478 h 501342"/>
                              <a:gd name="T48" fmla="*/ 4342 w 501186"/>
                              <a:gd name="T49" fmla="*/ 204083 h 501342"/>
                              <a:gd name="T50" fmla="*/ 11941 w 501186"/>
                              <a:gd name="T51" fmla="*/ 174050 h 501342"/>
                              <a:gd name="T52" fmla="*/ 23702 w 501186"/>
                              <a:gd name="T53" fmla="*/ 144378 h 501342"/>
                              <a:gd name="T54" fmla="*/ 38538 w 501186"/>
                              <a:gd name="T55" fmla="*/ 117058 h 501342"/>
                              <a:gd name="T56" fmla="*/ 56270 w 501186"/>
                              <a:gd name="T57" fmla="*/ 92272 h 501342"/>
                              <a:gd name="T58" fmla="*/ 76715 w 501186"/>
                              <a:gd name="T59" fmla="*/ 70199 h 501342"/>
                              <a:gd name="T60" fmla="*/ 99513 w 501186"/>
                              <a:gd name="T61" fmla="*/ 50840 h 501342"/>
                              <a:gd name="T62" fmla="*/ 124120 w 501186"/>
                              <a:gd name="T63" fmla="*/ 34376 h 501342"/>
                              <a:gd name="T64" fmla="*/ 150536 w 501186"/>
                              <a:gd name="T65" fmla="*/ 20988 h 501342"/>
                              <a:gd name="T66" fmla="*/ 178400 w 501186"/>
                              <a:gd name="T67" fmla="*/ 10675 h 501342"/>
                              <a:gd name="T68" fmla="*/ 207169 w 501186"/>
                              <a:gd name="T69" fmla="*/ 3800 h 501342"/>
                              <a:gd name="T70" fmla="*/ 236842 w 501186"/>
                              <a:gd name="T71" fmla="*/ 362 h 501342"/>
                              <a:gd name="T72" fmla="*/ 266877 w 501186"/>
                              <a:gd name="T73" fmla="*/ 543 h 501342"/>
                              <a:gd name="T74" fmla="*/ 297274 w 501186"/>
                              <a:gd name="T75" fmla="*/ 4343 h 501342"/>
                              <a:gd name="T76" fmla="*/ 327309 w 501186"/>
                              <a:gd name="T77" fmla="*/ 12122 h 501342"/>
                              <a:gd name="T78" fmla="*/ 356982 w 501186"/>
                              <a:gd name="T79" fmla="*/ 23702 h 501342"/>
                              <a:gd name="T80" fmla="*/ 384303 w 501186"/>
                              <a:gd name="T81" fmla="*/ 38537 h 501342"/>
                              <a:gd name="T82" fmla="*/ 409091 w 501186"/>
                              <a:gd name="T83" fmla="*/ 56268 h 501342"/>
                              <a:gd name="T84" fmla="*/ 431164 w 501186"/>
                              <a:gd name="T85" fmla="*/ 76712 h 501342"/>
                              <a:gd name="T86" fmla="*/ 450524 w 501186"/>
                              <a:gd name="T87" fmla="*/ 99509 h 501342"/>
                              <a:gd name="T88" fmla="*/ 466989 w 501186"/>
                              <a:gd name="T89" fmla="*/ 124295 h 501342"/>
                              <a:gd name="T90" fmla="*/ 480378 w 501186"/>
                              <a:gd name="T91" fmla="*/ 150529 h 501342"/>
                              <a:gd name="T92" fmla="*/ 490511 w 501186"/>
                              <a:gd name="T93" fmla="*/ 178392 h 501342"/>
                              <a:gd name="T94" fmla="*/ 497386 w 501186"/>
                              <a:gd name="T95" fmla="*/ 207340 h 501342"/>
                              <a:gd name="T96" fmla="*/ 500824 w 501186"/>
                              <a:gd name="T97" fmla="*/ 237011 h 501342"/>
                              <a:gd name="T98" fmla="*/ 500824 w 501186"/>
                              <a:gd name="T99" fmla="*/ 267045 h 501342"/>
                              <a:gd name="T100" fmla="*/ 496843 w 501186"/>
                              <a:gd name="T101" fmla="*/ 297440 h 501342"/>
                              <a:gd name="T102" fmla="*/ 489244 w 501186"/>
                              <a:gd name="T103" fmla="*/ 327473 h 5013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01186" h="501342">
                                <a:moveTo>
                                  <a:pt x="483816" y="342490"/>
                                </a:moveTo>
                                <a:lnTo>
                                  <a:pt x="477483" y="357145"/>
                                </a:lnTo>
                                <a:lnTo>
                                  <a:pt x="470427" y="371076"/>
                                </a:lnTo>
                                <a:lnTo>
                                  <a:pt x="462647" y="384464"/>
                                </a:lnTo>
                                <a:lnTo>
                                  <a:pt x="454143" y="397129"/>
                                </a:lnTo>
                                <a:lnTo>
                                  <a:pt x="444915" y="409251"/>
                                </a:lnTo>
                                <a:lnTo>
                                  <a:pt x="434964" y="420649"/>
                                </a:lnTo>
                                <a:lnTo>
                                  <a:pt x="424470" y="431324"/>
                                </a:lnTo>
                                <a:lnTo>
                                  <a:pt x="413433" y="441456"/>
                                </a:lnTo>
                                <a:lnTo>
                                  <a:pt x="401672" y="450683"/>
                                </a:lnTo>
                                <a:lnTo>
                                  <a:pt x="389550" y="459367"/>
                                </a:lnTo>
                                <a:lnTo>
                                  <a:pt x="377065" y="467147"/>
                                </a:lnTo>
                                <a:lnTo>
                                  <a:pt x="364038" y="474203"/>
                                </a:lnTo>
                                <a:lnTo>
                                  <a:pt x="350649" y="480535"/>
                                </a:lnTo>
                                <a:lnTo>
                                  <a:pt x="336898" y="485963"/>
                                </a:lnTo>
                                <a:lnTo>
                                  <a:pt x="322785" y="490667"/>
                                </a:lnTo>
                                <a:lnTo>
                                  <a:pt x="308491" y="494647"/>
                                </a:lnTo>
                                <a:lnTo>
                                  <a:pt x="294017" y="497542"/>
                                </a:lnTo>
                                <a:lnTo>
                                  <a:pt x="279180" y="499713"/>
                                </a:lnTo>
                                <a:lnTo>
                                  <a:pt x="264344" y="500980"/>
                                </a:lnTo>
                                <a:lnTo>
                                  <a:pt x="249326" y="501342"/>
                                </a:lnTo>
                                <a:lnTo>
                                  <a:pt x="234309" y="500980"/>
                                </a:lnTo>
                                <a:lnTo>
                                  <a:pt x="219110" y="499351"/>
                                </a:lnTo>
                                <a:lnTo>
                                  <a:pt x="203912" y="496999"/>
                                </a:lnTo>
                                <a:lnTo>
                                  <a:pt x="188894" y="493743"/>
                                </a:lnTo>
                                <a:lnTo>
                                  <a:pt x="173877" y="489401"/>
                                </a:lnTo>
                                <a:lnTo>
                                  <a:pt x="158859" y="483973"/>
                                </a:lnTo>
                                <a:lnTo>
                                  <a:pt x="144204" y="477640"/>
                                </a:lnTo>
                                <a:lnTo>
                                  <a:pt x="130272" y="470584"/>
                                </a:lnTo>
                                <a:lnTo>
                                  <a:pt x="116883" y="462805"/>
                                </a:lnTo>
                                <a:lnTo>
                                  <a:pt x="104217" y="454301"/>
                                </a:lnTo>
                                <a:lnTo>
                                  <a:pt x="92095" y="445074"/>
                                </a:lnTo>
                                <a:lnTo>
                                  <a:pt x="80696" y="435123"/>
                                </a:lnTo>
                                <a:lnTo>
                                  <a:pt x="70021" y="424630"/>
                                </a:lnTo>
                                <a:lnTo>
                                  <a:pt x="59889" y="413593"/>
                                </a:lnTo>
                                <a:lnTo>
                                  <a:pt x="50661" y="401833"/>
                                </a:lnTo>
                                <a:lnTo>
                                  <a:pt x="41976" y="389711"/>
                                </a:lnTo>
                                <a:lnTo>
                                  <a:pt x="34196" y="377227"/>
                                </a:lnTo>
                                <a:lnTo>
                                  <a:pt x="27140" y="364201"/>
                                </a:lnTo>
                                <a:lnTo>
                                  <a:pt x="20807" y="350813"/>
                                </a:lnTo>
                                <a:lnTo>
                                  <a:pt x="15379" y="337062"/>
                                </a:lnTo>
                                <a:lnTo>
                                  <a:pt x="10675" y="322950"/>
                                </a:lnTo>
                                <a:lnTo>
                                  <a:pt x="6694" y="308657"/>
                                </a:lnTo>
                                <a:lnTo>
                                  <a:pt x="3799" y="294183"/>
                                </a:lnTo>
                                <a:lnTo>
                                  <a:pt x="1628" y="279347"/>
                                </a:lnTo>
                                <a:lnTo>
                                  <a:pt x="361" y="264512"/>
                                </a:lnTo>
                                <a:lnTo>
                                  <a:pt x="0" y="249495"/>
                                </a:lnTo>
                                <a:lnTo>
                                  <a:pt x="361" y="234478"/>
                                </a:lnTo>
                                <a:lnTo>
                                  <a:pt x="1990" y="219281"/>
                                </a:lnTo>
                                <a:lnTo>
                                  <a:pt x="4342" y="204083"/>
                                </a:lnTo>
                                <a:lnTo>
                                  <a:pt x="7599" y="189066"/>
                                </a:lnTo>
                                <a:lnTo>
                                  <a:pt x="11941" y="174050"/>
                                </a:lnTo>
                                <a:lnTo>
                                  <a:pt x="17369" y="159033"/>
                                </a:lnTo>
                                <a:lnTo>
                                  <a:pt x="23702" y="144378"/>
                                </a:lnTo>
                                <a:lnTo>
                                  <a:pt x="30758" y="130447"/>
                                </a:lnTo>
                                <a:lnTo>
                                  <a:pt x="38538" y="117058"/>
                                </a:lnTo>
                                <a:lnTo>
                                  <a:pt x="47042" y="104394"/>
                                </a:lnTo>
                                <a:lnTo>
                                  <a:pt x="56270" y="92272"/>
                                </a:lnTo>
                                <a:lnTo>
                                  <a:pt x="66221" y="80874"/>
                                </a:lnTo>
                                <a:lnTo>
                                  <a:pt x="76715" y="70199"/>
                                </a:lnTo>
                                <a:lnTo>
                                  <a:pt x="87752" y="60067"/>
                                </a:lnTo>
                                <a:lnTo>
                                  <a:pt x="99513" y="50840"/>
                                </a:lnTo>
                                <a:lnTo>
                                  <a:pt x="111636" y="42156"/>
                                </a:lnTo>
                                <a:lnTo>
                                  <a:pt x="124120" y="34376"/>
                                </a:lnTo>
                                <a:lnTo>
                                  <a:pt x="137147" y="27320"/>
                                </a:lnTo>
                                <a:lnTo>
                                  <a:pt x="150536" y="20988"/>
                                </a:lnTo>
                                <a:lnTo>
                                  <a:pt x="164287" y="15379"/>
                                </a:lnTo>
                                <a:lnTo>
                                  <a:pt x="178400" y="10675"/>
                                </a:lnTo>
                                <a:lnTo>
                                  <a:pt x="192694" y="6876"/>
                                </a:lnTo>
                                <a:lnTo>
                                  <a:pt x="207169" y="3800"/>
                                </a:lnTo>
                                <a:lnTo>
                                  <a:pt x="222005" y="1629"/>
                                </a:lnTo>
                                <a:lnTo>
                                  <a:pt x="236842" y="362"/>
                                </a:lnTo>
                                <a:lnTo>
                                  <a:pt x="251859" y="0"/>
                                </a:lnTo>
                                <a:lnTo>
                                  <a:pt x="266877" y="543"/>
                                </a:lnTo>
                                <a:lnTo>
                                  <a:pt x="282075" y="1991"/>
                                </a:lnTo>
                                <a:lnTo>
                                  <a:pt x="297274" y="4343"/>
                                </a:lnTo>
                                <a:lnTo>
                                  <a:pt x="312291" y="7780"/>
                                </a:lnTo>
                                <a:lnTo>
                                  <a:pt x="327309" y="12122"/>
                                </a:lnTo>
                                <a:lnTo>
                                  <a:pt x="342326" y="17369"/>
                                </a:lnTo>
                                <a:lnTo>
                                  <a:pt x="356982" y="23702"/>
                                </a:lnTo>
                                <a:lnTo>
                                  <a:pt x="370914" y="30758"/>
                                </a:lnTo>
                                <a:lnTo>
                                  <a:pt x="384303" y="38537"/>
                                </a:lnTo>
                                <a:lnTo>
                                  <a:pt x="396968" y="47041"/>
                                </a:lnTo>
                                <a:lnTo>
                                  <a:pt x="409091" y="56268"/>
                                </a:lnTo>
                                <a:lnTo>
                                  <a:pt x="420489" y="66219"/>
                                </a:lnTo>
                                <a:lnTo>
                                  <a:pt x="431164" y="76712"/>
                                </a:lnTo>
                                <a:lnTo>
                                  <a:pt x="441297" y="87930"/>
                                </a:lnTo>
                                <a:lnTo>
                                  <a:pt x="450524" y="99509"/>
                                </a:lnTo>
                                <a:lnTo>
                                  <a:pt x="459209" y="111631"/>
                                </a:lnTo>
                                <a:lnTo>
                                  <a:pt x="466989" y="124295"/>
                                </a:lnTo>
                                <a:lnTo>
                                  <a:pt x="474046" y="137141"/>
                                </a:lnTo>
                                <a:lnTo>
                                  <a:pt x="480378" y="150529"/>
                                </a:lnTo>
                                <a:lnTo>
                                  <a:pt x="485806" y="164280"/>
                                </a:lnTo>
                                <a:lnTo>
                                  <a:pt x="490511" y="178392"/>
                                </a:lnTo>
                                <a:lnTo>
                                  <a:pt x="494491" y="192685"/>
                                </a:lnTo>
                                <a:lnTo>
                                  <a:pt x="497386" y="207340"/>
                                </a:lnTo>
                                <a:lnTo>
                                  <a:pt x="499557" y="221994"/>
                                </a:lnTo>
                                <a:lnTo>
                                  <a:pt x="500824" y="237011"/>
                                </a:lnTo>
                                <a:lnTo>
                                  <a:pt x="501186" y="252028"/>
                                </a:lnTo>
                                <a:lnTo>
                                  <a:pt x="500824" y="267045"/>
                                </a:lnTo>
                                <a:lnTo>
                                  <a:pt x="499195" y="282242"/>
                                </a:lnTo>
                                <a:lnTo>
                                  <a:pt x="496843" y="297440"/>
                                </a:lnTo>
                                <a:lnTo>
                                  <a:pt x="493587" y="312457"/>
                                </a:lnTo>
                                <a:lnTo>
                                  <a:pt x="489244" y="327473"/>
                                </a:lnTo>
                                <a:lnTo>
                                  <a:pt x="483816" y="342490"/>
                                </a:lnTo>
                              </a:path>
                            </a:pathLst>
                          </a:custGeom>
                          <a:noFill/>
                          <a:ln w="9589">
                            <a:solidFill>
                              <a:srgbClr val="2E3640"/>
                            </a:solidFill>
                            <a:round/>
                            <a:headEnd/>
                            <a:tailEnd/>
                          </a:ln>
                          <a:effectLst/>
                          <a:extLst>
                            <a:ext uri="{909E8E84-426E-40DD-AFC4-6F175D3DCCD1}">
                              <a14:hiddenFill xmlns:a14="http://schemas.microsoft.com/office/drawing/2010/main">
                                <a:solidFill>
                                  <a:srgbClr val="FFFFFE"/>
                                </a:solidFill>
                              </a14:hiddenFill>
                            </a:ext>
                            <a:ext uri="{AF507438-7753-43E0-B8FC-AC1667EBCBE1}">
                              <a14:hiddenEffects xmlns:a14="http://schemas.microsoft.com/office/drawing/2010/main">
                                <a:effectLst>
                                  <a:outerShdw dist="35921" dir="2700000" algn="ctr" rotWithShape="0">
                                    <a:srgbClr val="8C8682"/>
                                  </a:outerShdw>
                                </a:effectLst>
                              </a14:hiddenEffects>
                            </a:ext>
                          </a:extLst>
                        </wps:spPr>
                        <wps:bodyPr rot="0" vert="horz" wrap="square" lIns="91440" tIns="45720" rIns="91440" bIns="45720" anchor="t" anchorCtr="0" upright="1">
                          <a:noAutofit/>
                        </wps:bodyPr>
                      </wps:wsp>
                      <wps:wsp>
                        <wps:cNvPr id="19" name="Freeform 97"/>
                        <wps:cNvSpPr>
                          <a:spLocks/>
                        </wps:cNvSpPr>
                        <wps:spPr bwMode="auto">
                          <a:xfrm>
                            <a:off x="112282630" y="110134266"/>
                            <a:ext cx="246612" cy="102403"/>
                          </a:xfrm>
                          <a:custGeom>
                            <a:avLst/>
                            <a:gdLst>
                              <a:gd name="T0" fmla="*/ 246612 w 246612"/>
                              <a:gd name="T1" fmla="*/ 102403 h 102403"/>
                              <a:gd name="T2" fmla="*/ 239737 w 246612"/>
                              <a:gd name="T3" fmla="*/ 95890 h 102403"/>
                              <a:gd name="T4" fmla="*/ 233223 w 246612"/>
                              <a:gd name="T5" fmla="*/ 90281 h 102403"/>
                              <a:gd name="T6" fmla="*/ 226890 w 246612"/>
                              <a:gd name="T7" fmla="*/ 85396 h 102403"/>
                              <a:gd name="T8" fmla="*/ 220558 w 246612"/>
                              <a:gd name="T9" fmla="*/ 81054 h 102403"/>
                              <a:gd name="T10" fmla="*/ 214587 w 246612"/>
                              <a:gd name="T11" fmla="*/ 77435 h 102403"/>
                              <a:gd name="T12" fmla="*/ 208616 w 246612"/>
                              <a:gd name="T13" fmla="*/ 74179 h 102403"/>
                              <a:gd name="T14" fmla="*/ 202826 w 246612"/>
                              <a:gd name="T15" fmla="*/ 71465 h 102403"/>
                              <a:gd name="T16" fmla="*/ 194684 w 246612"/>
                              <a:gd name="T17" fmla="*/ 68570 h 102403"/>
                              <a:gd name="T18" fmla="*/ 186904 w 246612"/>
                              <a:gd name="T19" fmla="*/ 66399 h 102403"/>
                              <a:gd name="T20" fmla="*/ 179305 w 246612"/>
                              <a:gd name="T21" fmla="*/ 65133 h 102403"/>
                              <a:gd name="T22" fmla="*/ 171887 w 246612"/>
                              <a:gd name="T23" fmla="*/ 64409 h 102403"/>
                              <a:gd name="T24" fmla="*/ 164649 w 246612"/>
                              <a:gd name="T25" fmla="*/ 64047 h 102403"/>
                              <a:gd name="T26" fmla="*/ 157412 w 246612"/>
                              <a:gd name="T27" fmla="*/ 64228 h 102403"/>
                              <a:gd name="T28" fmla="*/ 150175 w 246612"/>
                              <a:gd name="T29" fmla="*/ 64590 h 102403"/>
                              <a:gd name="T30" fmla="*/ 143118 w 246612"/>
                              <a:gd name="T31" fmla="*/ 65313 h 102403"/>
                              <a:gd name="T32" fmla="*/ 135881 w 246612"/>
                              <a:gd name="T33" fmla="*/ 65856 h 102403"/>
                              <a:gd name="T34" fmla="*/ 128643 w 246612"/>
                              <a:gd name="T35" fmla="*/ 66580 h 102403"/>
                              <a:gd name="T36" fmla="*/ 121949 w 246612"/>
                              <a:gd name="T37" fmla="*/ 67123 h 102403"/>
                              <a:gd name="T38" fmla="*/ 115254 w 246612"/>
                              <a:gd name="T39" fmla="*/ 67485 h 102403"/>
                              <a:gd name="T40" fmla="*/ 108560 w 246612"/>
                              <a:gd name="T41" fmla="*/ 67485 h 102403"/>
                              <a:gd name="T42" fmla="*/ 101865 w 246612"/>
                              <a:gd name="T43" fmla="*/ 67123 h 102403"/>
                              <a:gd name="T44" fmla="*/ 94990 w 246612"/>
                              <a:gd name="T45" fmla="*/ 66218 h 102403"/>
                              <a:gd name="T46" fmla="*/ 87933 w 246612"/>
                              <a:gd name="T47" fmla="*/ 64952 h 102403"/>
                              <a:gd name="T48" fmla="*/ 80877 w 246612"/>
                              <a:gd name="T49" fmla="*/ 62961 h 102403"/>
                              <a:gd name="T50" fmla="*/ 73459 w 246612"/>
                              <a:gd name="T51" fmla="*/ 60248 h 102403"/>
                              <a:gd name="T52" fmla="*/ 65859 w 246612"/>
                              <a:gd name="T53" fmla="*/ 56991 h 102403"/>
                              <a:gd name="T54" fmla="*/ 58079 w 246612"/>
                              <a:gd name="T55" fmla="*/ 52649 h 102403"/>
                              <a:gd name="T56" fmla="*/ 49937 w 246612"/>
                              <a:gd name="T57" fmla="*/ 47402 h 102403"/>
                              <a:gd name="T58" fmla="*/ 43424 w 246612"/>
                              <a:gd name="T59" fmla="*/ 42698 h 102403"/>
                              <a:gd name="T60" fmla="*/ 36548 w 246612"/>
                              <a:gd name="T61" fmla="*/ 37451 h 102403"/>
                              <a:gd name="T62" fmla="*/ 29673 w 246612"/>
                              <a:gd name="T63" fmla="*/ 31481 h 102403"/>
                              <a:gd name="T64" fmla="*/ 22616 w 246612"/>
                              <a:gd name="T65" fmla="*/ 24967 h 102403"/>
                              <a:gd name="T66" fmla="*/ 15379 w 246612"/>
                              <a:gd name="T67" fmla="*/ 17730 h 102403"/>
                              <a:gd name="T68" fmla="*/ 7780 w 246612"/>
                              <a:gd name="T69" fmla="*/ 9408 h 102403"/>
                              <a:gd name="T70" fmla="*/ 0 w 246612"/>
                              <a:gd name="T71" fmla="*/ 0 h 102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246612" h="102403">
                                <a:moveTo>
                                  <a:pt x="246612" y="102403"/>
                                </a:moveTo>
                                <a:lnTo>
                                  <a:pt x="239737" y="95890"/>
                                </a:lnTo>
                                <a:lnTo>
                                  <a:pt x="233223" y="90281"/>
                                </a:lnTo>
                                <a:lnTo>
                                  <a:pt x="226890" y="85396"/>
                                </a:lnTo>
                                <a:lnTo>
                                  <a:pt x="220558" y="81054"/>
                                </a:lnTo>
                                <a:lnTo>
                                  <a:pt x="214587" y="77435"/>
                                </a:lnTo>
                                <a:lnTo>
                                  <a:pt x="208616" y="74179"/>
                                </a:lnTo>
                                <a:lnTo>
                                  <a:pt x="202826" y="71465"/>
                                </a:lnTo>
                                <a:lnTo>
                                  <a:pt x="194684" y="68570"/>
                                </a:lnTo>
                                <a:lnTo>
                                  <a:pt x="186904" y="66399"/>
                                </a:lnTo>
                                <a:lnTo>
                                  <a:pt x="179305" y="65133"/>
                                </a:lnTo>
                                <a:lnTo>
                                  <a:pt x="171887" y="64409"/>
                                </a:lnTo>
                                <a:lnTo>
                                  <a:pt x="164649" y="64047"/>
                                </a:lnTo>
                                <a:lnTo>
                                  <a:pt x="157412" y="64228"/>
                                </a:lnTo>
                                <a:lnTo>
                                  <a:pt x="150175" y="64590"/>
                                </a:lnTo>
                                <a:lnTo>
                                  <a:pt x="143118" y="65313"/>
                                </a:lnTo>
                                <a:lnTo>
                                  <a:pt x="135881" y="65856"/>
                                </a:lnTo>
                                <a:lnTo>
                                  <a:pt x="128643" y="66580"/>
                                </a:lnTo>
                                <a:lnTo>
                                  <a:pt x="121949" y="67123"/>
                                </a:lnTo>
                                <a:lnTo>
                                  <a:pt x="115254" y="67485"/>
                                </a:lnTo>
                                <a:lnTo>
                                  <a:pt x="108560" y="67485"/>
                                </a:lnTo>
                                <a:lnTo>
                                  <a:pt x="101865" y="67123"/>
                                </a:lnTo>
                                <a:lnTo>
                                  <a:pt x="94990" y="66218"/>
                                </a:lnTo>
                                <a:lnTo>
                                  <a:pt x="87933" y="64952"/>
                                </a:lnTo>
                                <a:lnTo>
                                  <a:pt x="80877" y="62961"/>
                                </a:lnTo>
                                <a:lnTo>
                                  <a:pt x="73459" y="60248"/>
                                </a:lnTo>
                                <a:lnTo>
                                  <a:pt x="65859" y="56991"/>
                                </a:lnTo>
                                <a:lnTo>
                                  <a:pt x="58079" y="52649"/>
                                </a:lnTo>
                                <a:lnTo>
                                  <a:pt x="49937" y="47402"/>
                                </a:lnTo>
                                <a:lnTo>
                                  <a:pt x="43424" y="42698"/>
                                </a:lnTo>
                                <a:lnTo>
                                  <a:pt x="36548" y="37451"/>
                                </a:lnTo>
                                <a:lnTo>
                                  <a:pt x="29673" y="31481"/>
                                </a:lnTo>
                                <a:lnTo>
                                  <a:pt x="22616" y="24967"/>
                                </a:lnTo>
                                <a:lnTo>
                                  <a:pt x="15379" y="17730"/>
                                </a:lnTo>
                                <a:lnTo>
                                  <a:pt x="7780" y="9408"/>
                                </a:lnTo>
                                <a:lnTo>
                                  <a:pt x="0" y="0"/>
                                </a:lnTo>
                              </a:path>
                            </a:pathLst>
                          </a:custGeom>
                          <a:noFill/>
                          <a:ln w="9589">
                            <a:solidFill>
                              <a:srgbClr val="2E3640"/>
                            </a:solidFill>
                            <a:round/>
                            <a:headEnd/>
                            <a:tailEnd/>
                          </a:ln>
                          <a:effectLst/>
                          <a:extLst>
                            <a:ext uri="{909E8E84-426E-40DD-AFC4-6F175D3DCCD1}">
                              <a14:hiddenFill xmlns:a14="http://schemas.microsoft.com/office/drawing/2010/main">
                                <a:solidFill>
                                  <a:srgbClr val="FFFFFE"/>
                                </a:solidFill>
                              </a14:hiddenFill>
                            </a:ext>
                            <a:ext uri="{AF507438-7753-43E0-B8FC-AC1667EBCBE1}">
                              <a14:hiddenEffects xmlns:a14="http://schemas.microsoft.com/office/drawing/2010/main">
                                <a:effectLst>
                                  <a:outerShdw dist="35921" dir="2700000" algn="ctr" rotWithShape="0">
                                    <a:srgbClr val="8C8682"/>
                                  </a:outerShdw>
                                </a:effectLst>
                              </a14:hiddenEffects>
                            </a:ext>
                          </a:extLst>
                        </wps:spPr>
                        <wps:bodyPr rot="0" vert="horz" wrap="square" lIns="91440" tIns="45720" rIns="91440" bIns="45720" anchor="t" anchorCtr="0" upright="1">
                          <a:noAutofit/>
                        </wps:bodyPr>
                      </wps:wsp>
                      <wps:wsp>
                        <wps:cNvPr id="20" name="Freeform 98"/>
                        <wps:cNvSpPr>
                          <a:spLocks/>
                        </wps:cNvSpPr>
                        <wps:spPr bwMode="auto">
                          <a:xfrm>
                            <a:off x="112103324" y="109951894"/>
                            <a:ext cx="219111" cy="215481"/>
                          </a:xfrm>
                          <a:custGeom>
                            <a:avLst/>
                            <a:gdLst>
                              <a:gd name="T0" fmla="*/ 49214 w 219111"/>
                              <a:gd name="T1" fmla="*/ 188704 h 215481"/>
                              <a:gd name="T2" fmla="*/ 55366 w 219111"/>
                              <a:gd name="T3" fmla="*/ 194856 h 215481"/>
                              <a:gd name="T4" fmla="*/ 62061 w 219111"/>
                              <a:gd name="T5" fmla="*/ 200283 h 215481"/>
                              <a:gd name="T6" fmla="*/ 69298 w 219111"/>
                              <a:gd name="T7" fmla="*/ 204987 h 215481"/>
                              <a:gd name="T8" fmla="*/ 76716 w 219111"/>
                              <a:gd name="T9" fmla="*/ 208606 h 215481"/>
                              <a:gd name="T10" fmla="*/ 84496 w 219111"/>
                              <a:gd name="T11" fmla="*/ 211682 h 215481"/>
                              <a:gd name="T12" fmla="*/ 92457 w 219111"/>
                              <a:gd name="T13" fmla="*/ 213672 h 215481"/>
                              <a:gd name="T14" fmla="*/ 100599 w 219111"/>
                              <a:gd name="T15" fmla="*/ 214938 h 215481"/>
                              <a:gd name="T16" fmla="*/ 108922 w 219111"/>
                              <a:gd name="T17" fmla="*/ 215481 h 215481"/>
                              <a:gd name="T18" fmla="*/ 117064 w 219111"/>
                              <a:gd name="T19" fmla="*/ 215119 h 215481"/>
                              <a:gd name="T20" fmla="*/ 125387 w 219111"/>
                              <a:gd name="T21" fmla="*/ 213853 h 215481"/>
                              <a:gd name="T22" fmla="*/ 133348 w 219111"/>
                              <a:gd name="T23" fmla="*/ 211682 h 215481"/>
                              <a:gd name="T24" fmla="*/ 141310 w 219111"/>
                              <a:gd name="T25" fmla="*/ 208787 h 215481"/>
                              <a:gd name="T26" fmla="*/ 148909 w 219111"/>
                              <a:gd name="T27" fmla="*/ 204987 h 215481"/>
                              <a:gd name="T28" fmla="*/ 156146 w 219111"/>
                              <a:gd name="T29" fmla="*/ 200283 h 215481"/>
                              <a:gd name="T30" fmla="*/ 163022 w 219111"/>
                              <a:gd name="T31" fmla="*/ 194856 h 215481"/>
                              <a:gd name="T32" fmla="*/ 192333 w 219111"/>
                              <a:gd name="T33" fmla="*/ 168622 h 215481"/>
                              <a:gd name="T34" fmla="*/ 198485 w 219111"/>
                              <a:gd name="T35" fmla="*/ 162470 h 215481"/>
                              <a:gd name="T36" fmla="*/ 203913 w 219111"/>
                              <a:gd name="T37" fmla="*/ 155776 h 215481"/>
                              <a:gd name="T38" fmla="*/ 208617 w 219111"/>
                              <a:gd name="T39" fmla="*/ 148539 h 215481"/>
                              <a:gd name="T40" fmla="*/ 212416 w 219111"/>
                              <a:gd name="T41" fmla="*/ 141121 h 215481"/>
                              <a:gd name="T42" fmla="*/ 215311 w 219111"/>
                              <a:gd name="T43" fmla="*/ 133341 h 215481"/>
                              <a:gd name="T44" fmla="*/ 217483 w 219111"/>
                              <a:gd name="T45" fmla="*/ 125200 h 215481"/>
                              <a:gd name="T46" fmla="*/ 218749 w 219111"/>
                              <a:gd name="T47" fmla="*/ 117058 h 215481"/>
                              <a:gd name="T48" fmla="*/ 219111 w 219111"/>
                              <a:gd name="T49" fmla="*/ 108917 h 215481"/>
                              <a:gd name="T50" fmla="*/ 218749 w 219111"/>
                              <a:gd name="T51" fmla="*/ 100594 h 215481"/>
                              <a:gd name="T52" fmla="*/ 217483 w 219111"/>
                              <a:gd name="T53" fmla="*/ 92452 h 215481"/>
                              <a:gd name="T54" fmla="*/ 215492 w 219111"/>
                              <a:gd name="T55" fmla="*/ 84311 h 215481"/>
                              <a:gd name="T56" fmla="*/ 212597 w 219111"/>
                              <a:gd name="T57" fmla="*/ 76531 h 215481"/>
                              <a:gd name="T58" fmla="*/ 208798 w 219111"/>
                              <a:gd name="T59" fmla="*/ 68932 h 215481"/>
                              <a:gd name="T60" fmla="*/ 204094 w 219111"/>
                              <a:gd name="T61" fmla="*/ 61695 h 215481"/>
                              <a:gd name="T62" fmla="*/ 198665 w 219111"/>
                              <a:gd name="T63" fmla="*/ 54820 h 215481"/>
                              <a:gd name="T64" fmla="*/ 149452 w 219111"/>
                              <a:gd name="T65" fmla="*/ 0 h 215481"/>
                              <a:gd name="T66" fmla="*/ 0 w 219111"/>
                              <a:gd name="T67" fmla="*/ 133703 h 215481"/>
                              <a:gd name="T68" fmla="*/ 49214 w 219111"/>
                              <a:gd name="T69" fmla="*/ 188704 h 2154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19111" h="215481">
                                <a:moveTo>
                                  <a:pt x="49214" y="188704"/>
                                </a:moveTo>
                                <a:lnTo>
                                  <a:pt x="55366" y="194856"/>
                                </a:lnTo>
                                <a:lnTo>
                                  <a:pt x="62061" y="200283"/>
                                </a:lnTo>
                                <a:lnTo>
                                  <a:pt x="69298" y="204987"/>
                                </a:lnTo>
                                <a:lnTo>
                                  <a:pt x="76716" y="208606"/>
                                </a:lnTo>
                                <a:lnTo>
                                  <a:pt x="84496" y="211682"/>
                                </a:lnTo>
                                <a:lnTo>
                                  <a:pt x="92457" y="213672"/>
                                </a:lnTo>
                                <a:lnTo>
                                  <a:pt x="100599" y="214938"/>
                                </a:lnTo>
                                <a:lnTo>
                                  <a:pt x="108922" y="215481"/>
                                </a:lnTo>
                                <a:lnTo>
                                  <a:pt x="117064" y="215119"/>
                                </a:lnTo>
                                <a:lnTo>
                                  <a:pt x="125387" y="213853"/>
                                </a:lnTo>
                                <a:lnTo>
                                  <a:pt x="133348" y="211682"/>
                                </a:lnTo>
                                <a:lnTo>
                                  <a:pt x="141310" y="208787"/>
                                </a:lnTo>
                                <a:lnTo>
                                  <a:pt x="148909" y="204987"/>
                                </a:lnTo>
                                <a:lnTo>
                                  <a:pt x="156146" y="200283"/>
                                </a:lnTo>
                                <a:lnTo>
                                  <a:pt x="163022" y="194856"/>
                                </a:lnTo>
                                <a:lnTo>
                                  <a:pt x="192333" y="168622"/>
                                </a:lnTo>
                                <a:lnTo>
                                  <a:pt x="198485" y="162470"/>
                                </a:lnTo>
                                <a:lnTo>
                                  <a:pt x="203913" y="155776"/>
                                </a:lnTo>
                                <a:lnTo>
                                  <a:pt x="208617" y="148539"/>
                                </a:lnTo>
                                <a:lnTo>
                                  <a:pt x="212416" y="141121"/>
                                </a:lnTo>
                                <a:lnTo>
                                  <a:pt x="215311" y="133341"/>
                                </a:lnTo>
                                <a:lnTo>
                                  <a:pt x="217483" y="125200"/>
                                </a:lnTo>
                                <a:lnTo>
                                  <a:pt x="218749" y="117058"/>
                                </a:lnTo>
                                <a:lnTo>
                                  <a:pt x="219111" y="108917"/>
                                </a:lnTo>
                                <a:lnTo>
                                  <a:pt x="218749" y="100594"/>
                                </a:lnTo>
                                <a:lnTo>
                                  <a:pt x="217483" y="92452"/>
                                </a:lnTo>
                                <a:lnTo>
                                  <a:pt x="215492" y="84311"/>
                                </a:lnTo>
                                <a:lnTo>
                                  <a:pt x="212597" y="76531"/>
                                </a:lnTo>
                                <a:lnTo>
                                  <a:pt x="208798" y="68932"/>
                                </a:lnTo>
                                <a:lnTo>
                                  <a:pt x="204094" y="61695"/>
                                </a:lnTo>
                                <a:lnTo>
                                  <a:pt x="198665" y="54820"/>
                                </a:lnTo>
                                <a:lnTo>
                                  <a:pt x="149452" y="0"/>
                                </a:lnTo>
                                <a:lnTo>
                                  <a:pt x="0" y="133703"/>
                                </a:lnTo>
                                <a:lnTo>
                                  <a:pt x="49214" y="188704"/>
                                </a:lnTo>
                                <a:close/>
                              </a:path>
                            </a:pathLst>
                          </a:custGeom>
                          <a:solidFill>
                            <a:srgbClr val="FFFFFE"/>
                          </a:solidFill>
                          <a:ln w="0">
                            <a:solidFill>
                              <a:srgbClr val="FFFFFE"/>
                            </a:solidFill>
                            <a:round/>
                            <a:headEnd/>
                            <a:tailEnd/>
                          </a:ln>
                          <a:effectLst/>
                          <a:extLst>
                            <a:ext uri="{AF507438-7753-43E0-B8FC-AC1667EBCBE1}">
                              <a14:hiddenEffects xmlns:a14="http://schemas.microsoft.com/office/drawing/2010/main">
                                <a:effectLst>
                                  <a:outerShdw dist="35921" dir="2700000" algn="ctr" rotWithShape="0">
                                    <a:srgbClr val="8C8682"/>
                                  </a:outerShdw>
                                </a:effectLst>
                              </a14:hiddenEffects>
                            </a:ext>
                          </a:extLst>
                        </wps:spPr>
                        <wps:bodyPr rot="0" vert="horz" wrap="square" lIns="91440" tIns="45720" rIns="91440" bIns="45720" anchor="t" anchorCtr="0" upright="1">
                          <a:noAutofit/>
                        </wps:bodyPr>
                      </wps:wsp>
                      <wps:wsp>
                        <wps:cNvPr id="21" name="Freeform 99"/>
                        <wps:cNvSpPr>
                          <a:spLocks/>
                        </wps:cNvSpPr>
                        <wps:spPr bwMode="auto">
                          <a:xfrm>
                            <a:off x="112103324" y="109951894"/>
                            <a:ext cx="219111" cy="215481"/>
                          </a:xfrm>
                          <a:custGeom>
                            <a:avLst/>
                            <a:gdLst>
                              <a:gd name="T0" fmla="*/ 49214 w 219111"/>
                              <a:gd name="T1" fmla="*/ 188704 h 215481"/>
                              <a:gd name="T2" fmla="*/ 55366 w 219111"/>
                              <a:gd name="T3" fmla="*/ 194856 h 215481"/>
                              <a:gd name="T4" fmla="*/ 62061 w 219111"/>
                              <a:gd name="T5" fmla="*/ 200283 h 215481"/>
                              <a:gd name="T6" fmla="*/ 69298 w 219111"/>
                              <a:gd name="T7" fmla="*/ 204987 h 215481"/>
                              <a:gd name="T8" fmla="*/ 76716 w 219111"/>
                              <a:gd name="T9" fmla="*/ 208606 h 215481"/>
                              <a:gd name="T10" fmla="*/ 84496 w 219111"/>
                              <a:gd name="T11" fmla="*/ 211682 h 215481"/>
                              <a:gd name="T12" fmla="*/ 92457 w 219111"/>
                              <a:gd name="T13" fmla="*/ 213672 h 215481"/>
                              <a:gd name="T14" fmla="*/ 100599 w 219111"/>
                              <a:gd name="T15" fmla="*/ 214938 h 215481"/>
                              <a:gd name="T16" fmla="*/ 108922 w 219111"/>
                              <a:gd name="T17" fmla="*/ 215481 h 215481"/>
                              <a:gd name="T18" fmla="*/ 117064 w 219111"/>
                              <a:gd name="T19" fmla="*/ 215119 h 215481"/>
                              <a:gd name="T20" fmla="*/ 125387 w 219111"/>
                              <a:gd name="T21" fmla="*/ 213853 h 215481"/>
                              <a:gd name="T22" fmla="*/ 133348 w 219111"/>
                              <a:gd name="T23" fmla="*/ 211682 h 215481"/>
                              <a:gd name="T24" fmla="*/ 141310 w 219111"/>
                              <a:gd name="T25" fmla="*/ 208787 h 215481"/>
                              <a:gd name="T26" fmla="*/ 148909 w 219111"/>
                              <a:gd name="T27" fmla="*/ 204987 h 215481"/>
                              <a:gd name="T28" fmla="*/ 156146 w 219111"/>
                              <a:gd name="T29" fmla="*/ 200283 h 215481"/>
                              <a:gd name="T30" fmla="*/ 163022 w 219111"/>
                              <a:gd name="T31" fmla="*/ 194856 h 215481"/>
                              <a:gd name="T32" fmla="*/ 192333 w 219111"/>
                              <a:gd name="T33" fmla="*/ 168622 h 215481"/>
                              <a:gd name="T34" fmla="*/ 198485 w 219111"/>
                              <a:gd name="T35" fmla="*/ 162470 h 215481"/>
                              <a:gd name="T36" fmla="*/ 203913 w 219111"/>
                              <a:gd name="T37" fmla="*/ 155776 h 215481"/>
                              <a:gd name="T38" fmla="*/ 208617 w 219111"/>
                              <a:gd name="T39" fmla="*/ 148539 h 215481"/>
                              <a:gd name="T40" fmla="*/ 212416 w 219111"/>
                              <a:gd name="T41" fmla="*/ 141121 h 215481"/>
                              <a:gd name="T42" fmla="*/ 215311 w 219111"/>
                              <a:gd name="T43" fmla="*/ 133341 h 215481"/>
                              <a:gd name="T44" fmla="*/ 217483 w 219111"/>
                              <a:gd name="T45" fmla="*/ 125200 h 215481"/>
                              <a:gd name="T46" fmla="*/ 218749 w 219111"/>
                              <a:gd name="T47" fmla="*/ 117058 h 215481"/>
                              <a:gd name="T48" fmla="*/ 219111 w 219111"/>
                              <a:gd name="T49" fmla="*/ 108917 h 215481"/>
                              <a:gd name="T50" fmla="*/ 218749 w 219111"/>
                              <a:gd name="T51" fmla="*/ 100594 h 215481"/>
                              <a:gd name="T52" fmla="*/ 217483 w 219111"/>
                              <a:gd name="T53" fmla="*/ 92452 h 215481"/>
                              <a:gd name="T54" fmla="*/ 215492 w 219111"/>
                              <a:gd name="T55" fmla="*/ 84311 h 215481"/>
                              <a:gd name="T56" fmla="*/ 212597 w 219111"/>
                              <a:gd name="T57" fmla="*/ 76531 h 215481"/>
                              <a:gd name="T58" fmla="*/ 208798 w 219111"/>
                              <a:gd name="T59" fmla="*/ 68932 h 215481"/>
                              <a:gd name="T60" fmla="*/ 204094 w 219111"/>
                              <a:gd name="T61" fmla="*/ 61695 h 215481"/>
                              <a:gd name="T62" fmla="*/ 198665 w 219111"/>
                              <a:gd name="T63" fmla="*/ 54820 h 215481"/>
                              <a:gd name="T64" fmla="*/ 149452 w 219111"/>
                              <a:gd name="T65" fmla="*/ 0 h 215481"/>
                              <a:gd name="T66" fmla="*/ 0 w 219111"/>
                              <a:gd name="T67" fmla="*/ 133703 h 215481"/>
                              <a:gd name="T68" fmla="*/ 49214 w 219111"/>
                              <a:gd name="T69" fmla="*/ 188704 h 2154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19111" h="215481">
                                <a:moveTo>
                                  <a:pt x="49214" y="188704"/>
                                </a:moveTo>
                                <a:lnTo>
                                  <a:pt x="55366" y="194856"/>
                                </a:lnTo>
                                <a:lnTo>
                                  <a:pt x="62061" y="200283"/>
                                </a:lnTo>
                                <a:lnTo>
                                  <a:pt x="69298" y="204987"/>
                                </a:lnTo>
                                <a:lnTo>
                                  <a:pt x="76716" y="208606"/>
                                </a:lnTo>
                                <a:lnTo>
                                  <a:pt x="84496" y="211682"/>
                                </a:lnTo>
                                <a:lnTo>
                                  <a:pt x="92457" y="213672"/>
                                </a:lnTo>
                                <a:lnTo>
                                  <a:pt x="100599" y="214938"/>
                                </a:lnTo>
                                <a:lnTo>
                                  <a:pt x="108922" y="215481"/>
                                </a:lnTo>
                                <a:lnTo>
                                  <a:pt x="117064" y="215119"/>
                                </a:lnTo>
                                <a:lnTo>
                                  <a:pt x="125387" y="213853"/>
                                </a:lnTo>
                                <a:lnTo>
                                  <a:pt x="133348" y="211682"/>
                                </a:lnTo>
                                <a:lnTo>
                                  <a:pt x="141310" y="208787"/>
                                </a:lnTo>
                                <a:lnTo>
                                  <a:pt x="148909" y="204987"/>
                                </a:lnTo>
                                <a:lnTo>
                                  <a:pt x="156146" y="200283"/>
                                </a:lnTo>
                                <a:lnTo>
                                  <a:pt x="163022" y="194856"/>
                                </a:lnTo>
                                <a:lnTo>
                                  <a:pt x="192333" y="168622"/>
                                </a:lnTo>
                                <a:lnTo>
                                  <a:pt x="198485" y="162470"/>
                                </a:lnTo>
                                <a:lnTo>
                                  <a:pt x="203913" y="155776"/>
                                </a:lnTo>
                                <a:lnTo>
                                  <a:pt x="208617" y="148539"/>
                                </a:lnTo>
                                <a:lnTo>
                                  <a:pt x="212416" y="141121"/>
                                </a:lnTo>
                                <a:lnTo>
                                  <a:pt x="215311" y="133341"/>
                                </a:lnTo>
                                <a:lnTo>
                                  <a:pt x="217483" y="125200"/>
                                </a:lnTo>
                                <a:lnTo>
                                  <a:pt x="218749" y="117058"/>
                                </a:lnTo>
                                <a:lnTo>
                                  <a:pt x="219111" y="108917"/>
                                </a:lnTo>
                                <a:lnTo>
                                  <a:pt x="218749" y="100594"/>
                                </a:lnTo>
                                <a:lnTo>
                                  <a:pt x="217483" y="92452"/>
                                </a:lnTo>
                                <a:lnTo>
                                  <a:pt x="215492" y="84311"/>
                                </a:lnTo>
                                <a:lnTo>
                                  <a:pt x="212597" y="76531"/>
                                </a:lnTo>
                                <a:lnTo>
                                  <a:pt x="208798" y="68932"/>
                                </a:lnTo>
                                <a:lnTo>
                                  <a:pt x="204094" y="61695"/>
                                </a:lnTo>
                                <a:lnTo>
                                  <a:pt x="198665" y="54820"/>
                                </a:lnTo>
                                <a:lnTo>
                                  <a:pt x="149452" y="0"/>
                                </a:lnTo>
                                <a:lnTo>
                                  <a:pt x="0" y="133703"/>
                                </a:lnTo>
                                <a:lnTo>
                                  <a:pt x="49214" y="188704"/>
                                </a:lnTo>
                              </a:path>
                            </a:pathLst>
                          </a:custGeom>
                          <a:noFill/>
                          <a:ln w="9589">
                            <a:solidFill>
                              <a:srgbClr val="2E3640"/>
                            </a:solidFill>
                            <a:round/>
                            <a:headEnd/>
                            <a:tailEnd/>
                          </a:ln>
                          <a:effectLst/>
                          <a:extLst>
                            <a:ext uri="{909E8E84-426E-40DD-AFC4-6F175D3DCCD1}">
                              <a14:hiddenFill xmlns:a14="http://schemas.microsoft.com/office/drawing/2010/main">
                                <a:solidFill>
                                  <a:srgbClr val="FFFFFE"/>
                                </a:solidFill>
                              </a14:hiddenFill>
                            </a:ext>
                            <a:ext uri="{AF507438-7753-43E0-B8FC-AC1667EBCBE1}">
                              <a14:hiddenEffects xmlns:a14="http://schemas.microsoft.com/office/drawing/2010/main">
                                <a:effectLst>
                                  <a:outerShdw dist="35921" dir="2700000" algn="ctr" rotWithShape="0">
                                    <a:srgbClr val="8C8682"/>
                                  </a:outerShdw>
                                </a:effectLst>
                              </a14:hiddenEffects>
                            </a:ext>
                          </a:extLst>
                        </wps:spPr>
                        <wps:bodyPr rot="0" vert="horz" wrap="square" lIns="91440" tIns="45720" rIns="91440" bIns="45720" anchor="t" anchorCtr="0" upright="1">
                          <a:noAutofit/>
                        </wps:bodyPr>
                      </wps:wsp>
                      <wps:wsp>
                        <wps:cNvPr id="22" name="Freeform 100"/>
                        <wps:cNvSpPr>
                          <a:spLocks/>
                        </wps:cNvSpPr>
                        <wps:spPr bwMode="auto">
                          <a:xfrm>
                            <a:off x="112111828" y="109903045"/>
                            <a:ext cx="128463" cy="95347"/>
                          </a:xfrm>
                          <a:custGeom>
                            <a:avLst/>
                            <a:gdLst>
                              <a:gd name="T0" fmla="*/ 7419 w 128463"/>
                              <a:gd name="T1" fmla="*/ 20625 h 95347"/>
                              <a:gd name="T2" fmla="*/ 0 w 128463"/>
                              <a:gd name="T3" fmla="*/ 27138 h 95347"/>
                              <a:gd name="T4" fmla="*/ 60975 w 128463"/>
                              <a:gd name="T5" fmla="*/ 95347 h 95347"/>
                              <a:gd name="T6" fmla="*/ 128463 w 128463"/>
                              <a:gd name="T7" fmla="*/ 34918 h 95347"/>
                              <a:gd name="T8" fmla="*/ 121226 w 128463"/>
                              <a:gd name="T9" fmla="*/ 26776 h 95347"/>
                              <a:gd name="T10" fmla="*/ 115074 w 128463"/>
                              <a:gd name="T11" fmla="*/ 20625 h 95347"/>
                              <a:gd name="T12" fmla="*/ 108380 w 128463"/>
                              <a:gd name="T13" fmla="*/ 15197 h 95347"/>
                              <a:gd name="T14" fmla="*/ 101142 w 128463"/>
                              <a:gd name="T15" fmla="*/ 10493 h 95347"/>
                              <a:gd name="T16" fmla="*/ 93724 w 128463"/>
                              <a:gd name="T17" fmla="*/ 6875 h 95347"/>
                              <a:gd name="T18" fmla="*/ 85944 w 128463"/>
                              <a:gd name="T19" fmla="*/ 3799 h 95347"/>
                              <a:gd name="T20" fmla="*/ 77983 w 128463"/>
                              <a:gd name="T21" fmla="*/ 1809 h 95347"/>
                              <a:gd name="T22" fmla="*/ 69841 w 128463"/>
                              <a:gd name="T23" fmla="*/ 542 h 95347"/>
                              <a:gd name="T24" fmla="*/ 61518 w 128463"/>
                              <a:gd name="T25" fmla="*/ 0 h 95347"/>
                              <a:gd name="T26" fmla="*/ 53376 w 128463"/>
                              <a:gd name="T27" fmla="*/ 361 h 95347"/>
                              <a:gd name="T28" fmla="*/ 45053 w 128463"/>
                              <a:gd name="T29" fmla="*/ 1628 h 95347"/>
                              <a:gd name="T30" fmla="*/ 37092 w 128463"/>
                              <a:gd name="T31" fmla="*/ 3799 h 95347"/>
                              <a:gd name="T32" fmla="*/ 29131 w 128463"/>
                              <a:gd name="T33" fmla="*/ 6694 h 95347"/>
                              <a:gd name="T34" fmla="*/ 21531 w 128463"/>
                              <a:gd name="T35" fmla="*/ 10493 h 95347"/>
                              <a:gd name="T36" fmla="*/ 14294 w 128463"/>
                              <a:gd name="T37" fmla="*/ 15197 h 95347"/>
                              <a:gd name="T38" fmla="*/ 7419 w 128463"/>
                              <a:gd name="T39" fmla="*/ 20625 h 953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128463" h="95347">
                                <a:moveTo>
                                  <a:pt x="7419" y="20625"/>
                                </a:moveTo>
                                <a:lnTo>
                                  <a:pt x="0" y="27138"/>
                                </a:lnTo>
                                <a:lnTo>
                                  <a:pt x="60975" y="95347"/>
                                </a:lnTo>
                                <a:lnTo>
                                  <a:pt x="128463" y="34918"/>
                                </a:lnTo>
                                <a:lnTo>
                                  <a:pt x="121226" y="26776"/>
                                </a:lnTo>
                                <a:lnTo>
                                  <a:pt x="115074" y="20625"/>
                                </a:lnTo>
                                <a:lnTo>
                                  <a:pt x="108380" y="15197"/>
                                </a:lnTo>
                                <a:lnTo>
                                  <a:pt x="101142" y="10493"/>
                                </a:lnTo>
                                <a:lnTo>
                                  <a:pt x="93724" y="6875"/>
                                </a:lnTo>
                                <a:lnTo>
                                  <a:pt x="85944" y="3799"/>
                                </a:lnTo>
                                <a:lnTo>
                                  <a:pt x="77983" y="1809"/>
                                </a:lnTo>
                                <a:lnTo>
                                  <a:pt x="69841" y="542"/>
                                </a:lnTo>
                                <a:lnTo>
                                  <a:pt x="61518" y="0"/>
                                </a:lnTo>
                                <a:lnTo>
                                  <a:pt x="53376" y="361"/>
                                </a:lnTo>
                                <a:lnTo>
                                  <a:pt x="45053" y="1628"/>
                                </a:lnTo>
                                <a:lnTo>
                                  <a:pt x="37092" y="3799"/>
                                </a:lnTo>
                                <a:lnTo>
                                  <a:pt x="29131" y="6694"/>
                                </a:lnTo>
                                <a:lnTo>
                                  <a:pt x="21531" y="10493"/>
                                </a:lnTo>
                                <a:lnTo>
                                  <a:pt x="14294" y="15197"/>
                                </a:lnTo>
                                <a:lnTo>
                                  <a:pt x="7419" y="20625"/>
                                </a:lnTo>
                                <a:close/>
                              </a:path>
                            </a:pathLst>
                          </a:custGeom>
                          <a:solidFill>
                            <a:srgbClr val="FFFFFE"/>
                          </a:solidFill>
                          <a:ln w="0">
                            <a:solidFill>
                              <a:srgbClr val="FFFFFE"/>
                            </a:solidFill>
                            <a:round/>
                            <a:headEnd/>
                            <a:tailEnd/>
                          </a:ln>
                          <a:effectLst/>
                          <a:extLst>
                            <a:ext uri="{AF507438-7753-43E0-B8FC-AC1667EBCBE1}">
                              <a14:hiddenEffects xmlns:a14="http://schemas.microsoft.com/office/drawing/2010/main">
                                <a:effectLst>
                                  <a:outerShdw dist="35921" dir="2700000" algn="ctr" rotWithShape="0">
                                    <a:srgbClr val="8C8682"/>
                                  </a:outerShdw>
                                </a:effectLst>
                              </a14:hiddenEffects>
                            </a:ext>
                          </a:extLst>
                        </wps:spPr>
                        <wps:bodyPr rot="0" vert="horz" wrap="square" lIns="91440" tIns="45720" rIns="91440" bIns="45720" anchor="t" anchorCtr="0" upright="1">
                          <a:noAutofit/>
                        </wps:bodyPr>
                      </wps:wsp>
                      <wps:wsp>
                        <wps:cNvPr id="23" name="Freeform 101"/>
                        <wps:cNvSpPr>
                          <a:spLocks/>
                        </wps:cNvSpPr>
                        <wps:spPr bwMode="auto">
                          <a:xfrm>
                            <a:off x="112111828" y="109903045"/>
                            <a:ext cx="128463" cy="95347"/>
                          </a:xfrm>
                          <a:custGeom>
                            <a:avLst/>
                            <a:gdLst>
                              <a:gd name="T0" fmla="*/ 7419 w 128463"/>
                              <a:gd name="T1" fmla="*/ 20625 h 95347"/>
                              <a:gd name="T2" fmla="*/ 0 w 128463"/>
                              <a:gd name="T3" fmla="*/ 27138 h 95347"/>
                              <a:gd name="T4" fmla="*/ 60975 w 128463"/>
                              <a:gd name="T5" fmla="*/ 95347 h 95347"/>
                              <a:gd name="T6" fmla="*/ 128463 w 128463"/>
                              <a:gd name="T7" fmla="*/ 34918 h 95347"/>
                              <a:gd name="T8" fmla="*/ 121226 w 128463"/>
                              <a:gd name="T9" fmla="*/ 26776 h 95347"/>
                              <a:gd name="T10" fmla="*/ 115074 w 128463"/>
                              <a:gd name="T11" fmla="*/ 20625 h 95347"/>
                              <a:gd name="T12" fmla="*/ 108380 w 128463"/>
                              <a:gd name="T13" fmla="*/ 15197 h 95347"/>
                              <a:gd name="T14" fmla="*/ 101142 w 128463"/>
                              <a:gd name="T15" fmla="*/ 10493 h 95347"/>
                              <a:gd name="T16" fmla="*/ 93724 w 128463"/>
                              <a:gd name="T17" fmla="*/ 6875 h 95347"/>
                              <a:gd name="T18" fmla="*/ 85944 w 128463"/>
                              <a:gd name="T19" fmla="*/ 3799 h 95347"/>
                              <a:gd name="T20" fmla="*/ 77983 w 128463"/>
                              <a:gd name="T21" fmla="*/ 1809 h 95347"/>
                              <a:gd name="T22" fmla="*/ 69841 w 128463"/>
                              <a:gd name="T23" fmla="*/ 542 h 95347"/>
                              <a:gd name="T24" fmla="*/ 61518 w 128463"/>
                              <a:gd name="T25" fmla="*/ 0 h 95347"/>
                              <a:gd name="T26" fmla="*/ 53376 w 128463"/>
                              <a:gd name="T27" fmla="*/ 361 h 95347"/>
                              <a:gd name="T28" fmla="*/ 45053 w 128463"/>
                              <a:gd name="T29" fmla="*/ 1628 h 95347"/>
                              <a:gd name="T30" fmla="*/ 37092 w 128463"/>
                              <a:gd name="T31" fmla="*/ 3799 h 95347"/>
                              <a:gd name="T32" fmla="*/ 29131 w 128463"/>
                              <a:gd name="T33" fmla="*/ 6694 h 95347"/>
                              <a:gd name="T34" fmla="*/ 21531 w 128463"/>
                              <a:gd name="T35" fmla="*/ 10493 h 95347"/>
                              <a:gd name="T36" fmla="*/ 14294 w 128463"/>
                              <a:gd name="T37" fmla="*/ 15197 h 95347"/>
                              <a:gd name="T38" fmla="*/ 7419 w 128463"/>
                              <a:gd name="T39" fmla="*/ 20625 h 953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128463" h="95347">
                                <a:moveTo>
                                  <a:pt x="7419" y="20625"/>
                                </a:moveTo>
                                <a:lnTo>
                                  <a:pt x="0" y="27138"/>
                                </a:lnTo>
                                <a:lnTo>
                                  <a:pt x="60975" y="95347"/>
                                </a:lnTo>
                                <a:lnTo>
                                  <a:pt x="128463" y="34918"/>
                                </a:lnTo>
                                <a:lnTo>
                                  <a:pt x="121226" y="26776"/>
                                </a:lnTo>
                                <a:lnTo>
                                  <a:pt x="115074" y="20625"/>
                                </a:lnTo>
                                <a:lnTo>
                                  <a:pt x="108380" y="15197"/>
                                </a:lnTo>
                                <a:lnTo>
                                  <a:pt x="101142" y="10493"/>
                                </a:lnTo>
                                <a:lnTo>
                                  <a:pt x="93724" y="6875"/>
                                </a:lnTo>
                                <a:lnTo>
                                  <a:pt x="85944" y="3799"/>
                                </a:lnTo>
                                <a:lnTo>
                                  <a:pt x="77983" y="1809"/>
                                </a:lnTo>
                                <a:lnTo>
                                  <a:pt x="69841" y="542"/>
                                </a:lnTo>
                                <a:lnTo>
                                  <a:pt x="61518" y="0"/>
                                </a:lnTo>
                                <a:lnTo>
                                  <a:pt x="53376" y="361"/>
                                </a:lnTo>
                                <a:lnTo>
                                  <a:pt x="45053" y="1628"/>
                                </a:lnTo>
                                <a:lnTo>
                                  <a:pt x="37092" y="3799"/>
                                </a:lnTo>
                                <a:lnTo>
                                  <a:pt x="29131" y="6694"/>
                                </a:lnTo>
                                <a:lnTo>
                                  <a:pt x="21531" y="10493"/>
                                </a:lnTo>
                                <a:lnTo>
                                  <a:pt x="14294" y="15197"/>
                                </a:lnTo>
                                <a:lnTo>
                                  <a:pt x="7419" y="20625"/>
                                </a:lnTo>
                              </a:path>
                            </a:pathLst>
                          </a:custGeom>
                          <a:noFill/>
                          <a:ln w="9589">
                            <a:solidFill>
                              <a:srgbClr val="2E3640"/>
                            </a:solidFill>
                            <a:round/>
                            <a:headEnd/>
                            <a:tailEnd/>
                          </a:ln>
                          <a:effectLst/>
                          <a:extLst>
                            <a:ext uri="{909E8E84-426E-40DD-AFC4-6F175D3DCCD1}">
                              <a14:hiddenFill xmlns:a14="http://schemas.microsoft.com/office/drawing/2010/main">
                                <a:solidFill>
                                  <a:srgbClr val="FFFFFE"/>
                                </a:solidFill>
                              </a14:hiddenFill>
                            </a:ext>
                            <a:ext uri="{AF507438-7753-43E0-B8FC-AC1667EBCBE1}">
                              <a14:hiddenEffects xmlns:a14="http://schemas.microsoft.com/office/drawing/2010/main">
                                <a:effectLst>
                                  <a:outerShdw dist="35921" dir="2700000" algn="ctr" rotWithShape="0">
                                    <a:srgbClr val="8C8682"/>
                                  </a:outerShdw>
                                </a:effectLst>
                              </a14:hiddenEffects>
                            </a:ext>
                          </a:extLst>
                        </wps:spPr>
                        <wps:bodyPr rot="0" vert="horz" wrap="square" lIns="91440" tIns="45720" rIns="91440" bIns="45720" anchor="t" anchorCtr="0" upright="1">
                          <a:noAutofit/>
                        </wps:bodyPr>
                      </wps:wsp>
                      <wps:wsp>
                        <wps:cNvPr id="24" name="Freeform 102"/>
                        <wps:cNvSpPr>
                          <a:spLocks/>
                        </wps:cNvSpPr>
                        <wps:spPr bwMode="auto">
                          <a:xfrm>
                            <a:off x="112063157" y="109942667"/>
                            <a:ext cx="95714" cy="129180"/>
                          </a:xfrm>
                          <a:custGeom>
                            <a:avLst/>
                            <a:gdLst>
                              <a:gd name="T0" fmla="*/ 34739 w 95714"/>
                              <a:gd name="T1" fmla="*/ 0 h 129180"/>
                              <a:gd name="T2" fmla="*/ 26778 w 95714"/>
                              <a:gd name="T3" fmla="*/ 7237 h 129180"/>
                              <a:gd name="T4" fmla="*/ 20627 w 95714"/>
                              <a:gd name="T5" fmla="*/ 13388 h 129180"/>
                              <a:gd name="T6" fmla="*/ 15199 w 95714"/>
                              <a:gd name="T7" fmla="*/ 20083 h 129180"/>
                              <a:gd name="T8" fmla="*/ 10494 w 95714"/>
                              <a:gd name="T9" fmla="*/ 27320 h 129180"/>
                              <a:gd name="T10" fmla="*/ 6695 w 95714"/>
                              <a:gd name="T11" fmla="*/ 34737 h 129180"/>
                              <a:gd name="T12" fmla="*/ 3800 w 95714"/>
                              <a:gd name="T13" fmla="*/ 42517 h 129180"/>
                              <a:gd name="T14" fmla="*/ 1629 w 95714"/>
                              <a:gd name="T15" fmla="*/ 50659 h 129180"/>
                              <a:gd name="T16" fmla="*/ 362 w 95714"/>
                              <a:gd name="T17" fmla="*/ 58800 h 129180"/>
                              <a:gd name="T18" fmla="*/ 0 w 95714"/>
                              <a:gd name="T19" fmla="*/ 66942 h 129180"/>
                              <a:gd name="T20" fmla="*/ 362 w 95714"/>
                              <a:gd name="T21" fmla="*/ 75264 h 129180"/>
                              <a:gd name="T22" fmla="*/ 1629 w 95714"/>
                              <a:gd name="T23" fmla="*/ 83406 h 129180"/>
                              <a:gd name="T24" fmla="*/ 3619 w 95714"/>
                              <a:gd name="T25" fmla="*/ 91548 h 129180"/>
                              <a:gd name="T26" fmla="*/ 6514 w 95714"/>
                              <a:gd name="T27" fmla="*/ 99327 h 129180"/>
                              <a:gd name="T28" fmla="*/ 10313 w 95714"/>
                              <a:gd name="T29" fmla="*/ 106926 h 129180"/>
                              <a:gd name="T30" fmla="*/ 15018 w 95714"/>
                              <a:gd name="T31" fmla="*/ 114163 h 129180"/>
                              <a:gd name="T32" fmla="*/ 20446 w 95714"/>
                              <a:gd name="T33" fmla="*/ 121038 h 129180"/>
                              <a:gd name="T34" fmla="*/ 27683 w 95714"/>
                              <a:gd name="T35" fmla="*/ 129180 h 129180"/>
                              <a:gd name="T36" fmla="*/ 95714 w 95714"/>
                              <a:gd name="T37" fmla="*/ 68028 h 129180"/>
                              <a:gd name="T38" fmla="*/ 34739 w 95714"/>
                              <a:gd name="T39" fmla="*/ 0 h 1291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95714" h="129180">
                                <a:moveTo>
                                  <a:pt x="34739" y="0"/>
                                </a:moveTo>
                                <a:lnTo>
                                  <a:pt x="26778" y="7237"/>
                                </a:lnTo>
                                <a:lnTo>
                                  <a:pt x="20627" y="13388"/>
                                </a:lnTo>
                                <a:lnTo>
                                  <a:pt x="15199" y="20083"/>
                                </a:lnTo>
                                <a:lnTo>
                                  <a:pt x="10494" y="27320"/>
                                </a:lnTo>
                                <a:lnTo>
                                  <a:pt x="6695" y="34737"/>
                                </a:lnTo>
                                <a:lnTo>
                                  <a:pt x="3800" y="42517"/>
                                </a:lnTo>
                                <a:lnTo>
                                  <a:pt x="1629" y="50659"/>
                                </a:lnTo>
                                <a:lnTo>
                                  <a:pt x="362" y="58800"/>
                                </a:lnTo>
                                <a:lnTo>
                                  <a:pt x="0" y="66942"/>
                                </a:lnTo>
                                <a:lnTo>
                                  <a:pt x="362" y="75264"/>
                                </a:lnTo>
                                <a:lnTo>
                                  <a:pt x="1629" y="83406"/>
                                </a:lnTo>
                                <a:lnTo>
                                  <a:pt x="3619" y="91548"/>
                                </a:lnTo>
                                <a:lnTo>
                                  <a:pt x="6514" y="99327"/>
                                </a:lnTo>
                                <a:lnTo>
                                  <a:pt x="10313" y="106926"/>
                                </a:lnTo>
                                <a:lnTo>
                                  <a:pt x="15018" y="114163"/>
                                </a:lnTo>
                                <a:lnTo>
                                  <a:pt x="20446" y="121038"/>
                                </a:lnTo>
                                <a:lnTo>
                                  <a:pt x="27683" y="129180"/>
                                </a:lnTo>
                                <a:lnTo>
                                  <a:pt x="95714" y="68028"/>
                                </a:lnTo>
                                <a:lnTo>
                                  <a:pt x="34739" y="0"/>
                                </a:lnTo>
                                <a:close/>
                              </a:path>
                            </a:pathLst>
                          </a:custGeom>
                          <a:solidFill>
                            <a:srgbClr val="FFFFFE"/>
                          </a:solidFill>
                          <a:ln w="0">
                            <a:solidFill>
                              <a:srgbClr val="FFFFFE"/>
                            </a:solidFill>
                            <a:round/>
                            <a:headEnd/>
                            <a:tailEnd/>
                          </a:ln>
                          <a:effectLst/>
                          <a:extLst>
                            <a:ext uri="{AF507438-7753-43E0-B8FC-AC1667EBCBE1}">
                              <a14:hiddenEffects xmlns:a14="http://schemas.microsoft.com/office/drawing/2010/main">
                                <a:effectLst>
                                  <a:outerShdw dist="35921" dir="2700000" algn="ctr" rotWithShape="0">
                                    <a:srgbClr val="8C8682"/>
                                  </a:outerShdw>
                                </a:effectLst>
                              </a14:hiddenEffects>
                            </a:ext>
                          </a:extLst>
                        </wps:spPr>
                        <wps:bodyPr rot="0" vert="horz" wrap="square" lIns="91440" tIns="45720" rIns="91440" bIns="45720" anchor="t" anchorCtr="0" upright="1">
                          <a:noAutofit/>
                        </wps:bodyPr>
                      </wps:wsp>
                      <wps:wsp>
                        <wps:cNvPr id="25" name="Freeform 103"/>
                        <wps:cNvSpPr>
                          <a:spLocks/>
                        </wps:cNvSpPr>
                        <wps:spPr bwMode="auto">
                          <a:xfrm>
                            <a:off x="112063157" y="109942667"/>
                            <a:ext cx="95714" cy="129180"/>
                          </a:xfrm>
                          <a:custGeom>
                            <a:avLst/>
                            <a:gdLst>
                              <a:gd name="T0" fmla="*/ 34739 w 95714"/>
                              <a:gd name="T1" fmla="*/ 0 h 129180"/>
                              <a:gd name="T2" fmla="*/ 26778 w 95714"/>
                              <a:gd name="T3" fmla="*/ 7237 h 129180"/>
                              <a:gd name="T4" fmla="*/ 20627 w 95714"/>
                              <a:gd name="T5" fmla="*/ 13388 h 129180"/>
                              <a:gd name="T6" fmla="*/ 15199 w 95714"/>
                              <a:gd name="T7" fmla="*/ 20083 h 129180"/>
                              <a:gd name="T8" fmla="*/ 10494 w 95714"/>
                              <a:gd name="T9" fmla="*/ 27320 h 129180"/>
                              <a:gd name="T10" fmla="*/ 6695 w 95714"/>
                              <a:gd name="T11" fmla="*/ 34737 h 129180"/>
                              <a:gd name="T12" fmla="*/ 3800 w 95714"/>
                              <a:gd name="T13" fmla="*/ 42517 h 129180"/>
                              <a:gd name="T14" fmla="*/ 1629 w 95714"/>
                              <a:gd name="T15" fmla="*/ 50659 h 129180"/>
                              <a:gd name="T16" fmla="*/ 362 w 95714"/>
                              <a:gd name="T17" fmla="*/ 58800 h 129180"/>
                              <a:gd name="T18" fmla="*/ 0 w 95714"/>
                              <a:gd name="T19" fmla="*/ 66942 h 129180"/>
                              <a:gd name="T20" fmla="*/ 362 w 95714"/>
                              <a:gd name="T21" fmla="*/ 75264 h 129180"/>
                              <a:gd name="T22" fmla="*/ 1629 w 95714"/>
                              <a:gd name="T23" fmla="*/ 83406 h 129180"/>
                              <a:gd name="T24" fmla="*/ 3619 w 95714"/>
                              <a:gd name="T25" fmla="*/ 91548 h 129180"/>
                              <a:gd name="T26" fmla="*/ 6514 w 95714"/>
                              <a:gd name="T27" fmla="*/ 99327 h 129180"/>
                              <a:gd name="T28" fmla="*/ 10313 w 95714"/>
                              <a:gd name="T29" fmla="*/ 106926 h 129180"/>
                              <a:gd name="T30" fmla="*/ 15018 w 95714"/>
                              <a:gd name="T31" fmla="*/ 114163 h 129180"/>
                              <a:gd name="T32" fmla="*/ 20446 w 95714"/>
                              <a:gd name="T33" fmla="*/ 121038 h 129180"/>
                              <a:gd name="T34" fmla="*/ 27683 w 95714"/>
                              <a:gd name="T35" fmla="*/ 129180 h 129180"/>
                              <a:gd name="T36" fmla="*/ 95714 w 95714"/>
                              <a:gd name="T37" fmla="*/ 68028 h 129180"/>
                              <a:gd name="T38" fmla="*/ 34739 w 95714"/>
                              <a:gd name="T39" fmla="*/ 0 h 1291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95714" h="129180">
                                <a:moveTo>
                                  <a:pt x="34739" y="0"/>
                                </a:moveTo>
                                <a:lnTo>
                                  <a:pt x="26778" y="7237"/>
                                </a:lnTo>
                                <a:lnTo>
                                  <a:pt x="20627" y="13388"/>
                                </a:lnTo>
                                <a:lnTo>
                                  <a:pt x="15199" y="20083"/>
                                </a:lnTo>
                                <a:lnTo>
                                  <a:pt x="10494" y="27320"/>
                                </a:lnTo>
                                <a:lnTo>
                                  <a:pt x="6695" y="34737"/>
                                </a:lnTo>
                                <a:lnTo>
                                  <a:pt x="3800" y="42517"/>
                                </a:lnTo>
                                <a:lnTo>
                                  <a:pt x="1629" y="50659"/>
                                </a:lnTo>
                                <a:lnTo>
                                  <a:pt x="362" y="58800"/>
                                </a:lnTo>
                                <a:lnTo>
                                  <a:pt x="0" y="66942"/>
                                </a:lnTo>
                                <a:lnTo>
                                  <a:pt x="362" y="75264"/>
                                </a:lnTo>
                                <a:lnTo>
                                  <a:pt x="1629" y="83406"/>
                                </a:lnTo>
                                <a:lnTo>
                                  <a:pt x="3619" y="91548"/>
                                </a:lnTo>
                                <a:lnTo>
                                  <a:pt x="6514" y="99327"/>
                                </a:lnTo>
                                <a:lnTo>
                                  <a:pt x="10313" y="106926"/>
                                </a:lnTo>
                                <a:lnTo>
                                  <a:pt x="15018" y="114163"/>
                                </a:lnTo>
                                <a:lnTo>
                                  <a:pt x="20446" y="121038"/>
                                </a:lnTo>
                                <a:lnTo>
                                  <a:pt x="27683" y="129180"/>
                                </a:lnTo>
                                <a:lnTo>
                                  <a:pt x="95714" y="68028"/>
                                </a:lnTo>
                                <a:lnTo>
                                  <a:pt x="34739" y="0"/>
                                </a:lnTo>
                              </a:path>
                            </a:pathLst>
                          </a:custGeom>
                          <a:noFill/>
                          <a:ln w="9589">
                            <a:solidFill>
                              <a:srgbClr val="2E3640"/>
                            </a:solidFill>
                            <a:round/>
                            <a:headEnd/>
                            <a:tailEnd/>
                          </a:ln>
                          <a:effectLst/>
                          <a:extLst>
                            <a:ext uri="{909E8E84-426E-40DD-AFC4-6F175D3DCCD1}">
                              <a14:hiddenFill xmlns:a14="http://schemas.microsoft.com/office/drawing/2010/main">
                                <a:solidFill>
                                  <a:srgbClr val="FFFFFE"/>
                                </a:solidFill>
                              </a14:hiddenFill>
                            </a:ext>
                            <a:ext uri="{AF507438-7753-43E0-B8FC-AC1667EBCBE1}">
                              <a14:hiddenEffects xmlns:a14="http://schemas.microsoft.com/office/drawing/2010/main">
                                <a:effectLst>
                                  <a:outerShdw dist="35921" dir="2700000" algn="ctr" rotWithShape="0">
                                    <a:srgbClr val="8C8682"/>
                                  </a:outerShdw>
                                </a:effectLst>
                              </a14:hiddenEffects>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4" o:spid="_x0000_s1026" style="position:absolute;margin-left:253.75pt;margin-top:104.1pt;width:45.8pt;height:39.5pt;z-index:251683328;mso-position-horizontal-relative:page;mso-position-vertical-relative:page" coordorigin="1119473,1097935" coordsize="5818,50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">
                <v:shape id="Freeform 95" o:spid="_x0000_s1027" style="position:absolute;left:1119473;top:1097935;width:5012;height:5014;visibility:visible;mso-wrap-style:square;v-text-anchor:top" coordsize="501186,5013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0PLcQA&#10;AADbAAAADwAAAGRycy9kb3ducmV2LnhtbERP22rCQBB9F/yHZQp9EbOxVCsxq0hbLw+FqvEDhuw0&#10;CWZnQ3arqV/vCkLf5nCuky46U4szta6yrGAUxSCIc6srLhQcs9VwCsJ5ZI21ZVLwRw4W834vxUTb&#10;C+/pfPCFCCHsElRQet8kUrq8JIMusg1x4H5sa9AH2BZSt3gJ4aaWL3E8kQYrDg0lNvReUn46/BoF&#10;g6/dOFuNP7LPzXXzum52+fZ7MlXq+albzkB46vy/+OHe6jD/De6/hAPk/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pdDy3EAAAA2wAAAA8AAAAAAAAAAAAAAAAAmAIAAGRycy9k&#10;b3ducmV2LnhtbFBLBQYAAAAABAAEAPUAAACJAwAAAAA=&#10;" path="m483816,342490r-6333,14655l470427,371076r-7780,13388l454143,397129r-9228,12122l434964,420649r-10494,10675l413433,441456r-11761,9227l389550,459367r-12485,7780l364038,474203r-13389,6332l336898,485963r-14113,4704l308491,494647r-14474,2895l279180,499713r-14836,1267l249326,501342r-15017,-362l219110,499351r-15198,-2352l188894,493743r-15017,-4342l158859,483973r-14655,-6333l130272,470584r-13389,-7779l104217,454301,92095,445074,80696,435123,70021,424630,59889,413593,50661,401833,41976,389711,34196,377227,27140,364201,20807,350813,15379,337062,10675,322950,6694,308657,3799,294183,1628,279347,361,264512,,249495,361,234478,1990,219281,4342,204083,7599,189066r4342,-15016l17369,159033r6333,-14655l30758,130447r7780,-13389l47042,104394,56270,92272,66221,80874,76715,70199,87752,60067,99513,50840r12123,-8684l124120,34376r13027,-7056l150536,20988r13751,-5609l178400,10675,192694,6876,207169,3800,222005,1629,236842,362,251859,r15018,543l282075,1991r15199,2352l312291,7780r15018,4342l342326,17369r14656,6333l370914,30758r13389,7779l396968,47041r12123,9227l420489,66219r10675,10493l441297,87930r9227,11579l459209,111631r7780,12664l474046,137141r6332,13388l485806,164280r4705,14112l494491,192685r2895,14655l499557,221994r1267,15017l501186,252028r-362,15017l499195,282242r-2352,15198l493587,312457r-4343,15016l483816,342490xe" fillcolor="#b7c134" strokecolor="#b7c134" strokeweight="0">
                  <v:shadow color="#8c8682"/>
                  <v:path arrowok="t" o:connecttype="custom" o:connectlocs="477483,357145;462647,384464;444915,409251;424470,431324;401672,450683;377065,467147;350649,480535;322785,490667;294017,497542;264344,500980;234309,500980;203912,496999;173877,489401;144204,477640;116883,462805;92095,445074;70021,424630;50661,401833;34196,377227;20807,350813;10675,322950;3799,294183;361,264512;361,234478;4342,204083;11941,174050;23702,144378;38538,117058;56270,92272;76715,70199;99513,50840;124120,34376;150536,20988;178400,10675;207169,3800;236842,362;266877,543;297274,4343;327309,12122;356982,23702;384303,38537;409091,56268;431164,76712;450524,99509;466989,124295;480378,150529;490511,178392;497386,207340;500824,237011;500824,267045;496843,297440;489244,327473" o:connectangles="0,0,0,0,0,0,0,0,0,0,0,0,0,0,0,0,0,0,0,0,0,0,0,0,0,0,0,0,0,0,0,0,0,0,0,0,0,0,0,0,0,0,0,0,0,0,0,0,0,0,0,0"/>
                </v:shape>
                <v:shape id="Freeform 96" o:spid="_x0000_s1028" style="position:absolute;left:1119473;top:1097935;width:5012;height:5014;visibility:visible;mso-wrap-style:square;v-text-anchor:top" coordsize="501186,5013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vaF8UA&#10;AADbAAAADwAAAGRycy9kb3ducmV2LnhtbESPQWvCQBCF7wX/wzJCb3Wjh7ZEVxFBtO3FpoLmNmTH&#10;JJidDdmtRn995yD0NsN78943s0XvGnWhLtSeDYxHCSjiwtuaSwP7n/XLO6gQkS02nsnAjQIs5oOn&#10;GabWX/mbLlkslYRwSNFAFWObah2KihyGkW+JRTv5zmGUtSu17fAq4a7RkyR51Q5rloYKW1pVVJyz&#10;X2eAkvyw3b1tjl+fWX7f3PQHru65Mc/DfjkFFamP/+bH9dYKvsDKLzKAnv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u9oXxQAAANsAAAAPAAAAAAAAAAAAAAAAAJgCAABkcnMv&#10;ZG93bnJldi54bWxQSwUGAAAAAAQABAD1AAAAigMAAAAA&#10;" path="m483816,342490r-6333,14655l470427,371076r-7780,13388l454143,397129r-9228,12122l434964,420649r-10494,10675l413433,441456r-11761,9227l389550,459367r-12485,7780l364038,474203r-13389,6332l336898,485963r-14113,4704l308491,494647r-14474,2895l279180,499713r-14836,1267l249326,501342r-15017,-362l219110,499351r-15198,-2352l188894,493743r-15017,-4342l158859,483973r-14655,-6333l130272,470584r-13389,-7779l104217,454301,92095,445074,80696,435123,70021,424630,59889,413593,50661,401833,41976,389711,34196,377227,27140,364201,20807,350813,15379,337062,10675,322950,6694,308657,3799,294183,1628,279347,361,264512,,249495,361,234478,1990,219281,4342,204083,7599,189066r4342,-15016l17369,159033r6333,-14655l30758,130447r7780,-13389l47042,104394,56270,92272,66221,80874,76715,70199,87752,60067,99513,50840r12123,-8684l124120,34376r13027,-7056l150536,20988r13751,-5609l178400,10675,192694,6876,207169,3800,222005,1629,236842,362,251859,r15018,543l282075,1991r15199,2352l312291,7780r15018,4342l342326,17369r14656,6333l370914,30758r13389,7779l396968,47041r12123,9227l420489,66219r10675,10493l441297,87930r9227,11579l459209,111631r7780,12664l474046,137141r6332,13388l485806,164280r4705,14112l494491,192685r2895,14655l499557,221994r1267,15017l501186,252028r-362,15017l499195,282242r-2352,15198l493587,312457r-4343,15016l483816,342490e" filled="f" fillcolor="#fffffe" strokecolor="#2e3640" strokeweight=".26636mm">
                  <v:shadow color="#8c8682"/>
                  <v:path arrowok="t" o:connecttype="custom" o:connectlocs="477483,357145;462647,384464;444915,409251;424470,431324;401672,450683;377065,467147;350649,480535;322785,490667;294017,497542;264344,500980;234309,500980;203912,496999;173877,489401;144204,477640;116883,462805;92095,445074;70021,424630;50661,401833;34196,377227;20807,350813;10675,322950;3799,294183;361,264512;361,234478;4342,204083;11941,174050;23702,144378;38538,117058;56270,92272;76715,70199;99513,50840;124120,34376;150536,20988;178400,10675;207169,3800;236842,362;266877,543;297274,4343;327309,12122;356982,23702;384303,38537;409091,56268;431164,76712;450524,99509;466989,124295;480378,150529;490511,178392;497386,207340;500824,237011;500824,267045;496843,297440;489244,327473" o:connectangles="0,0,0,0,0,0,0,0,0,0,0,0,0,0,0,0,0,0,0,0,0,0,0,0,0,0,0,0,0,0,0,0,0,0,0,0,0,0,0,0,0,0,0,0,0,0,0,0,0,0,0,0"/>
                </v:shape>
                <v:shape id="Freeform 97" o:spid="_x0000_s1029" style="position:absolute;left:1122826;top:1101342;width:2466;height:1024;visibility:visible;mso-wrap-style:square;v-text-anchor:top" coordsize="246612,102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JwjsEA&#10;AADbAAAADwAAAGRycy9kb3ducmV2LnhtbERPTWvCQBC9F/oflin01mzsQWp0FRGkLVRoogePQ3bM&#10;BrOzYXebpP/eLRS8zeN9zmoz2U4M5EPrWMEsy0EQ10633Cg4HfcvbyBCRNbYOSYFvxRgs358WGGh&#10;3cglDVVsRArhUKACE2NfSBlqQxZD5nrixF2ctxgT9I3UHscUbjv5mudzabHl1GCwp52h+lr9WAVz&#10;L/fmrPWh73L3Zcv38vPbT0o9P03bJYhIU7yL/90fOs1fwN8v6QC5v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ricI7BAAAA2wAAAA8AAAAAAAAAAAAAAAAAmAIAAGRycy9kb3du&#10;cmV2LnhtbFBLBQYAAAAABAAEAPUAAACGAwAAAAA=&#10;" path="m246612,102403r-6875,-6513l233223,90281r-6333,-4885l220558,81054r-5971,-3619l208616,74179r-5790,-2714l194684,68570r-7780,-2171l179305,65133r-7418,-724l164649,64047r-7237,181l150175,64590r-7057,723l135881,65856r-7238,724l121949,67123r-6695,362l108560,67485r-6695,-362l94990,66218,87933,64952,80877,62961,73459,60248,65859,56991,58079,52649,49937,47402,43424,42698,36548,37451,29673,31481,22616,24967,15379,17730,7780,9408,,e" filled="f" fillcolor="#fffffe" strokecolor="#2e3640" strokeweight=".26636mm">
                  <v:shadow color="#8c8682"/>
                  <v:path arrowok="t" o:connecttype="custom" o:connectlocs="246612,102403;239737,95890;233223,90281;226890,85396;220558,81054;214587,77435;208616,74179;202826,71465;194684,68570;186904,66399;179305,65133;171887,64409;164649,64047;157412,64228;150175,64590;143118,65313;135881,65856;128643,66580;121949,67123;115254,67485;108560,67485;101865,67123;94990,66218;87933,64952;80877,62961;73459,60248;65859,56991;58079,52649;49937,47402;43424,42698;36548,37451;29673,31481;22616,24967;15379,17730;7780,9408;0,0" o:connectangles="0,0,0,0,0,0,0,0,0,0,0,0,0,0,0,0,0,0,0,0,0,0,0,0,0,0,0,0,0,0,0,0,0,0,0,0"/>
                </v:shape>
                <v:shape id="Freeform 98" o:spid="_x0000_s1030" style="position:absolute;left:1121033;top:1099518;width:2191;height:2155;visibility:visible;mso-wrap-style:square;v-text-anchor:top" coordsize="219111,2154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p1M74A&#10;AADbAAAADwAAAGRycy9kb3ducmV2LnhtbERPzYrCMBC+C75DGGFvmtaDSDXKsrCgeNL1AYZkbIPN&#10;pJvEtvr05rCwx4/vf7sfXSt6CtF6VlAuChDE2hvLtYLrz/d8DSImZIOtZ1LwpAj73XSyxcr4gc/U&#10;X1ItcgjHChU0KXWVlFE35DAufEecuZsPDlOGoZYm4JDDXSuXRbGSDi3nhgY7+mpI3y8Pp8Bea3od&#10;T8OrKw866PK3X9vTTamP2fi5AZFoTP/iP/fBKFjm9flL/gFy9wY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GqdTO+AAAA2wAAAA8AAAAAAAAAAAAAAAAAmAIAAGRycy9kb3ducmV2&#10;LnhtbFBLBQYAAAAABAAEAPUAAACDAwAAAAA=&#10;" path="m49214,188704r6152,6152l62061,200283r7237,4704l76716,208606r7780,3076l92457,213672r8142,1266l108922,215481r8142,-362l125387,213853r7961,-2171l141310,208787r7599,-3800l156146,200283r6876,-5427l192333,168622r6152,-6152l203913,155776r4704,-7237l212416,141121r2895,-7780l217483,125200r1266,-8142l219111,108917r-362,-8323l217483,92452r-1991,-8141l212597,76531r-3799,-7599l204094,61695r-5429,-6875l149452,,,133703r49214,55001xe" fillcolor="#fffffe" strokecolor="#fffffe" strokeweight="0">
                  <v:shadow color="#8c8682"/>
                  <v:path arrowok="t" o:connecttype="custom" o:connectlocs="49214,188704;55366,194856;62061,200283;69298,204987;76716,208606;84496,211682;92457,213672;100599,214938;108922,215481;117064,215119;125387,213853;133348,211682;141310,208787;148909,204987;156146,200283;163022,194856;192333,168622;198485,162470;203913,155776;208617,148539;212416,141121;215311,133341;217483,125200;218749,117058;219111,108917;218749,100594;217483,92452;215492,84311;212597,76531;208798,68932;204094,61695;198665,54820;149452,0;0,133703;49214,188704" o:connectangles="0,0,0,0,0,0,0,0,0,0,0,0,0,0,0,0,0,0,0,0,0,0,0,0,0,0,0,0,0,0,0,0,0,0,0"/>
                </v:shape>
                <v:shape id="Freeform 99" o:spid="_x0000_s1031" style="position:absolute;left:1121033;top:1099518;width:2191;height:2155;visibility:visible;mso-wrap-style:square;v-text-anchor:top" coordsize="219111,2154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yvm8IA&#10;AADbAAAADwAAAGRycy9kb3ducmV2LnhtbESPQWvCQBSE7wX/w/KE3upGD8WmrlJE0WtjEbw9s6/Z&#10;0Ox7Mbtq7K/vFgSPw8x8w8wWvW/UhbpQCxsYjzJQxKXYmisDX7v1yxRUiMgWG2EycKMAi/ngaYa5&#10;lSt/0qWIlUoQDjkacDG2udahdOQxjKQlTt63dB5jkl2lbYfXBPeNnmTZq/ZYc1pw2NLSUflTnL2B&#10;3a9Mt+JWtH87khSb+nS4HdCY52H/8Q4qUh8f4Xt7aw1MxvD/Jf0APf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7K+bwgAAANsAAAAPAAAAAAAAAAAAAAAAAJgCAABkcnMvZG93&#10;bnJldi54bWxQSwUGAAAAAAQABAD1AAAAhwMAAAAA&#10;" path="m49214,188704r6152,6152l62061,200283r7237,4704l76716,208606r7780,3076l92457,213672r8142,1266l108922,215481r8142,-362l125387,213853r7961,-2171l141310,208787r7599,-3800l156146,200283r6876,-5427l192333,168622r6152,-6152l203913,155776r4704,-7237l212416,141121r2895,-7780l217483,125200r1266,-8142l219111,108917r-362,-8323l217483,92452r-1991,-8141l212597,76531r-3799,-7599l204094,61695r-5429,-6875l149452,,,133703r49214,55001e" filled="f" fillcolor="#fffffe" strokecolor="#2e3640" strokeweight=".26636mm">
                  <v:shadow color="#8c8682"/>
                  <v:path arrowok="t" o:connecttype="custom" o:connectlocs="49214,188704;55366,194856;62061,200283;69298,204987;76716,208606;84496,211682;92457,213672;100599,214938;108922,215481;117064,215119;125387,213853;133348,211682;141310,208787;148909,204987;156146,200283;163022,194856;192333,168622;198485,162470;203913,155776;208617,148539;212416,141121;215311,133341;217483,125200;218749,117058;219111,108917;218749,100594;217483,92452;215492,84311;212597,76531;208798,68932;204094,61695;198665,54820;149452,0;0,133703;49214,188704" o:connectangles="0,0,0,0,0,0,0,0,0,0,0,0,0,0,0,0,0,0,0,0,0,0,0,0,0,0,0,0,0,0,0,0,0,0,0"/>
                </v:shape>
                <v:shape id="Freeform 100" o:spid="_x0000_s1032" style="position:absolute;left:1121118;top:1099030;width:1284;height:953;visibility:visible;mso-wrap-style:square;v-text-anchor:top" coordsize="128463,953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D/DcIA&#10;AADbAAAADwAAAGRycy9kb3ducmV2LnhtbESPQYvCMBSE7wv7H8Jb8LJoaoVFqlF2BUHUy6oXb4/m&#10;2ZY2LyWJtf57Iwgeh5n5hpkve9OIjpyvLCsYjxIQxLnVFRcKTsf1cArCB2SNjWVScCcPy8Xnxxwz&#10;bW/8T90hFCJC2GeooAyhzaT0eUkG/ci2xNG7WGcwROkKqR3eItw0Mk2SH2mw4rhQYkurkvL6cDUK&#10;bP2n3cQ0K7/Fcy33351JdlKpwVf/OwMRqA/v8Ku90QrSFJ5f4g+Qi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MP8NwgAAANsAAAAPAAAAAAAAAAAAAAAAAJgCAABkcnMvZG93&#10;bnJldi54bWxQSwUGAAAAAAQABAD1AAAAhwMAAAAA&#10;" path="m7419,20625l,27138,60975,95347,128463,34918r-7237,-8142l115074,20625r-6694,-5428l101142,10493,93724,6875,85944,3799,77983,1809,69841,542,61518,,53376,361,45053,1628,37092,3799,29131,6694r-7600,3799l14294,15197,7419,20625xe" fillcolor="#fffffe" strokecolor="#fffffe" strokeweight="0">
                  <v:shadow color="#8c8682"/>
                  <v:path arrowok="t" o:connecttype="custom" o:connectlocs="7419,20625;0,27138;60975,95347;128463,34918;121226,26776;115074,20625;108380,15197;101142,10493;93724,6875;85944,3799;77983,1809;69841,542;61518,0;53376,361;45053,1628;37092,3799;29131,6694;21531,10493;14294,15197;7419,20625" o:connectangles="0,0,0,0,0,0,0,0,0,0,0,0,0,0,0,0,0,0,0,0"/>
                </v:shape>
                <v:shape id="Freeform 101" o:spid="_x0000_s1033" style="position:absolute;left:1121118;top:1099030;width:1284;height:953;visibility:visible;mso-wrap-style:square;v-text-anchor:top" coordsize="128463,953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z3W3cMA&#10;AADbAAAADwAAAGRycy9kb3ducmV2LnhtbESPW2vCQBSE3wX/w3KEvunGCFJSV/GCNK+mUvp4yJ5c&#10;aPZszK4x9td3BcHHYWa+YVabwTSip87VlhXMZxEI4tzqmksF56/j9B2E88gaG8uk4E4ONuvxaIWJ&#10;tjc+UZ/5UgQIuwQVVN63iZQur8igm9mWOHiF7Qz6ILtS6g5vAW4aGUfRUhqsOSxU2NK+ovw3uxoF&#10;u96nl+/4tDgc7tssLeri8+9HKvU2GbYfIDwN/hV+tlOtIF7A40v4AXL9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z3W3cMAAADbAAAADwAAAAAAAAAAAAAAAACYAgAAZHJzL2Rv&#10;d25yZXYueG1sUEsFBgAAAAAEAAQA9QAAAIgDAAAAAA==&#10;" path="m7419,20625l,27138,60975,95347,128463,34918r-7237,-8142l115074,20625r-6694,-5428l101142,10493,93724,6875,85944,3799,77983,1809,69841,542,61518,,53376,361,45053,1628,37092,3799,29131,6694r-7600,3799l14294,15197,7419,20625e" filled="f" fillcolor="#fffffe" strokecolor="#2e3640" strokeweight=".26636mm">
                  <v:shadow color="#8c8682"/>
                  <v:path arrowok="t" o:connecttype="custom" o:connectlocs="7419,20625;0,27138;60975,95347;128463,34918;121226,26776;115074,20625;108380,15197;101142,10493;93724,6875;85944,3799;77983,1809;69841,542;61518,0;53376,361;45053,1628;37092,3799;29131,6694;21531,10493;14294,15197;7419,20625" o:connectangles="0,0,0,0,0,0,0,0,0,0,0,0,0,0,0,0,0,0,0,0"/>
                </v:shape>
                <v:shape id="Freeform 102" o:spid="_x0000_s1034" style="position:absolute;left:1120631;top:1099426;width:957;height:1292;visibility:visible;mso-wrap-style:square;v-text-anchor:top" coordsize="95714,1291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d4gWsMA&#10;AADbAAAADwAAAGRycy9kb3ducmV2LnhtbESP0WrCQBRE3wv+w3IF3+pGkSCpa6hiQSp9MPoBl+xt&#10;Epq9m+xuTezXu4VCH4eZOcNs8tG04kbON5YVLOYJCOLS6oYrBdfL2/MahA/IGlvLpOBOHvLt5GmD&#10;mbYDn+lWhEpECPsMFdQhdJmUvqzJoJ/bjjh6n9YZDFG6SmqHQ4SbVi6TJJUGG44LNXa0r6n8Kr6N&#10;gh/vCqOrnTuZtP84pOX70NtUqdl0fH0BEWgM/+G/9lErWK7g90v8AXL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d4gWsMAAADbAAAADwAAAAAAAAAAAAAAAACYAgAAZHJzL2Rv&#10;d25yZXYueG1sUEsFBgAAAAAEAAQA9QAAAIgDAAAAAA==&#10;" path="m34739,l26778,7237r-6151,6151l15199,20083r-4705,7237l6695,34737,3800,42517,1629,50659,362,58800,,66942r362,8322l1629,83406r1990,8142l6514,99327r3799,7599l15018,114163r5428,6875l27683,129180,95714,68028,34739,xe" fillcolor="#fffffe" strokecolor="#fffffe" strokeweight="0">
                  <v:shadow color="#8c8682"/>
                  <v:path arrowok="t" o:connecttype="custom" o:connectlocs="34739,0;26778,7237;20627,13388;15199,20083;10494,27320;6695,34737;3800,42517;1629,50659;362,58800;0,66942;362,75264;1629,83406;3619,91548;6514,99327;10313,106926;15018,114163;20446,121038;27683,129180;95714,68028;34739,0" o:connectangles="0,0,0,0,0,0,0,0,0,0,0,0,0,0,0,0,0,0,0,0"/>
                </v:shape>
                <v:shape id="Freeform 103" o:spid="_x0000_s1035" style="position:absolute;left:1120631;top:1099426;width:957;height:1292;visibility:visible;mso-wrap-style:square;v-text-anchor:top" coordsize="95714,1291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knu48MA&#10;AADbAAAADwAAAGRycy9kb3ducmV2LnhtbESPT2vCQBTE74LfYXlCL6IbpSkSXUMpCL1IqVrPj+xr&#10;Epp9G3Y3f+yn7xYEj8PM/IbZ5aNpRE/O15YVrJYJCOLC6ppLBZfzYbEB4QOyxsYyKbiRh3w/neww&#10;03bgT+pPoRQRwj5DBVUIbSalLyoy6Je2JY7et3UGQ5SulNrhEOGmkeskeZEGa44LFbb0VlHxc+qM&#10;gu7Z4fGDuJy3SWqu4bdLv4ZOqafZ+LoFEWgMj/C9/a4VrFP4/xJ/gN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knu48MAAADbAAAADwAAAAAAAAAAAAAAAACYAgAAZHJzL2Rv&#10;d25yZXYueG1sUEsFBgAAAAAEAAQA9QAAAIgDAAAAAA==&#10;" path="m34739,l26778,7237r-6151,6151l15199,20083r-4705,7237l6695,34737,3800,42517,1629,50659,362,58800,,66942r362,8322l1629,83406r1990,8142l6514,99327r3799,7599l15018,114163r5428,6875l27683,129180,95714,68028,34739,e" filled="f" fillcolor="#fffffe" strokecolor="#2e3640" strokeweight=".26636mm">
                  <v:shadow color="#8c8682"/>
                  <v:path arrowok="t" o:connecttype="custom" o:connectlocs="34739,0;26778,7237;20627,13388;15199,20083;10494,27320;6695,34737;3800,42517;1629,50659;362,58800;0,66942;362,75264;1629,83406;3619,91548;6514,99327;10313,106926;15018,114163;20446,121038;27683,129180;95714,68028;34739,0" o:connectangles="0,0,0,0,0,0,0,0,0,0,0,0,0,0,0,0,0,0,0,0"/>
                </v:shape>
                <w10:wrap anchorx="page" anchory="page"/>
              </v:group>
            </w:pict>
          </mc:Fallback>
        </mc:AlternateContent>
      </w:r>
      <w:r w:rsidR="009F7444">
        <w:rPr>
          <w:noProof/>
        </w:rPr>
        <mc:AlternateContent>
          <mc:Choice Requires="wps">
            <w:drawing>
              <wp:anchor distT="36576" distB="36576" distL="36576" distR="36576" simplePos="0" relativeHeight="251689472" behindDoc="0" locked="0" layoutInCell="1" allowOverlap="1">
                <wp:simplePos x="0" y="0"/>
                <wp:positionH relativeFrom="page">
                  <wp:posOffset>3773805</wp:posOffset>
                </wp:positionH>
                <wp:positionV relativeFrom="page">
                  <wp:posOffset>3699510</wp:posOffset>
                </wp:positionV>
                <wp:extent cx="2592070" cy="2381250"/>
                <wp:effectExtent l="20955" t="22860" r="15875" b="24765"/>
                <wp:wrapNone/>
                <wp:docPr id="15"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2070" cy="2381250"/>
                        </a:xfrm>
                        <a:prstGeom prst="rect">
                          <a:avLst/>
                        </a:prstGeom>
                        <a:solidFill>
                          <a:schemeClr val="accent3">
                            <a:lumMod val="100000"/>
                            <a:lumOff val="0"/>
                          </a:schemeClr>
                        </a:solidFill>
                        <a:ln w="38100" cmpd="sng" algn="in">
                          <a:solidFill>
                            <a:schemeClr val="lt1">
                              <a:lumMod val="95000"/>
                              <a:lumOff val="0"/>
                            </a:schemeClr>
                          </a:solidFill>
                          <a:prstDash val="solid"/>
                          <a:miter lim="800000"/>
                          <a:headEnd/>
                          <a:tailEnd/>
                        </a:ln>
                        <a:effectLst>
                          <a:outerShdw dist="28398" dir="3806097" algn="ctr" rotWithShape="0">
                            <a:schemeClr val="accent3">
                              <a:lumMod val="50000"/>
                              <a:lumOff val="0"/>
                              <a:alpha val="50000"/>
                            </a:schemeClr>
                          </a:outerShdw>
                        </a:effectLst>
                      </wps:spPr>
                      <wps:txbx>
                        <w:txbxContent>
                          <w:p w:rsidR="00593910" w:rsidRPr="000B7C2F" w:rsidRDefault="00593910" w:rsidP="00593910">
                            <w:pPr>
                              <w:widowControl w:val="0"/>
                              <w:spacing w:line="280" w:lineRule="exact"/>
                              <w:jc w:val="center"/>
                              <w:rPr>
                                <w:rFonts w:ascii="Arial" w:hAnsi="Arial" w:cs="Arial"/>
                                <w:b/>
                                <w:color w:val="676767"/>
                                <w:sz w:val="28"/>
                                <w:szCs w:val="28"/>
                                <w:lang w:val="en"/>
                              </w:rPr>
                            </w:pPr>
                            <w:r w:rsidRPr="000B7C2F">
                              <w:rPr>
                                <w:rFonts w:ascii="Arial" w:hAnsi="Arial" w:cs="Arial"/>
                                <w:b/>
                                <w:color w:val="EF792F"/>
                                <w:spacing w:val="20"/>
                                <w:w w:val="90"/>
                                <w:sz w:val="28"/>
                                <w:szCs w:val="28"/>
                                <w:lang w:val="en"/>
                              </w:rPr>
                              <w:t>Haines City High School</w:t>
                            </w:r>
                          </w:p>
                          <w:p w:rsidR="00593910" w:rsidRPr="000B7C2F" w:rsidRDefault="002C6283" w:rsidP="00593910">
                            <w:pPr>
                              <w:widowControl w:val="0"/>
                              <w:spacing w:line="280" w:lineRule="exact"/>
                              <w:jc w:val="center"/>
                              <w:rPr>
                                <w:rFonts w:ascii="Arial" w:hAnsi="Arial" w:cs="Arial"/>
                                <w:b/>
                                <w:color w:val="676767"/>
                                <w:sz w:val="24"/>
                                <w:szCs w:val="24"/>
                                <w:lang w:val="en"/>
                              </w:rPr>
                            </w:pPr>
                            <w:r w:rsidRPr="000B7C2F">
                              <w:rPr>
                                <w:rFonts w:ascii="Arial" w:hAnsi="Arial" w:cs="Arial"/>
                                <w:b/>
                                <w:color w:val="676767"/>
                                <w:sz w:val="24"/>
                                <w:szCs w:val="24"/>
                                <w:lang w:val="en"/>
                              </w:rPr>
                              <w:t>Academy of Media Productions</w:t>
                            </w:r>
                          </w:p>
                          <w:p w:rsidR="002C6283" w:rsidRDefault="002C6283" w:rsidP="00593910">
                            <w:pPr>
                              <w:widowControl w:val="0"/>
                              <w:spacing w:line="280" w:lineRule="exact"/>
                              <w:jc w:val="center"/>
                              <w:rPr>
                                <w:rFonts w:ascii="Arial" w:hAnsi="Arial" w:cs="Arial"/>
                                <w:color w:val="676767"/>
                                <w:sz w:val="15"/>
                                <w:szCs w:val="15"/>
                                <w:lang w:val="en"/>
                              </w:rPr>
                            </w:pPr>
                          </w:p>
                          <w:p w:rsidR="002C6283" w:rsidRPr="00593910" w:rsidRDefault="002C6283" w:rsidP="002C6283">
                            <w:pPr>
                              <w:widowControl w:val="0"/>
                              <w:spacing w:line="280" w:lineRule="exact"/>
                              <w:jc w:val="center"/>
                              <w:rPr>
                                <w:rFonts w:ascii="Arial" w:hAnsi="Arial" w:cs="Arial"/>
                                <w:color w:val="676767"/>
                                <w:sz w:val="28"/>
                                <w:szCs w:val="28"/>
                                <w:lang w:val="en"/>
                              </w:rPr>
                            </w:pPr>
                            <w:r>
                              <w:rPr>
                                <w:rFonts w:ascii="Arial" w:hAnsi="Arial" w:cs="Arial"/>
                                <w:color w:val="EF792F"/>
                                <w:spacing w:val="20"/>
                                <w:w w:val="90"/>
                                <w:sz w:val="28"/>
                                <w:szCs w:val="28"/>
                                <w:lang w:val="en"/>
                              </w:rPr>
                              <w:t>Contact</w:t>
                            </w:r>
                          </w:p>
                          <w:p w:rsidR="002C6283" w:rsidRPr="000B7C2F" w:rsidRDefault="002C6283" w:rsidP="002C6283">
                            <w:pPr>
                              <w:widowControl w:val="0"/>
                              <w:spacing w:line="280" w:lineRule="exact"/>
                              <w:jc w:val="center"/>
                              <w:rPr>
                                <w:rFonts w:ascii="Arial" w:hAnsi="Arial" w:cs="Arial"/>
                                <w:b/>
                                <w:color w:val="676767"/>
                                <w:lang w:val="en"/>
                              </w:rPr>
                            </w:pPr>
                            <w:r w:rsidRPr="000B7C2F">
                              <w:rPr>
                                <w:rFonts w:ascii="Arial" w:hAnsi="Arial" w:cs="Arial"/>
                                <w:b/>
                                <w:color w:val="676767"/>
                                <w:lang w:val="en"/>
                              </w:rPr>
                              <w:t>Crystal Young, Academy Director</w:t>
                            </w:r>
                          </w:p>
                          <w:p w:rsidR="002C6283" w:rsidRPr="000B7C2F" w:rsidRDefault="00B927A4" w:rsidP="002C6283">
                            <w:pPr>
                              <w:widowControl w:val="0"/>
                              <w:spacing w:line="280" w:lineRule="exact"/>
                              <w:jc w:val="center"/>
                              <w:rPr>
                                <w:rFonts w:ascii="Arial" w:hAnsi="Arial" w:cs="Arial"/>
                                <w:color w:val="676767"/>
                                <w:lang w:val="en"/>
                              </w:rPr>
                            </w:pPr>
                            <w:r>
                              <w:rPr>
                                <w:rFonts w:ascii="Arial" w:hAnsi="Arial" w:cs="Arial"/>
                                <w:color w:val="676767"/>
                                <w:lang w:val="en"/>
                              </w:rPr>
                              <w:t xml:space="preserve"> (863) 421-3281x 268 </w:t>
                            </w:r>
                            <w:r w:rsidR="002C6283" w:rsidRPr="000B7C2F">
                              <w:rPr>
                                <w:rFonts w:ascii="Arial" w:hAnsi="Arial" w:cs="Arial"/>
                                <w:color w:val="676767"/>
                                <w:lang w:val="en"/>
                              </w:rPr>
                              <w:t>or</w:t>
                            </w:r>
                          </w:p>
                          <w:p w:rsidR="002C6283" w:rsidRPr="000B7C2F" w:rsidRDefault="002C6283" w:rsidP="002C6283">
                            <w:pPr>
                              <w:widowControl w:val="0"/>
                              <w:spacing w:line="280" w:lineRule="exact"/>
                              <w:jc w:val="center"/>
                              <w:rPr>
                                <w:rFonts w:ascii="Arial" w:hAnsi="Arial" w:cs="Arial"/>
                                <w:color w:val="676767"/>
                                <w:lang w:val="en"/>
                              </w:rPr>
                            </w:pPr>
                            <w:r w:rsidRPr="000B7C2F">
                              <w:rPr>
                                <w:rFonts w:ascii="Arial" w:hAnsi="Arial" w:cs="Arial"/>
                                <w:color w:val="676767"/>
                                <w:lang w:val="en"/>
                              </w:rPr>
                              <w:t>crystal.young@polk-fl.net</w:t>
                            </w:r>
                          </w:p>
                          <w:p w:rsidR="002C6283" w:rsidRPr="000B7C2F" w:rsidRDefault="002C6283" w:rsidP="002C6283">
                            <w:pPr>
                              <w:widowControl w:val="0"/>
                              <w:spacing w:line="280" w:lineRule="exact"/>
                              <w:jc w:val="center"/>
                              <w:rPr>
                                <w:rFonts w:ascii="Arial" w:hAnsi="Arial" w:cs="Arial"/>
                                <w:color w:val="676767"/>
                                <w:lang w:val="en"/>
                              </w:rPr>
                            </w:pPr>
                          </w:p>
                          <w:p w:rsidR="002C6283" w:rsidRPr="000B7C2F" w:rsidRDefault="002C6283" w:rsidP="002C6283">
                            <w:pPr>
                              <w:widowControl w:val="0"/>
                              <w:spacing w:line="280" w:lineRule="exact"/>
                              <w:jc w:val="center"/>
                              <w:rPr>
                                <w:rFonts w:ascii="Arial" w:hAnsi="Arial" w:cs="Arial"/>
                                <w:b/>
                                <w:color w:val="676767"/>
                                <w:lang w:val="en"/>
                              </w:rPr>
                            </w:pPr>
                            <w:r w:rsidRPr="000B7C2F">
                              <w:rPr>
                                <w:rFonts w:ascii="Arial" w:hAnsi="Arial" w:cs="Arial"/>
                                <w:b/>
                                <w:color w:val="676767"/>
                                <w:lang w:val="en"/>
                              </w:rPr>
                              <w:t>Lori Proctor, Academy Director</w:t>
                            </w:r>
                          </w:p>
                          <w:p w:rsidR="002C6283" w:rsidRPr="000B7C2F" w:rsidRDefault="002C6283" w:rsidP="002C6283">
                            <w:pPr>
                              <w:widowControl w:val="0"/>
                              <w:spacing w:line="280" w:lineRule="exact"/>
                              <w:jc w:val="center"/>
                              <w:rPr>
                                <w:rFonts w:ascii="Arial" w:hAnsi="Arial" w:cs="Arial"/>
                                <w:color w:val="676767"/>
                                <w:lang w:val="en"/>
                              </w:rPr>
                            </w:pPr>
                            <w:r w:rsidRPr="000B7C2F">
                              <w:rPr>
                                <w:rFonts w:ascii="Arial" w:hAnsi="Arial" w:cs="Arial"/>
                                <w:color w:val="676767"/>
                                <w:lang w:val="en"/>
                              </w:rPr>
                              <w:t>(863) 421-3281</w:t>
                            </w:r>
                            <w:r w:rsidR="000B7C2F" w:rsidRPr="000B7C2F">
                              <w:rPr>
                                <w:rFonts w:ascii="Arial" w:hAnsi="Arial" w:cs="Arial"/>
                                <w:color w:val="676767"/>
                                <w:lang w:val="en"/>
                              </w:rPr>
                              <w:t>x 238</w:t>
                            </w:r>
                            <w:r w:rsidR="00B927A4">
                              <w:rPr>
                                <w:rFonts w:ascii="Arial" w:hAnsi="Arial" w:cs="Arial"/>
                                <w:color w:val="676767"/>
                                <w:lang w:val="en"/>
                              </w:rPr>
                              <w:t xml:space="preserve"> </w:t>
                            </w:r>
                            <w:r w:rsidRPr="000B7C2F">
                              <w:rPr>
                                <w:rFonts w:ascii="Arial" w:hAnsi="Arial" w:cs="Arial"/>
                                <w:color w:val="676767"/>
                                <w:lang w:val="en"/>
                              </w:rPr>
                              <w:t>or</w:t>
                            </w:r>
                          </w:p>
                          <w:p w:rsidR="002C6283" w:rsidRPr="000B7C2F" w:rsidRDefault="000B7C2F" w:rsidP="002C6283">
                            <w:pPr>
                              <w:widowControl w:val="0"/>
                              <w:spacing w:line="280" w:lineRule="exact"/>
                              <w:jc w:val="center"/>
                              <w:rPr>
                                <w:rFonts w:ascii="Arial" w:hAnsi="Arial" w:cs="Arial"/>
                                <w:color w:val="676767"/>
                                <w:lang w:val="en"/>
                              </w:rPr>
                            </w:pPr>
                            <w:r w:rsidRPr="000B7C2F">
                              <w:rPr>
                                <w:rFonts w:ascii="Arial" w:hAnsi="Arial" w:cs="Arial"/>
                                <w:color w:val="676767"/>
                                <w:lang w:val="en"/>
                              </w:rPr>
                              <w:t>lori.proctor</w:t>
                            </w:r>
                            <w:r w:rsidR="002C6283" w:rsidRPr="000B7C2F">
                              <w:rPr>
                                <w:rFonts w:ascii="Arial" w:hAnsi="Arial" w:cs="Arial"/>
                                <w:color w:val="676767"/>
                                <w:lang w:val="en"/>
                              </w:rPr>
                              <w:t>@polk-fl.net</w:t>
                            </w:r>
                          </w:p>
                          <w:p w:rsidR="002C6283" w:rsidRDefault="002C6283" w:rsidP="00593910">
                            <w:pPr>
                              <w:widowControl w:val="0"/>
                              <w:spacing w:line="280" w:lineRule="exact"/>
                              <w:jc w:val="center"/>
                              <w:rPr>
                                <w:rFonts w:ascii="Arial" w:hAnsi="Arial" w:cs="Arial"/>
                                <w:color w:val="2E3640"/>
                                <w:sz w:val="15"/>
                                <w:szCs w:val="15"/>
                                <w:lang w:val="en"/>
                              </w:rPr>
                            </w:pP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0" o:spid="_x0000_s1036" type="#_x0000_t202" style="position:absolute;margin-left:297.15pt;margin-top:291.3pt;width:204.1pt;height:187.5pt;z-index:251689472;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" fillcolor="#9bbb59 [3206]" strokecolor="#f2f2f2 [3041]" strokeweight="3pt" insetpen="t">
                <v:shadow on="t" color="#4e6128 [1606]" opacity=".5" offset="1pt"/>
                <v:textbox inset="2.88pt,2.88pt,2.88pt,2.88pt">
                  <w:txbxContent>
                    <w:p w:rsidR="00593910" w:rsidRPr="000B7C2F" w:rsidRDefault="00593910" w:rsidP="00593910">
                      <w:pPr>
                        <w:widowControl w:val="0"/>
                        <w:spacing w:line="280" w:lineRule="exact"/>
                        <w:jc w:val="center"/>
                        <w:rPr>
                          <w:rFonts w:ascii="Arial" w:hAnsi="Arial" w:cs="Arial"/>
                          <w:b/>
                          <w:color w:val="676767"/>
                          <w:sz w:val="28"/>
                          <w:szCs w:val="28"/>
                          <w:lang w:val="en"/>
                        </w:rPr>
                      </w:pPr>
                      <w:r w:rsidRPr="000B7C2F">
                        <w:rPr>
                          <w:rFonts w:ascii="Arial" w:hAnsi="Arial" w:cs="Arial"/>
                          <w:b/>
                          <w:color w:val="EF792F"/>
                          <w:spacing w:val="20"/>
                          <w:w w:val="90"/>
                          <w:sz w:val="28"/>
                          <w:szCs w:val="28"/>
                          <w:lang w:val="en"/>
                        </w:rPr>
                        <w:t>Haines City High School</w:t>
                      </w:r>
                    </w:p>
                    <w:p w:rsidR="00593910" w:rsidRPr="000B7C2F" w:rsidRDefault="002C6283" w:rsidP="00593910">
                      <w:pPr>
                        <w:widowControl w:val="0"/>
                        <w:spacing w:line="280" w:lineRule="exact"/>
                        <w:jc w:val="center"/>
                        <w:rPr>
                          <w:rFonts w:ascii="Arial" w:hAnsi="Arial" w:cs="Arial"/>
                          <w:b/>
                          <w:color w:val="676767"/>
                          <w:sz w:val="24"/>
                          <w:szCs w:val="24"/>
                          <w:lang w:val="en"/>
                        </w:rPr>
                      </w:pPr>
                      <w:r w:rsidRPr="000B7C2F">
                        <w:rPr>
                          <w:rFonts w:ascii="Arial" w:hAnsi="Arial" w:cs="Arial"/>
                          <w:b/>
                          <w:color w:val="676767"/>
                          <w:sz w:val="24"/>
                          <w:szCs w:val="24"/>
                          <w:lang w:val="en"/>
                        </w:rPr>
                        <w:t>Academy of Media Productions</w:t>
                      </w:r>
                    </w:p>
                    <w:p w:rsidR="002C6283" w:rsidRDefault="002C6283" w:rsidP="00593910">
                      <w:pPr>
                        <w:widowControl w:val="0"/>
                        <w:spacing w:line="280" w:lineRule="exact"/>
                        <w:jc w:val="center"/>
                        <w:rPr>
                          <w:rFonts w:ascii="Arial" w:hAnsi="Arial" w:cs="Arial"/>
                          <w:color w:val="676767"/>
                          <w:sz w:val="15"/>
                          <w:szCs w:val="15"/>
                          <w:lang w:val="en"/>
                        </w:rPr>
                      </w:pPr>
                    </w:p>
                    <w:p w:rsidR="002C6283" w:rsidRPr="00593910" w:rsidRDefault="002C6283" w:rsidP="002C6283">
                      <w:pPr>
                        <w:widowControl w:val="0"/>
                        <w:spacing w:line="280" w:lineRule="exact"/>
                        <w:jc w:val="center"/>
                        <w:rPr>
                          <w:rFonts w:ascii="Arial" w:hAnsi="Arial" w:cs="Arial"/>
                          <w:color w:val="676767"/>
                          <w:sz w:val="28"/>
                          <w:szCs w:val="28"/>
                          <w:lang w:val="en"/>
                        </w:rPr>
                      </w:pPr>
                      <w:r>
                        <w:rPr>
                          <w:rFonts w:ascii="Arial" w:hAnsi="Arial" w:cs="Arial"/>
                          <w:color w:val="EF792F"/>
                          <w:spacing w:val="20"/>
                          <w:w w:val="90"/>
                          <w:sz w:val="28"/>
                          <w:szCs w:val="28"/>
                          <w:lang w:val="en"/>
                        </w:rPr>
                        <w:t>Contact</w:t>
                      </w:r>
                    </w:p>
                    <w:p w:rsidR="002C6283" w:rsidRPr="000B7C2F" w:rsidRDefault="002C6283" w:rsidP="002C6283">
                      <w:pPr>
                        <w:widowControl w:val="0"/>
                        <w:spacing w:line="280" w:lineRule="exact"/>
                        <w:jc w:val="center"/>
                        <w:rPr>
                          <w:rFonts w:ascii="Arial" w:hAnsi="Arial" w:cs="Arial"/>
                          <w:b/>
                          <w:color w:val="676767"/>
                          <w:lang w:val="en"/>
                        </w:rPr>
                      </w:pPr>
                      <w:r w:rsidRPr="000B7C2F">
                        <w:rPr>
                          <w:rFonts w:ascii="Arial" w:hAnsi="Arial" w:cs="Arial"/>
                          <w:b/>
                          <w:color w:val="676767"/>
                          <w:lang w:val="en"/>
                        </w:rPr>
                        <w:t>Crystal Young, Academy Director</w:t>
                      </w:r>
                    </w:p>
                    <w:p w:rsidR="002C6283" w:rsidRPr="000B7C2F" w:rsidRDefault="00B927A4" w:rsidP="002C6283">
                      <w:pPr>
                        <w:widowControl w:val="0"/>
                        <w:spacing w:line="280" w:lineRule="exact"/>
                        <w:jc w:val="center"/>
                        <w:rPr>
                          <w:rFonts w:ascii="Arial" w:hAnsi="Arial" w:cs="Arial"/>
                          <w:color w:val="676767"/>
                          <w:lang w:val="en"/>
                        </w:rPr>
                      </w:pPr>
                      <w:r>
                        <w:rPr>
                          <w:rFonts w:ascii="Arial" w:hAnsi="Arial" w:cs="Arial"/>
                          <w:color w:val="676767"/>
                          <w:lang w:val="en"/>
                        </w:rPr>
                        <w:t xml:space="preserve"> (863) 421-3281x 268 </w:t>
                      </w:r>
                      <w:r w:rsidR="002C6283" w:rsidRPr="000B7C2F">
                        <w:rPr>
                          <w:rFonts w:ascii="Arial" w:hAnsi="Arial" w:cs="Arial"/>
                          <w:color w:val="676767"/>
                          <w:lang w:val="en"/>
                        </w:rPr>
                        <w:t>or</w:t>
                      </w:r>
                    </w:p>
                    <w:p w:rsidR="002C6283" w:rsidRPr="000B7C2F" w:rsidRDefault="002C6283" w:rsidP="002C6283">
                      <w:pPr>
                        <w:widowControl w:val="0"/>
                        <w:spacing w:line="280" w:lineRule="exact"/>
                        <w:jc w:val="center"/>
                        <w:rPr>
                          <w:rFonts w:ascii="Arial" w:hAnsi="Arial" w:cs="Arial"/>
                          <w:color w:val="676767"/>
                          <w:lang w:val="en"/>
                        </w:rPr>
                      </w:pPr>
                      <w:r w:rsidRPr="000B7C2F">
                        <w:rPr>
                          <w:rFonts w:ascii="Arial" w:hAnsi="Arial" w:cs="Arial"/>
                          <w:color w:val="676767"/>
                          <w:lang w:val="en"/>
                        </w:rPr>
                        <w:t>crystal.young@polk-fl.net</w:t>
                      </w:r>
                    </w:p>
                    <w:p w:rsidR="002C6283" w:rsidRPr="000B7C2F" w:rsidRDefault="002C6283" w:rsidP="002C6283">
                      <w:pPr>
                        <w:widowControl w:val="0"/>
                        <w:spacing w:line="280" w:lineRule="exact"/>
                        <w:jc w:val="center"/>
                        <w:rPr>
                          <w:rFonts w:ascii="Arial" w:hAnsi="Arial" w:cs="Arial"/>
                          <w:color w:val="676767"/>
                          <w:lang w:val="en"/>
                        </w:rPr>
                      </w:pPr>
                    </w:p>
                    <w:p w:rsidR="002C6283" w:rsidRPr="000B7C2F" w:rsidRDefault="002C6283" w:rsidP="002C6283">
                      <w:pPr>
                        <w:widowControl w:val="0"/>
                        <w:spacing w:line="280" w:lineRule="exact"/>
                        <w:jc w:val="center"/>
                        <w:rPr>
                          <w:rFonts w:ascii="Arial" w:hAnsi="Arial" w:cs="Arial"/>
                          <w:b/>
                          <w:color w:val="676767"/>
                          <w:lang w:val="en"/>
                        </w:rPr>
                      </w:pPr>
                      <w:r w:rsidRPr="000B7C2F">
                        <w:rPr>
                          <w:rFonts w:ascii="Arial" w:hAnsi="Arial" w:cs="Arial"/>
                          <w:b/>
                          <w:color w:val="676767"/>
                          <w:lang w:val="en"/>
                        </w:rPr>
                        <w:t>Lori Proctor, Academy Director</w:t>
                      </w:r>
                    </w:p>
                    <w:p w:rsidR="002C6283" w:rsidRPr="000B7C2F" w:rsidRDefault="002C6283" w:rsidP="002C6283">
                      <w:pPr>
                        <w:widowControl w:val="0"/>
                        <w:spacing w:line="280" w:lineRule="exact"/>
                        <w:jc w:val="center"/>
                        <w:rPr>
                          <w:rFonts w:ascii="Arial" w:hAnsi="Arial" w:cs="Arial"/>
                          <w:color w:val="676767"/>
                          <w:lang w:val="en"/>
                        </w:rPr>
                      </w:pPr>
                      <w:r w:rsidRPr="000B7C2F">
                        <w:rPr>
                          <w:rFonts w:ascii="Arial" w:hAnsi="Arial" w:cs="Arial"/>
                          <w:color w:val="676767"/>
                          <w:lang w:val="en"/>
                        </w:rPr>
                        <w:t>(863) 421-3281</w:t>
                      </w:r>
                      <w:r w:rsidR="000B7C2F" w:rsidRPr="000B7C2F">
                        <w:rPr>
                          <w:rFonts w:ascii="Arial" w:hAnsi="Arial" w:cs="Arial"/>
                          <w:color w:val="676767"/>
                          <w:lang w:val="en"/>
                        </w:rPr>
                        <w:t>x 238</w:t>
                      </w:r>
                      <w:r w:rsidR="00B927A4">
                        <w:rPr>
                          <w:rFonts w:ascii="Arial" w:hAnsi="Arial" w:cs="Arial"/>
                          <w:color w:val="676767"/>
                          <w:lang w:val="en"/>
                        </w:rPr>
                        <w:t xml:space="preserve"> </w:t>
                      </w:r>
                      <w:r w:rsidRPr="000B7C2F">
                        <w:rPr>
                          <w:rFonts w:ascii="Arial" w:hAnsi="Arial" w:cs="Arial"/>
                          <w:color w:val="676767"/>
                          <w:lang w:val="en"/>
                        </w:rPr>
                        <w:t>or</w:t>
                      </w:r>
                    </w:p>
                    <w:p w:rsidR="002C6283" w:rsidRPr="000B7C2F" w:rsidRDefault="000B7C2F" w:rsidP="002C6283">
                      <w:pPr>
                        <w:widowControl w:val="0"/>
                        <w:spacing w:line="280" w:lineRule="exact"/>
                        <w:jc w:val="center"/>
                        <w:rPr>
                          <w:rFonts w:ascii="Arial" w:hAnsi="Arial" w:cs="Arial"/>
                          <w:color w:val="676767"/>
                          <w:lang w:val="en"/>
                        </w:rPr>
                      </w:pPr>
                      <w:r w:rsidRPr="000B7C2F">
                        <w:rPr>
                          <w:rFonts w:ascii="Arial" w:hAnsi="Arial" w:cs="Arial"/>
                          <w:color w:val="676767"/>
                          <w:lang w:val="en"/>
                        </w:rPr>
                        <w:t>lori.proctor</w:t>
                      </w:r>
                      <w:r w:rsidR="002C6283" w:rsidRPr="000B7C2F">
                        <w:rPr>
                          <w:rFonts w:ascii="Arial" w:hAnsi="Arial" w:cs="Arial"/>
                          <w:color w:val="676767"/>
                          <w:lang w:val="en"/>
                        </w:rPr>
                        <w:t>@polk-fl.net</w:t>
                      </w:r>
                    </w:p>
                    <w:p w:rsidR="002C6283" w:rsidRDefault="002C6283" w:rsidP="00593910">
                      <w:pPr>
                        <w:widowControl w:val="0"/>
                        <w:spacing w:line="280" w:lineRule="exact"/>
                        <w:jc w:val="center"/>
                        <w:rPr>
                          <w:rFonts w:ascii="Arial" w:hAnsi="Arial" w:cs="Arial"/>
                          <w:color w:val="2E3640"/>
                          <w:sz w:val="15"/>
                          <w:szCs w:val="15"/>
                          <w:lang w:val="en"/>
                        </w:rPr>
                      </w:pPr>
                    </w:p>
                  </w:txbxContent>
                </v:textbox>
                <w10:wrap anchorx="page" anchory="page"/>
              </v:shape>
            </w:pict>
          </mc:Fallback>
        </mc:AlternateContent>
      </w:r>
      <w:r w:rsidR="009F7444">
        <w:rPr>
          <w:noProof/>
        </w:rPr>
        <mc:AlternateContent>
          <mc:Choice Requires="wps">
            <w:drawing>
              <wp:anchor distT="0" distB="0" distL="114300" distR="114300" simplePos="0" relativeHeight="251663872" behindDoc="0" locked="0" layoutInCell="1" allowOverlap="1">
                <wp:simplePos x="0" y="0"/>
                <wp:positionH relativeFrom="page">
                  <wp:posOffset>262255</wp:posOffset>
                </wp:positionH>
                <wp:positionV relativeFrom="page">
                  <wp:posOffset>5895340</wp:posOffset>
                </wp:positionV>
                <wp:extent cx="9601200" cy="657860"/>
                <wp:effectExtent l="6985" t="8890" r="12065" b="9525"/>
                <wp:wrapNone/>
                <wp:docPr id="14" name="Freeform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601200" cy="657860"/>
                        </a:xfrm>
                        <a:custGeom>
                          <a:avLst/>
                          <a:gdLst>
                            <a:gd name="T0" fmla="*/ 2128 w 2128"/>
                            <a:gd name="T1" fmla="*/ 0 h 169"/>
                            <a:gd name="T2" fmla="*/ 0 w 2128"/>
                            <a:gd name="T3" fmla="*/ 149 h 169"/>
                          </a:gdLst>
                          <a:ahLst/>
                          <a:cxnLst>
                            <a:cxn ang="0">
                              <a:pos x="T0" y="T1"/>
                            </a:cxn>
                            <a:cxn ang="0">
                              <a:pos x="T2" y="T3"/>
                            </a:cxn>
                          </a:cxnLst>
                          <a:rect l="0" t="0" r="r" b="b"/>
                          <a:pathLst>
                            <a:path w="2128" h="169">
                              <a:moveTo>
                                <a:pt x="2128" y="0"/>
                              </a:moveTo>
                              <a:cubicBezTo>
                                <a:pt x="1209" y="169"/>
                                <a:pt x="404" y="166"/>
                                <a:pt x="0" y="149"/>
                              </a:cubicBezTo>
                            </a:path>
                          </a:pathLst>
                        </a:custGeom>
                        <a:noFill/>
                        <a:ln w="6376">
                          <a:solidFill>
                            <a:srgbClr val="EFB32F"/>
                          </a:solidFill>
                          <a:miter lim="800000"/>
                          <a:headEnd/>
                          <a:tailEnd/>
                        </a:ln>
                        <a:effectLst/>
                        <a:extLst>
                          <a:ext uri="{909E8E84-426E-40DD-AFC4-6F175D3DCCD1}">
                            <a14:hiddenFill xmlns:a14="http://schemas.microsoft.com/office/drawing/2010/main">
                              <a:solidFill>
                                <a:srgbClr val="FFFFFE"/>
                              </a:solidFill>
                            </a14:hiddenFill>
                          </a:ext>
                          <a:ext uri="{AF507438-7753-43E0-B8FC-AC1667EBCBE1}">
                            <a14:hiddenEffects xmlns:a14="http://schemas.microsoft.com/office/drawing/2010/main">
                              <a:effectLst>
                                <a:outerShdw dist="35921" dir="2700000" algn="ctr" rotWithShape="0">
                                  <a:srgbClr val="8C8682"/>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6" o:spid="_x0000_s1026" style="position:absolute;margin-left:20.65pt;margin-top:464.2pt;width:756pt;height:51.8p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128,1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" path="m2128,c1209,169,404,166,,149e" filled="f" fillcolor="#fffffe" strokecolor="#efb32f" strokeweight=".17711mm">
                <v:stroke joinstyle="miter"/>
                <v:shadow color="#8c8682"/>
                <v:path arrowok="t" o:connecttype="custom" o:connectlocs="9601200,0;0,580007" o:connectangles="0,0"/>
                <w10:wrap anchorx="page" anchory="page"/>
              </v:shape>
            </w:pict>
          </mc:Fallback>
        </mc:AlternateContent>
      </w:r>
      <w:r w:rsidR="009F7444">
        <w:rPr>
          <w:noProof/>
        </w:rPr>
        <mc:AlternateContent>
          <mc:Choice Requires="wps">
            <w:drawing>
              <wp:anchor distT="0" distB="0" distL="114300" distR="114300" simplePos="0" relativeHeight="251672064" behindDoc="0" locked="0" layoutInCell="1" allowOverlap="1">
                <wp:simplePos x="0" y="0"/>
                <wp:positionH relativeFrom="page">
                  <wp:posOffset>457200</wp:posOffset>
                </wp:positionH>
                <wp:positionV relativeFrom="page">
                  <wp:posOffset>633095</wp:posOffset>
                </wp:positionV>
                <wp:extent cx="9104630" cy="860425"/>
                <wp:effectExtent l="9525" t="13970" r="10795" b="11430"/>
                <wp:wrapNone/>
                <wp:docPr id="13" name="Freeform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04630" cy="860425"/>
                        </a:xfrm>
                        <a:custGeom>
                          <a:avLst/>
                          <a:gdLst>
                            <a:gd name="T0" fmla="*/ 0 w 3171"/>
                            <a:gd name="T1" fmla="*/ 427 h 427"/>
                            <a:gd name="T2" fmla="*/ 3171 w 3171"/>
                            <a:gd name="T3" fmla="*/ 52 h 427"/>
                          </a:gdLst>
                          <a:ahLst/>
                          <a:cxnLst>
                            <a:cxn ang="0">
                              <a:pos x="T0" y="T1"/>
                            </a:cxn>
                            <a:cxn ang="0">
                              <a:pos x="T2" y="T3"/>
                            </a:cxn>
                          </a:cxnLst>
                          <a:rect l="0" t="0" r="r" b="b"/>
                          <a:pathLst>
                            <a:path w="3171" h="427">
                              <a:moveTo>
                                <a:pt x="0" y="427"/>
                              </a:moveTo>
                              <a:cubicBezTo>
                                <a:pt x="1369" y="0"/>
                                <a:pt x="2702" y="25"/>
                                <a:pt x="3171" y="52"/>
                              </a:cubicBezTo>
                            </a:path>
                          </a:pathLst>
                        </a:custGeom>
                        <a:noFill/>
                        <a:ln w="6376">
                          <a:solidFill>
                            <a:srgbClr val="EFB32F"/>
                          </a:solidFill>
                          <a:miter lim="800000"/>
                          <a:headEnd/>
                          <a:tailEnd/>
                        </a:ln>
                        <a:effectLst/>
                        <a:extLst>
                          <a:ext uri="{909E8E84-426E-40DD-AFC4-6F175D3DCCD1}">
                            <a14:hiddenFill xmlns:a14="http://schemas.microsoft.com/office/drawing/2010/main">
                              <a:solidFill>
                                <a:srgbClr val="FFFFFE"/>
                              </a:solidFill>
                            </a14:hiddenFill>
                          </a:ext>
                          <a:ext uri="{AF507438-7753-43E0-B8FC-AC1667EBCBE1}">
                            <a14:hiddenEffects xmlns:a14="http://schemas.microsoft.com/office/drawing/2010/main">
                              <a:effectLst>
                                <a:outerShdw dist="35921" dir="2700000" algn="ctr" rotWithShape="0">
                                  <a:srgbClr val="8C8682"/>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60" o:spid="_x0000_s1026" style="position:absolute;margin-left:36pt;margin-top:49.85pt;width:716.9pt;height:67.75pt;z-index:251672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3171,4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" path="m,427c1369,,2702,25,3171,52e" filled="f" fillcolor="#fffffe" strokecolor="#efb32f" strokeweight=".17711mm">
                <v:stroke joinstyle="miter"/>
                <v:shadow color="#8c8682"/>
                <v:path arrowok="t" o:connecttype="custom" o:connectlocs="0,860425;9104630,104782" o:connectangles="0,0"/>
                <w10:wrap anchorx="page" anchory="page"/>
              </v:shape>
            </w:pict>
          </mc:Fallback>
        </mc:AlternateContent>
      </w:r>
      <w:r w:rsidR="009F7444">
        <w:rPr>
          <w:noProof/>
        </w:rPr>
        <mc:AlternateContent>
          <mc:Choice Requires="wps">
            <w:drawing>
              <wp:anchor distT="0" distB="0" distL="114300" distR="114300" simplePos="0" relativeHeight="251670016" behindDoc="0" locked="0" layoutInCell="1" allowOverlap="1">
                <wp:simplePos x="0" y="0"/>
                <wp:positionH relativeFrom="page">
                  <wp:posOffset>320675</wp:posOffset>
                </wp:positionH>
                <wp:positionV relativeFrom="page">
                  <wp:posOffset>565785</wp:posOffset>
                </wp:positionV>
                <wp:extent cx="9297035" cy="927735"/>
                <wp:effectExtent l="6350" t="13335" r="12065" b="11430"/>
                <wp:wrapNone/>
                <wp:docPr id="12" name="Freeform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297035" cy="927735"/>
                        </a:xfrm>
                        <a:custGeom>
                          <a:avLst/>
                          <a:gdLst>
                            <a:gd name="T0" fmla="*/ 0 w 3171"/>
                            <a:gd name="T1" fmla="*/ 426 h 426"/>
                            <a:gd name="T2" fmla="*/ 3171 w 3171"/>
                            <a:gd name="T3" fmla="*/ 56 h 426"/>
                          </a:gdLst>
                          <a:ahLst/>
                          <a:cxnLst>
                            <a:cxn ang="0">
                              <a:pos x="T0" y="T1"/>
                            </a:cxn>
                            <a:cxn ang="0">
                              <a:pos x="T2" y="T3"/>
                            </a:cxn>
                          </a:cxnLst>
                          <a:rect l="0" t="0" r="r" b="b"/>
                          <a:pathLst>
                            <a:path w="3171" h="426">
                              <a:moveTo>
                                <a:pt x="0" y="426"/>
                              </a:moveTo>
                              <a:cubicBezTo>
                                <a:pt x="1377" y="0"/>
                                <a:pt x="2716" y="29"/>
                                <a:pt x="3171" y="56"/>
                              </a:cubicBezTo>
                            </a:path>
                          </a:pathLst>
                        </a:custGeom>
                        <a:noFill/>
                        <a:ln w="6376">
                          <a:solidFill>
                            <a:srgbClr val="EFB32F"/>
                          </a:solidFill>
                          <a:miter lim="800000"/>
                          <a:headEnd/>
                          <a:tailEnd/>
                        </a:ln>
                        <a:effectLst/>
                        <a:extLst>
                          <a:ext uri="{909E8E84-426E-40DD-AFC4-6F175D3DCCD1}">
                            <a14:hiddenFill xmlns:a14="http://schemas.microsoft.com/office/drawing/2010/main">
                              <a:solidFill>
                                <a:srgbClr val="FFFFFE"/>
                              </a:solidFill>
                            </a14:hiddenFill>
                          </a:ext>
                          <a:ext uri="{AF507438-7753-43E0-B8FC-AC1667EBCBE1}">
                            <a14:hiddenEffects xmlns:a14="http://schemas.microsoft.com/office/drawing/2010/main">
                              <a:effectLst>
                                <a:outerShdw dist="35921" dir="2700000" algn="ctr" rotWithShape="0">
                                  <a:srgbClr val="8C8682"/>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8" o:spid="_x0000_s1026" style="position:absolute;margin-left:25.25pt;margin-top:44.55pt;width:732.05pt;height:73.05pt;z-index:251670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3171,4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" path="m,426c1377,,2716,29,3171,56e" filled="f" fillcolor="#fffffe" strokecolor="#efb32f" strokeweight=".17711mm">
                <v:stroke joinstyle="miter"/>
                <v:shadow color="#8c8682"/>
                <v:path arrowok="t" o:connecttype="custom" o:connectlocs="0,927735;9297035,121956" o:connectangles="0,0"/>
                <w10:wrap anchorx="page" anchory="page"/>
              </v:shape>
            </w:pict>
          </mc:Fallback>
        </mc:AlternateContent>
      </w:r>
      <w:r w:rsidR="009F7444">
        <w:rPr>
          <w:noProof/>
        </w:rPr>
        <mc:AlternateContent>
          <mc:Choice Requires="wps">
            <w:drawing>
              <wp:anchor distT="0" distB="0" distL="114300" distR="114300" simplePos="0" relativeHeight="251666944" behindDoc="0" locked="0" layoutInCell="1" allowOverlap="1">
                <wp:simplePos x="0" y="0"/>
                <wp:positionH relativeFrom="page">
                  <wp:posOffset>228600</wp:posOffset>
                </wp:positionH>
                <wp:positionV relativeFrom="page">
                  <wp:posOffset>228600</wp:posOffset>
                </wp:positionV>
                <wp:extent cx="9601200" cy="1391285"/>
                <wp:effectExtent l="0" t="0" r="0" b="6350"/>
                <wp:wrapNone/>
                <wp:docPr id="11" name="Freeform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601200" cy="1391285"/>
                        </a:xfrm>
                        <a:custGeom>
                          <a:avLst/>
                          <a:gdLst>
                            <a:gd name="T0" fmla="*/ 0 w 3168"/>
                            <a:gd name="T1" fmla="*/ 0 h 627"/>
                            <a:gd name="T2" fmla="*/ 0 w 3168"/>
                            <a:gd name="T3" fmla="*/ 627 h 627"/>
                            <a:gd name="T4" fmla="*/ 2168 w 3168"/>
                            <a:gd name="T5" fmla="*/ 276 h 627"/>
                            <a:gd name="T6" fmla="*/ 3168 w 3168"/>
                            <a:gd name="T7" fmla="*/ 242 h 627"/>
                            <a:gd name="T8" fmla="*/ 3168 w 3168"/>
                            <a:gd name="T9" fmla="*/ 0 h 627"/>
                            <a:gd name="T10" fmla="*/ 0 w 3168"/>
                            <a:gd name="T11" fmla="*/ 0 h 627"/>
                          </a:gdLst>
                          <a:ahLst/>
                          <a:cxnLst>
                            <a:cxn ang="0">
                              <a:pos x="T0" y="T1"/>
                            </a:cxn>
                            <a:cxn ang="0">
                              <a:pos x="T2" y="T3"/>
                            </a:cxn>
                            <a:cxn ang="0">
                              <a:pos x="T4" y="T5"/>
                            </a:cxn>
                            <a:cxn ang="0">
                              <a:pos x="T6" y="T7"/>
                            </a:cxn>
                            <a:cxn ang="0">
                              <a:pos x="T8" y="T9"/>
                            </a:cxn>
                            <a:cxn ang="0">
                              <a:pos x="T10" y="T11"/>
                            </a:cxn>
                          </a:cxnLst>
                          <a:rect l="0" t="0" r="r" b="b"/>
                          <a:pathLst>
                            <a:path w="3168" h="627">
                              <a:moveTo>
                                <a:pt x="0" y="0"/>
                              </a:moveTo>
                              <a:cubicBezTo>
                                <a:pt x="0" y="627"/>
                                <a:pt x="0" y="627"/>
                                <a:pt x="0" y="627"/>
                              </a:cubicBezTo>
                              <a:cubicBezTo>
                                <a:pt x="731" y="409"/>
                                <a:pt x="1853" y="296"/>
                                <a:pt x="2168" y="276"/>
                              </a:cubicBezTo>
                              <a:cubicBezTo>
                                <a:pt x="2610" y="249"/>
                                <a:pt x="2951" y="243"/>
                                <a:pt x="3168" y="242"/>
                              </a:cubicBezTo>
                              <a:cubicBezTo>
                                <a:pt x="3168" y="0"/>
                                <a:pt x="3168" y="0"/>
                                <a:pt x="3168" y="0"/>
                              </a:cubicBezTo>
                              <a:lnTo>
                                <a:pt x="0" y="0"/>
                              </a:lnTo>
                              <a:close/>
                            </a:path>
                          </a:pathLst>
                        </a:custGeom>
                        <a:solidFill>
                          <a:srgbClr val="2E3640"/>
                        </a:solidFill>
                        <a:ln>
                          <a:noFill/>
                        </a:ln>
                        <a:effectLst/>
                        <a:extLst>
                          <a:ext uri="{91240B29-F687-4F45-9708-019B960494DF}">
                            <a14:hiddenLine xmlns:a14="http://schemas.microsoft.com/office/drawing/2010/main" w="9525">
                              <a:solidFill>
                                <a:srgbClr val="212120"/>
                              </a:solidFill>
                              <a:round/>
                              <a:headEnd/>
                              <a:tailEnd/>
                            </a14:hiddenLine>
                          </a:ext>
                          <a:ext uri="{AF507438-7753-43E0-B8FC-AC1667EBCBE1}">
                            <a14:hiddenEffects xmlns:a14="http://schemas.microsoft.com/office/drawing/2010/main">
                              <a:effectLst>
                                <a:outerShdw dist="35921" dir="2700000" algn="ctr" rotWithShape="0">
                                  <a:srgbClr val="8C8682"/>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5" o:spid="_x0000_s1026" style="position:absolute;margin-left:18pt;margin-top:18pt;width:756pt;height:109.55pt;z-index:251666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3168,6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" path="m,c,627,,627,,627,731,409,1853,296,2168,276v442,-27,783,-33,1000,-34c3168,,3168,,3168,l,xe" fillcolor="#2e3640" stroked="f" strokecolor="#212120">
                <v:shadow color="#8c8682"/>
                <v:path arrowok="t" o:connecttype="custom" o:connectlocs="0,0;0,1391285;6570518,612432;9601200,536987;9601200,0;0,0" o:connectangles="0,0,0,0,0,0"/>
                <w10:wrap anchorx="page" anchory="page"/>
              </v:shape>
            </w:pict>
          </mc:Fallback>
        </mc:AlternateContent>
      </w:r>
      <w:r w:rsidR="009F7444">
        <w:rPr>
          <w:noProof/>
        </w:rPr>
        <mc:AlternateContent>
          <mc:Choice Requires="wps">
            <w:drawing>
              <wp:anchor distT="36576" distB="36576" distL="36576" distR="36576" simplePos="0" relativeHeight="251674112" behindDoc="0" locked="0" layoutInCell="1" allowOverlap="1">
                <wp:simplePos x="0" y="0"/>
                <wp:positionH relativeFrom="page">
                  <wp:posOffset>457200</wp:posOffset>
                </wp:positionH>
                <wp:positionV relativeFrom="page">
                  <wp:posOffset>342900</wp:posOffset>
                </wp:positionV>
                <wp:extent cx="9406255" cy="1257300"/>
                <wp:effectExtent l="0" t="0" r="4445" b="0"/>
                <wp:wrapNone/>
                <wp:docPr id="10"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06255" cy="1257300"/>
                        </a:xfrm>
                        <a:prstGeom prst="rect">
                          <a:avLst/>
                        </a:prstGeom>
                        <a:noFill/>
                        <a:ln>
                          <a:noFill/>
                        </a:ln>
                        <a:effectLst/>
                        <a:extLst>
                          <a:ext uri="{909E8E84-426E-40DD-AFC4-6F175D3DCCD1}">
                            <a14:hiddenFill xmlns:a14="http://schemas.microsoft.com/office/drawing/2010/main">
                              <a:solidFill>
                                <a:srgbClr val="FFFFFE"/>
                              </a:solidFill>
                            </a14:hiddenFill>
                          </a:ext>
                          <a:ext uri="{91240B29-F687-4F45-9708-019B960494DF}">
                            <a14:hiddenLine xmlns:a14="http://schemas.microsoft.com/office/drawing/2010/main" w="9525" algn="in">
                              <a:solidFill>
                                <a:srgbClr val="212120"/>
                              </a:solidFill>
                              <a:miter lim="800000"/>
                              <a:headEnd/>
                              <a:tailEnd/>
                            </a14:hiddenLine>
                          </a:ext>
                          <a:ext uri="{AF507438-7753-43E0-B8FC-AC1667EBCBE1}">
                            <a14:hiddenEffects xmlns:a14="http://schemas.microsoft.com/office/drawing/2010/main">
                              <a:effectLst/>
                            </a14:hiddenEffects>
                          </a:ext>
                        </a:extLst>
                      </wps:spPr>
                      <wps:txbx>
                        <w:txbxContent>
                          <w:p w:rsidR="006A2125" w:rsidRPr="002F5E52" w:rsidRDefault="002F5E52" w:rsidP="002F5E52">
                            <w:pPr>
                              <w:widowControl w:val="0"/>
                              <w:jc w:val="center"/>
                              <w:rPr>
                                <w:rFonts w:ascii="Arial" w:hAnsi="Arial" w:cs="Arial"/>
                                <w:b/>
                                <w:color w:val="FFFFFE"/>
                                <w:w w:val="90"/>
                                <w:sz w:val="56"/>
                                <w:szCs w:val="56"/>
                                <w:lang w:val="en"/>
                              </w:rPr>
                            </w:pPr>
                            <w:r w:rsidRPr="002F5E52">
                              <w:rPr>
                                <w:rFonts w:ascii="Arial" w:hAnsi="Arial" w:cs="Arial"/>
                                <w:b/>
                                <w:color w:val="FFFFFE"/>
                                <w:w w:val="90"/>
                                <w:sz w:val="56"/>
                                <w:szCs w:val="56"/>
                                <w:lang w:val="en"/>
                              </w:rPr>
                              <w:t>Academy of Media Productions of Haines City High School</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2" o:spid="_x0000_s1037" type="#_x0000_t202" style="position:absolute;margin-left:36pt;margin-top:27pt;width:740.65pt;height:99pt;z-index:251674112;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" filled="f" fillcolor="#fffffe" stroked="f" strokecolor="#212120" insetpen="t">
                <v:textbox inset="2.88pt,2.88pt,2.88pt,2.88pt">
                  <w:txbxContent>
                    <w:p w:rsidR="006A2125" w:rsidRPr="002F5E52" w:rsidRDefault="002F5E52" w:rsidP="002F5E52">
                      <w:pPr>
                        <w:widowControl w:val="0"/>
                        <w:jc w:val="center"/>
                        <w:rPr>
                          <w:rFonts w:ascii="Arial" w:hAnsi="Arial" w:cs="Arial"/>
                          <w:b/>
                          <w:color w:val="FFFFFE"/>
                          <w:w w:val="90"/>
                          <w:sz w:val="56"/>
                          <w:szCs w:val="56"/>
                          <w:lang w:val="en"/>
                        </w:rPr>
                      </w:pPr>
                      <w:r w:rsidRPr="002F5E52">
                        <w:rPr>
                          <w:rFonts w:ascii="Arial" w:hAnsi="Arial" w:cs="Arial"/>
                          <w:b/>
                          <w:color w:val="FFFFFE"/>
                          <w:w w:val="90"/>
                          <w:sz w:val="56"/>
                          <w:szCs w:val="56"/>
                          <w:lang w:val="en"/>
                        </w:rPr>
                        <w:t>Academy of Media Productions of Haines City High School</w:t>
                      </w:r>
                    </w:p>
                  </w:txbxContent>
                </v:textbox>
                <w10:wrap anchorx="page" anchory="page"/>
              </v:shape>
            </w:pict>
          </mc:Fallback>
        </mc:AlternateContent>
      </w:r>
      <w:r w:rsidR="009F7444">
        <w:rPr>
          <w:noProof/>
        </w:rPr>
        <mc:AlternateContent>
          <mc:Choice Requires="wps">
            <w:drawing>
              <wp:anchor distT="36576" distB="36576" distL="36576" distR="36576" simplePos="0" relativeHeight="251664896" behindDoc="0" locked="0" layoutInCell="1" allowOverlap="1">
                <wp:simplePos x="0" y="0"/>
                <wp:positionH relativeFrom="page">
                  <wp:posOffset>457200</wp:posOffset>
                </wp:positionH>
                <wp:positionV relativeFrom="page">
                  <wp:posOffset>6666865</wp:posOffset>
                </wp:positionV>
                <wp:extent cx="9309735" cy="546100"/>
                <wp:effectExtent l="0" t="0" r="0" b="0"/>
                <wp:wrapNone/>
                <wp:docPr id="9"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09735" cy="546100"/>
                        </a:xfrm>
                        <a:prstGeom prst="rect">
                          <a:avLst/>
                        </a:prstGeom>
                        <a:noFill/>
                        <a:ln>
                          <a:noFill/>
                        </a:ln>
                        <a:effectLst/>
                        <a:extLst>
                          <a:ext uri="{909E8E84-426E-40DD-AFC4-6F175D3DCCD1}">
                            <a14:hiddenFill xmlns:a14="http://schemas.microsoft.com/office/drawing/2010/main">
                              <a:solidFill>
                                <a:srgbClr val="FFFFFE"/>
                              </a:solidFill>
                            </a14:hiddenFill>
                          </a:ext>
                          <a:ext uri="{91240B29-F687-4F45-9708-019B960494DF}">
                            <a14:hiddenLine xmlns:a14="http://schemas.microsoft.com/office/drawing/2010/main" w="9525" algn="in">
                              <a:solidFill>
                                <a:srgbClr val="212120"/>
                              </a:solidFill>
                              <a:miter lim="800000"/>
                              <a:headEnd/>
                              <a:tailEnd/>
                            </a14:hiddenLine>
                          </a:ext>
                          <a:ext uri="{AF507438-7753-43E0-B8FC-AC1667EBCBE1}">
                            <a14:hiddenEffects xmlns:a14="http://schemas.microsoft.com/office/drawing/2010/main">
                              <a:effectLst/>
                            </a14:hiddenEffects>
                          </a:ext>
                        </a:extLst>
                      </wps:spPr>
                      <wps:txbx>
                        <w:txbxContent>
                          <w:p w:rsidR="006A2125" w:rsidRPr="002A576D" w:rsidRDefault="002A576D" w:rsidP="002A576D">
                            <w:pPr>
                              <w:widowControl w:val="0"/>
                              <w:rPr>
                                <w:rFonts w:ascii="Arial" w:hAnsi="Arial" w:cs="Arial"/>
                                <w:color w:val="FFFFFE"/>
                                <w:sz w:val="40"/>
                                <w:szCs w:val="40"/>
                                <w:lang w:val="en"/>
                              </w:rPr>
                            </w:pPr>
                            <w:r w:rsidRPr="002A576D">
                              <w:rPr>
                                <w:rFonts w:ascii="Arial" w:hAnsi="Arial" w:cs="Arial"/>
                                <w:color w:val="FFFFFE"/>
                                <w:sz w:val="40"/>
                                <w:szCs w:val="40"/>
                                <w:lang w:val="en"/>
                              </w:rPr>
                              <w:t>For More Information:</w:t>
                            </w:r>
                            <w:r>
                              <w:rPr>
                                <w:rFonts w:ascii="Arial" w:hAnsi="Arial" w:cs="Arial"/>
                                <w:color w:val="FFFFFE"/>
                                <w:sz w:val="40"/>
                                <w:szCs w:val="40"/>
                                <w:lang w:val="en"/>
                              </w:rPr>
                              <w:tab/>
                            </w:r>
                            <w:r>
                              <w:rPr>
                                <w:rFonts w:ascii="Arial" w:hAnsi="Arial" w:cs="Arial"/>
                                <w:color w:val="FFFFFE"/>
                                <w:sz w:val="40"/>
                                <w:szCs w:val="40"/>
                                <w:lang w:val="en"/>
                              </w:rPr>
                              <w:tab/>
                            </w:r>
                            <w:r w:rsidRPr="002A576D">
                              <w:rPr>
                                <w:rFonts w:ascii="Arial" w:hAnsi="Arial" w:cs="Arial"/>
                                <w:color w:val="FFFFFE"/>
                                <w:sz w:val="40"/>
                                <w:szCs w:val="40"/>
                                <w:lang w:val="en"/>
                              </w:rPr>
                              <w:t>www.PolkAcademies.com</w:t>
                            </w:r>
                            <w:r>
                              <w:rPr>
                                <w:rFonts w:ascii="Arial" w:hAnsi="Arial" w:cs="Arial"/>
                                <w:color w:val="FFFFFE"/>
                                <w:sz w:val="40"/>
                                <w:szCs w:val="40"/>
                                <w:lang w:val="en"/>
                              </w:rPr>
                              <w:tab/>
                            </w:r>
                            <w:r>
                              <w:rPr>
                                <w:rFonts w:ascii="Arial" w:hAnsi="Arial" w:cs="Arial"/>
                                <w:color w:val="FFFFFE"/>
                                <w:sz w:val="40"/>
                                <w:szCs w:val="40"/>
                                <w:lang w:val="en"/>
                              </w:rPr>
                              <w:tab/>
                            </w:r>
                            <w:r w:rsidR="002F5E52" w:rsidRPr="002F5E52">
                              <w:rPr>
                                <w:rFonts w:ascii="Arial" w:hAnsi="Arial" w:cs="Arial"/>
                                <w:color w:val="FFFFFE"/>
                                <w:sz w:val="44"/>
                                <w:szCs w:val="44"/>
                                <w:lang w:val="en"/>
                              </w:rPr>
                              <w:t xml:space="preserve">     </w:t>
                            </w:r>
                            <w:r w:rsidRPr="002F5E52">
                              <w:rPr>
                                <w:rFonts w:ascii="Arial" w:hAnsi="Arial" w:cs="Arial"/>
                                <w:color w:val="FFFFFE"/>
                                <w:sz w:val="44"/>
                                <w:szCs w:val="44"/>
                                <w:lang w:val="en"/>
                              </w:rPr>
                              <w:t>(863)</w:t>
                            </w:r>
                            <w:r w:rsidR="002F5E52" w:rsidRPr="002F5E52">
                              <w:rPr>
                                <w:rFonts w:ascii="Arial" w:hAnsi="Arial" w:cs="Arial"/>
                                <w:color w:val="FFFFFE"/>
                                <w:sz w:val="44"/>
                                <w:szCs w:val="44"/>
                                <w:lang w:val="en"/>
                              </w:rPr>
                              <w:t>421-3281</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 o:spid="_x0000_s1038" type="#_x0000_t202" style="position:absolute;margin-left:36pt;margin-top:524.95pt;width:733.05pt;height:43pt;z-index:251664896;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" filled="f" fillcolor="#fffffe" stroked="f" strokecolor="#212120" insetpen="t">
                <v:textbox inset="2.88pt,2.88pt,2.88pt,2.88pt">
                  <w:txbxContent>
                    <w:p w:rsidR="006A2125" w:rsidRPr="002A576D" w:rsidRDefault="002A576D" w:rsidP="002A576D">
                      <w:pPr>
                        <w:widowControl w:val="0"/>
                        <w:rPr>
                          <w:rFonts w:ascii="Arial" w:hAnsi="Arial" w:cs="Arial"/>
                          <w:color w:val="FFFFFE"/>
                          <w:sz w:val="40"/>
                          <w:szCs w:val="40"/>
                          <w:lang w:val="en"/>
                        </w:rPr>
                      </w:pPr>
                      <w:r w:rsidRPr="002A576D">
                        <w:rPr>
                          <w:rFonts w:ascii="Arial" w:hAnsi="Arial" w:cs="Arial"/>
                          <w:color w:val="FFFFFE"/>
                          <w:sz w:val="40"/>
                          <w:szCs w:val="40"/>
                          <w:lang w:val="en"/>
                        </w:rPr>
                        <w:t>For More Information:</w:t>
                      </w:r>
                      <w:r>
                        <w:rPr>
                          <w:rFonts w:ascii="Arial" w:hAnsi="Arial" w:cs="Arial"/>
                          <w:color w:val="FFFFFE"/>
                          <w:sz w:val="40"/>
                          <w:szCs w:val="40"/>
                          <w:lang w:val="en"/>
                        </w:rPr>
                        <w:tab/>
                      </w:r>
                      <w:r>
                        <w:rPr>
                          <w:rFonts w:ascii="Arial" w:hAnsi="Arial" w:cs="Arial"/>
                          <w:color w:val="FFFFFE"/>
                          <w:sz w:val="40"/>
                          <w:szCs w:val="40"/>
                          <w:lang w:val="en"/>
                        </w:rPr>
                        <w:tab/>
                      </w:r>
                      <w:r w:rsidRPr="002A576D">
                        <w:rPr>
                          <w:rFonts w:ascii="Arial" w:hAnsi="Arial" w:cs="Arial"/>
                          <w:color w:val="FFFFFE"/>
                          <w:sz w:val="40"/>
                          <w:szCs w:val="40"/>
                          <w:lang w:val="en"/>
                        </w:rPr>
                        <w:t>www.PolkAcademies.com</w:t>
                      </w:r>
                      <w:r>
                        <w:rPr>
                          <w:rFonts w:ascii="Arial" w:hAnsi="Arial" w:cs="Arial"/>
                          <w:color w:val="FFFFFE"/>
                          <w:sz w:val="40"/>
                          <w:szCs w:val="40"/>
                          <w:lang w:val="en"/>
                        </w:rPr>
                        <w:tab/>
                      </w:r>
                      <w:r>
                        <w:rPr>
                          <w:rFonts w:ascii="Arial" w:hAnsi="Arial" w:cs="Arial"/>
                          <w:color w:val="FFFFFE"/>
                          <w:sz w:val="40"/>
                          <w:szCs w:val="40"/>
                          <w:lang w:val="en"/>
                        </w:rPr>
                        <w:tab/>
                      </w:r>
                      <w:r w:rsidR="002F5E52" w:rsidRPr="002F5E52">
                        <w:rPr>
                          <w:rFonts w:ascii="Arial" w:hAnsi="Arial" w:cs="Arial"/>
                          <w:color w:val="FFFFFE"/>
                          <w:sz w:val="44"/>
                          <w:szCs w:val="44"/>
                          <w:lang w:val="en"/>
                        </w:rPr>
                        <w:t xml:space="preserve">     </w:t>
                      </w:r>
                      <w:r w:rsidRPr="002F5E52">
                        <w:rPr>
                          <w:rFonts w:ascii="Arial" w:hAnsi="Arial" w:cs="Arial"/>
                          <w:color w:val="FFFFFE"/>
                          <w:sz w:val="44"/>
                          <w:szCs w:val="44"/>
                          <w:lang w:val="en"/>
                        </w:rPr>
                        <w:t>(863)</w:t>
                      </w:r>
                      <w:r w:rsidR="002F5E52" w:rsidRPr="002F5E52">
                        <w:rPr>
                          <w:rFonts w:ascii="Arial" w:hAnsi="Arial" w:cs="Arial"/>
                          <w:color w:val="FFFFFE"/>
                          <w:sz w:val="44"/>
                          <w:szCs w:val="44"/>
                          <w:lang w:val="en"/>
                        </w:rPr>
                        <w:t>421-3281</w:t>
                      </w:r>
                    </w:p>
                  </w:txbxContent>
                </v:textbox>
                <w10:wrap anchorx="page" anchory="page"/>
              </v:shape>
            </w:pict>
          </mc:Fallback>
        </mc:AlternateContent>
      </w:r>
      <w:r w:rsidR="009F7444">
        <w:rPr>
          <w:noProof/>
        </w:rPr>
        <mc:AlternateContent>
          <mc:Choice Requires="wps">
            <w:drawing>
              <wp:anchor distT="0" distB="0" distL="114300" distR="114300" simplePos="0" relativeHeight="251661824" behindDoc="0" locked="0" layoutInCell="1" allowOverlap="1">
                <wp:simplePos x="0" y="0"/>
                <wp:positionH relativeFrom="page">
                  <wp:posOffset>228600</wp:posOffset>
                </wp:positionH>
                <wp:positionV relativeFrom="page">
                  <wp:posOffset>5970905</wp:posOffset>
                </wp:positionV>
                <wp:extent cx="9863455" cy="661670"/>
                <wp:effectExtent l="9525" t="8255" r="13970" b="6350"/>
                <wp:wrapNone/>
                <wp:docPr id="8" name="Freeform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863455" cy="661670"/>
                        </a:xfrm>
                        <a:custGeom>
                          <a:avLst/>
                          <a:gdLst>
                            <a:gd name="T0" fmla="*/ 2128 w 2128"/>
                            <a:gd name="T1" fmla="*/ 0 h 168"/>
                            <a:gd name="T2" fmla="*/ 0 w 2128"/>
                            <a:gd name="T3" fmla="*/ 146 h 168"/>
                          </a:gdLst>
                          <a:ahLst/>
                          <a:cxnLst>
                            <a:cxn ang="0">
                              <a:pos x="T0" y="T1"/>
                            </a:cxn>
                            <a:cxn ang="0">
                              <a:pos x="T2" y="T3"/>
                            </a:cxn>
                          </a:cxnLst>
                          <a:rect l="0" t="0" r="r" b="b"/>
                          <a:pathLst>
                            <a:path w="2128" h="168">
                              <a:moveTo>
                                <a:pt x="2128" y="0"/>
                              </a:moveTo>
                              <a:cubicBezTo>
                                <a:pt x="1205" y="168"/>
                                <a:pt x="397" y="164"/>
                                <a:pt x="0" y="146"/>
                              </a:cubicBezTo>
                            </a:path>
                          </a:pathLst>
                        </a:custGeom>
                        <a:noFill/>
                        <a:ln w="6376">
                          <a:solidFill>
                            <a:srgbClr val="EFB32F"/>
                          </a:solidFill>
                          <a:miter lim="800000"/>
                          <a:headEnd/>
                          <a:tailEnd/>
                        </a:ln>
                        <a:effectLst/>
                        <a:extLst>
                          <a:ext uri="{909E8E84-426E-40DD-AFC4-6F175D3DCCD1}">
                            <a14:hiddenFill xmlns:a14="http://schemas.microsoft.com/office/drawing/2010/main">
                              <a:solidFill>
                                <a:srgbClr val="FFFFFE"/>
                              </a:solidFill>
                            </a14:hiddenFill>
                          </a:ext>
                          <a:ext uri="{AF507438-7753-43E0-B8FC-AC1667EBCBE1}">
                            <a14:hiddenEffects xmlns:a14="http://schemas.microsoft.com/office/drawing/2010/main">
                              <a:effectLst>
                                <a:outerShdw dist="35921" dir="2700000" algn="ctr" rotWithShape="0">
                                  <a:srgbClr val="8C8682"/>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4" o:spid="_x0000_s1026" style="position:absolute;margin-left:18pt;margin-top:470.15pt;width:776.65pt;height:52.1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128,1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" path="m2128,c1205,168,397,164,,146e" filled="f" fillcolor="#fffffe" strokecolor="#efb32f" strokeweight=".17711mm">
                <v:stroke joinstyle="miter"/>
                <v:shadow color="#8c8682"/>
                <v:path arrowok="t" o:connecttype="custom" o:connectlocs="9863455,0;0,575023" o:connectangles="0,0"/>
                <w10:wrap anchorx="page" anchory="page"/>
              </v:shape>
            </w:pict>
          </mc:Fallback>
        </mc:AlternateContent>
      </w:r>
      <w:r w:rsidR="009F7444">
        <w:rPr>
          <w:noProof/>
        </w:rPr>
        <mc:AlternateContent>
          <mc:Choice Requires="wps">
            <w:drawing>
              <wp:anchor distT="0" distB="0" distL="114300" distR="114300" simplePos="0" relativeHeight="251659776" behindDoc="0" locked="0" layoutInCell="1" allowOverlap="1">
                <wp:simplePos x="0" y="0"/>
                <wp:positionH relativeFrom="page">
                  <wp:posOffset>320675</wp:posOffset>
                </wp:positionH>
                <wp:positionV relativeFrom="page">
                  <wp:posOffset>5871210</wp:posOffset>
                </wp:positionV>
                <wp:extent cx="9542780" cy="795655"/>
                <wp:effectExtent l="6350" t="13335" r="13970" b="10160"/>
                <wp:wrapNone/>
                <wp:docPr id="7" name="Freeform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542780" cy="795655"/>
                        </a:xfrm>
                        <a:custGeom>
                          <a:avLst/>
                          <a:gdLst>
                            <a:gd name="T0" fmla="*/ 2128 w 2128"/>
                            <a:gd name="T1" fmla="*/ 0 h 151"/>
                            <a:gd name="T2" fmla="*/ 0 w 2128"/>
                            <a:gd name="T3" fmla="*/ 106 h 151"/>
                          </a:gdLst>
                          <a:ahLst/>
                          <a:cxnLst>
                            <a:cxn ang="0">
                              <a:pos x="T0" y="T1"/>
                            </a:cxn>
                            <a:cxn ang="0">
                              <a:pos x="T2" y="T3"/>
                            </a:cxn>
                          </a:cxnLst>
                          <a:rect l="0" t="0" r="r" b="b"/>
                          <a:pathLst>
                            <a:path w="2128" h="151">
                              <a:moveTo>
                                <a:pt x="2128" y="0"/>
                              </a:moveTo>
                              <a:cubicBezTo>
                                <a:pt x="1195" y="151"/>
                                <a:pt x="387" y="130"/>
                                <a:pt x="0" y="106"/>
                              </a:cubicBezTo>
                            </a:path>
                          </a:pathLst>
                        </a:custGeom>
                        <a:noFill/>
                        <a:ln w="6376">
                          <a:solidFill>
                            <a:srgbClr val="FFFFFE"/>
                          </a:solidFill>
                          <a:miter lim="800000"/>
                          <a:headEnd/>
                          <a:tailEnd/>
                        </a:ln>
                        <a:effectLst/>
                        <a:extLst>
                          <a:ext uri="{909E8E84-426E-40DD-AFC4-6F175D3DCCD1}">
                            <a14:hiddenFill xmlns:a14="http://schemas.microsoft.com/office/drawing/2010/main">
                              <a:solidFill>
                                <a:srgbClr val="FFFFFE"/>
                              </a:solidFill>
                            </a14:hiddenFill>
                          </a:ext>
                          <a:ext uri="{AF507438-7753-43E0-B8FC-AC1667EBCBE1}">
                            <a14:hiddenEffects xmlns:a14="http://schemas.microsoft.com/office/drawing/2010/main">
                              <a:effectLst>
                                <a:outerShdw dist="35921" dir="2700000" algn="ctr" rotWithShape="0">
                                  <a:srgbClr val="8C8682"/>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2" o:spid="_x0000_s1026" style="position:absolute;margin-left:25.25pt;margin-top:462.3pt;width:751.4pt;height:62.6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128,1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" path="m2128,c1195,151,387,130,,106e" filled="f" fillcolor="#fffffe" strokecolor="#fffffe" strokeweight=".17711mm">
                <v:stroke joinstyle="miter"/>
                <v:shadow color="#8c8682"/>
                <v:path arrowok="t" o:connecttype="custom" o:connectlocs="9542780,0;0,558539" o:connectangles="0,0"/>
                <w10:wrap anchorx="page" anchory="page"/>
              </v:shape>
            </w:pict>
          </mc:Fallback>
        </mc:AlternateContent>
      </w:r>
      <w:r w:rsidR="009F7444">
        <w:rPr>
          <w:noProof/>
        </w:rPr>
        <mc:AlternateContent>
          <mc:Choice Requires="wps">
            <w:drawing>
              <wp:anchor distT="0" distB="0" distL="114300" distR="114300" simplePos="0" relativeHeight="251660800" behindDoc="0" locked="0" layoutInCell="1" allowOverlap="1">
                <wp:simplePos x="0" y="0"/>
                <wp:positionH relativeFrom="page">
                  <wp:posOffset>228600</wp:posOffset>
                </wp:positionH>
                <wp:positionV relativeFrom="page">
                  <wp:posOffset>5871210</wp:posOffset>
                </wp:positionV>
                <wp:extent cx="9966325" cy="581660"/>
                <wp:effectExtent l="9525" t="13335" r="6350" b="5080"/>
                <wp:wrapNone/>
                <wp:docPr id="6" name="Freeform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966325" cy="581660"/>
                        </a:xfrm>
                        <a:custGeom>
                          <a:avLst/>
                          <a:gdLst>
                            <a:gd name="T0" fmla="*/ 2128 w 2128"/>
                            <a:gd name="T1" fmla="*/ 0 h 181"/>
                            <a:gd name="T2" fmla="*/ 0 w 2128"/>
                            <a:gd name="T3" fmla="*/ 168 h 181"/>
                          </a:gdLst>
                          <a:ahLst/>
                          <a:cxnLst>
                            <a:cxn ang="0">
                              <a:pos x="T0" y="T1"/>
                            </a:cxn>
                            <a:cxn ang="0">
                              <a:pos x="T2" y="T3"/>
                            </a:cxn>
                          </a:cxnLst>
                          <a:rect l="0" t="0" r="r" b="b"/>
                          <a:pathLst>
                            <a:path w="2128" h="181">
                              <a:moveTo>
                                <a:pt x="2128" y="0"/>
                              </a:moveTo>
                              <a:cubicBezTo>
                                <a:pt x="1207" y="178"/>
                                <a:pt x="398" y="181"/>
                                <a:pt x="0" y="168"/>
                              </a:cubicBezTo>
                            </a:path>
                          </a:pathLst>
                        </a:custGeom>
                        <a:noFill/>
                        <a:ln w="6376">
                          <a:solidFill>
                            <a:srgbClr val="FFFFFE"/>
                          </a:solidFill>
                          <a:miter lim="800000"/>
                          <a:headEnd/>
                          <a:tailEnd/>
                        </a:ln>
                        <a:effectLst/>
                        <a:extLst>
                          <a:ext uri="{909E8E84-426E-40DD-AFC4-6F175D3DCCD1}">
                            <a14:hiddenFill xmlns:a14="http://schemas.microsoft.com/office/drawing/2010/main">
                              <a:solidFill>
                                <a:srgbClr val="FFFFFE"/>
                              </a:solidFill>
                            </a14:hiddenFill>
                          </a:ext>
                          <a:ext uri="{AF507438-7753-43E0-B8FC-AC1667EBCBE1}">
                            <a14:hiddenEffects xmlns:a14="http://schemas.microsoft.com/office/drawing/2010/main">
                              <a:effectLst>
                                <a:outerShdw dist="35921" dir="2700000" algn="ctr" rotWithShape="0">
                                  <a:srgbClr val="8C8682"/>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3" o:spid="_x0000_s1026" style="position:absolute;margin-left:18pt;margin-top:462.3pt;width:784.75pt;height:45.8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128,1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" path="m2128,c1207,178,398,181,,168e" filled="f" fillcolor="#fffffe" strokecolor="#fffffe" strokeweight=".17711mm">
                <v:stroke joinstyle="miter"/>
                <v:shadow color="#8c8682"/>
                <v:path arrowok="t" o:connecttype="custom" o:connectlocs="9966325,0;0,539883" o:connectangles="0,0"/>
                <w10:wrap anchorx="page" anchory="page"/>
              </v:shape>
            </w:pict>
          </mc:Fallback>
        </mc:AlternateContent>
      </w:r>
      <w:r w:rsidR="009F7444">
        <w:rPr>
          <w:noProof/>
        </w:rPr>
        <mc:AlternateContent>
          <mc:Choice Requires="wps">
            <w:drawing>
              <wp:anchor distT="0" distB="0" distL="114300" distR="114300" simplePos="0" relativeHeight="251662848" behindDoc="0" locked="0" layoutInCell="1" allowOverlap="1">
                <wp:simplePos x="0" y="0"/>
                <wp:positionH relativeFrom="page">
                  <wp:posOffset>228600</wp:posOffset>
                </wp:positionH>
                <wp:positionV relativeFrom="page">
                  <wp:posOffset>5895340</wp:posOffset>
                </wp:positionV>
                <wp:extent cx="9863455" cy="737235"/>
                <wp:effectExtent l="9525" t="8890" r="13970" b="6350"/>
                <wp:wrapNone/>
                <wp:docPr id="5" name="Freeform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863455" cy="737235"/>
                        </a:xfrm>
                        <a:custGeom>
                          <a:avLst/>
                          <a:gdLst>
                            <a:gd name="T0" fmla="*/ 2128 w 2128"/>
                            <a:gd name="T1" fmla="*/ 0 h 166"/>
                            <a:gd name="T2" fmla="*/ 0 w 2128"/>
                            <a:gd name="T3" fmla="*/ 143 h 166"/>
                          </a:gdLst>
                          <a:ahLst/>
                          <a:cxnLst>
                            <a:cxn ang="0">
                              <a:pos x="T0" y="T1"/>
                            </a:cxn>
                            <a:cxn ang="0">
                              <a:pos x="T2" y="T3"/>
                            </a:cxn>
                          </a:cxnLst>
                          <a:rect l="0" t="0" r="r" b="b"/>
                          <a:pathLst>
                            <a:path w="2128" h="166">
                              <a:moveTo>
                                <a:pt x="2128" y="0"/>
                              </a:moveTo>
                              <a:cubicBezTo>
                                <a:pt x="1206" y="166"/>
                                <a:pt x="400" y="161"/>
                                <a:pt x="0" y="143"/>
                              </a:cubicBezTo>
                            </a:path>
                          </a:pathLst>
                        </a:custGeom>
                        <a:noFill/>
                        <a:ln w="6376">
                          <a:solidFill>
                            <a:srgbClr val="FFFFFE"/>
                          </a:solidFill>
                          <a:miter lim="800000"/>
                          <a:headEnd/>
                          <a:tailEnd/>
                        </a:ln>
                        <a:effectLst/>
                        <a:extLst>
                          <a:ext uri="{909E8E84-426E-40DD-AFC4-6F175D3DCCD1}">
                            <a14:hiddenFill xmlns:a14="http://schemas.microsoft.com/office/drawing/2010/main">
                              <a:solidFill>
                                <a:srgbClr val="FFFFFE"/>
                              </a:solidFill>
                            </a14:hiddenFill>
                          </a:ext>
                          <a:ext uri="{AF507438-7753-43E0-B8FC-AC1667EBCBE1}">
                            <a14:hiddenEffects xmlns:a14="http://schemas.microsoft.com/office/drawing/2010/main">
                              <a:effectLst>
                                <a:outerShdw dist="35921" dir="2700000" algn="ctr" rotWithShape="0">
                                  <a:srgbClr val="8C8682"/>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5" o:spid="_x0000_s1026" style="position:absolute;margin-left:18pt;margin-top:464.2pt;width:776.65pt;height:58.05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128,1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" path="m2128,c1206,166,400,161,,143e" filled="f" fillcolor="#fffffe" strokecolor="#fffffe" strokeweight=".17711mm">
                <v:stroke joinstyle="miter"/>
                <v:shadow color="#8c8682"/>
                <v:path arrowok="t" o:connecttype="custom" o:connectlocs="9863455,0;0,635088" o:connectangles="0,0"/>
                <w10:wrap anchorx="page" anchory="page"/>
              </v:shape>
            </w:pict>
          </mc:Fallback>
        </mc:AlternateContent>
      </w:r>
      <w:r w:rsidR="009F7444">
        <w:rPr>
          <w:noProof/>
        </w:rPr>
        <mc:AlternateContent>
          <mc:Choice Requires="wps">
            <w:drawing>
              <wp:anchor distT="0" distB="0" distL="114300" distR="114300" simplePos="0" relativeHeight="251658752" behindDoc="0" locked="0" layoutInCell="1" allowOverlap="1">
                <wp:simplePos x="0" y="0"/>
                <wp:positionH relativeFrom="page">
                  <wp:posOffset>228600</wp:posOffset>
                </wp:positionH>
                <wp:positionV relativeFrom="page">
                  <wp:posOffset>5871210</wp:posOffset>
                </wp:positionV>
                <wp:extent cx="9863455" cy="1672590"/>
                <wp:effectExtent l="0" t="3810" r="4445" b="9525"/>
                <wp:wrapNone/>
                <wp:docPr id="4" name="Freeform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863455" cy="1672590"/>
                        </a:xfrm>
                        <a:custGeom>
                          <a:avLst/>
                          <a:gdLst>
                            <a:gd name="T0" fmla="*/ 2131 w 2131"/>
                            <a:gd name="T1" fmla="*/ 0 h 545"/>
                            <a:gd name="T2" fmla="*/ 1148 w 2131"/>
                            <a:gd name="T3" fmla="*/ 109 h 545"/>
                            <a:gd name="T4" fmla="*/ 0 w 2131"/>
                            <a:gd name="T5" fmla="*/ 144 h 545"/>
                            <a:gd name="T6" fmla="*/ 0 w 2131"/>
                            <a:gd name="T7" fmla="*/ 545 h 545"/>
                            <a:gd name="T8" fmla="*/ 2131 w 2131"/>
                            <a:gd name="T9" fmla="*/ 545 h 545"/>
                            <a:gd name="T10" fmla="*/ 2131 w 2131"/>
                            <a:gd name="T11" fmla="*/ 0 h 545"/>
                          </a:gdLst>
                          <a:ahLst/>
                          <a:cxnLst>
                            <a:cxn ang="0">
                              <a:pos x="T0" y="T1"/>
                            </a:cxn>
                            <a:cxn ang="0">
                              <a:pos x="T2" y="T3"/>
                            </a:cxn>
                            <a:cxn ang="0">
                              <a:pos x="T4" y="T5"/>
                            </a:cxn>
                            <a:cxn ang="0">
                              <a:pos x="T6" y="T7"/>
                            </a:cxn>
                            <a:cxn ang="0">
                              <a:pos x="T8" y="T9"/>
                            </a:cxn>
                            <a:cxn ang="0">
                              <a:pos x="T10" y="T11"/>
                            </a:cxn>
                          </a:cxnLst>
                          <a:rect l="0" t="0" r="r" b="b"/>
                          <a:pathLst>
                            <a:path w="2131" h="545">
                              <a:moveTo>
                                <a:pt x="2131" y="0"/>
                              </a:moveTo>
                              <a:cubicBezTo>
                                <a:pt x="1697" y="63"/>
                                <a:pt x="1312" y="98"/>
                                <a:pt x="1148" y="109"/>
                              </a:cubicBezTo>
                              <a:cubicBezTo>
                                <a:pt x="588" y="144"/>
                                <a:pt x="189" y="143"/>
                                <a:pt x="0" y="144"/>
                              </a:cubicBezTo>
                              <a:cubicBezTo>
                                <a:pt x="0" y="545"/>
                                <a:pt x="0" y="545"/>
                                <a:pt x="0" y="545"/>
                              </a:cubicBezTo>
                              <a:cubicBezTo>
                                <a:pt x="2131" y="545"/>
                                <a:pt x="2131" y="545"/>
                                <a:pt x="2131" y="545"/>
                              </a:cubicBezTo>
                              <a:lnTo>
                                <a:pt x="2131" y="0"/>
                              </a:lnTo>
                              <a:close/>
                            </a:path>
                          </a:pathLst>
                        </a:custGeom>
                        <a:solidFill>
                          <a:srgbClr val="2E3640"/>
                        </a:solidFill>
                        <a:ln>
                          <a:noFill/>
                        </a:ln>
                        <a:effectLst/>
                        <a:extLst>
                          <a:ext uri="{91240B29-F687-4F45-9708-019B960494DF}">
                            <a14:hiddenLine xmlns:a14="http://schemas.microsoft.com/office/drawing/2010/main" w="9525">
                              <a:solidFill>
                                <a:srgbClr val="212120"/>
                              </a:solidFill>
                              <a:round/>
                              <a:headEnd/>
                              <a:tailEnd/>
                            </a14:hiddenLine>
                          </a:ext>
                          <a:ext uri="{AF507438-7753-43E0-B8FC-AC1667EBCBE1}">
                            <a14:hiddenEffects xmlns:a14="http://schemas.microsoft.com/office/drawing/2010/main">
                              <a:effectLst>
                                <a:outerShdw dist="35921" dir="2700000" algn="ctr" rotWithShape="0">
                                  <a:srgbClr val="8C8682"/>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1" o:spid="_x0000_s1026" style="position:absolute;margin-left:18pt;margin-top:462.3pt;width:776.65pt;height:131.7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131,5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" path="m2131,c1697,63,1312,98,1148,109,588,144,189,143,,144,,545,,545,,545v2131,,2131,,2131,l2131,xe" fillcolor="#2e3640" stroked="f" strokecolor="#212120">
                <v:shadow color="#8c8682"/>
                <v:path arrowok="t" o:connecttype="custom" o:connectlocs="9863455,0;5313583,334518;0,441932;0,1672590;9863455,1672590;9863455,0" o:connectangles="0,0,0,0,0,0"/>
                <w10:wrap anchorx="page" anchory="page"/>
              </v:shape>
            </w:pict>
          </mc:Fallback>
        </mc:AlternateContent>
      </w:r>
      <w:r w:rsidR="009F7444">
        <w:rPr>
          <w:noProof/>
        </w:rPr>
        <mc:AlternateContent>
          <mc:Choice Requires="wps">
            <w:drawing>
              <wp:anchor distT="0" distB="0" distL="114300" distR="114300" simplePos="0" relativeHeight="251671040" behindDoc="0" locked="0" layoutInCell="1" allowOverlap="1">
                <wp:simplePos x="0" y="0"/>
                <wp:positionH relativeFrom="page">
                  <wp:posOffset>228600</wp:posOffset>
                </wp:positionH>
                <wp:positionV relativeFrom="page">
                  <wp:posOffset>834390</wp:posOffset>
                </wp:positionV>
                <wp:extent cx="9601200" cy="1286510"/>
                <wp:effectExtent l="9525" t="5715" r="9525" b="12700"/>
                <wp:wrapNone/>
                <wp:docPr id="3" name="Freeform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601200" cy="1286510"/>
                        </a:xfrm>
                        <a:custGeom>
                          <a:avLst/>
                          <a:gdLst>
                            <a:gd name="T0" fmla="*/ 0 w 3171"/>
                            <a:gd name="T1" fmla="*/ 423 h 423"/>
                            <a:gd name="T2" fmla="*/ 3171 w 3171"/>
                            <a:gd name="T3" fmla="*/ 57 h 423"/>
                          </a:gdLst>
                          <a:ahLst/>
                          <a:cxnLst>
                            <a:cxn ang="0">
                              <a:pos x="T0" y="T1"/>
                            </a:cxn>
                            <a:cxn ang="0">
                              <a:pos x="T2" y="T3"/>
                            </a:cxn>
                          </a:cxnLst>
                          <a:rect l="0" t="0" r="r" b="b"/>
                          <a:pathLst>
                            <a:path w="3171" h="423">
                              <a:moveTo>
                                <a:pt x="0" y="423"/>
                              </a:moveTo>
                              <a:cubicBezTo>
                                <a:pt x="1374" y="0"/>
                                <a:pt x="2711" y="30"/>
                                <a:pt x="3171" y="57"/>
                              </a:cubicBezTo>
                            </a:path>
                          </a:pathLst>
                        </a:custGeom>
                        <a:noFill/>
                        <a:ln w="6376">
                          <a:solidFill>
                            <a:srgbClr val="FFFFFE"/>
                          </a:solidFill>
                          <a:miter lim="800000"/>
                          <a:headEnd/>
                          <a:tailEnd/>
                        </a:ln>
                        <a:effectLst/>
                        <a:extLst>
                          <a:ext uri="{909E8E84-426E-40DD-AFC4-6F175D3DCCD1}">
                            <a14:hiddenFill xmlns:a14="http://schemas.microsoft.com/office/drawing/2010/main">
                              <a:solidFill>
                                <a:srgbClr val="FFFFFE"/>
                              </a:solidFill>
                            </a14:hiddenFill>
                          </a:ext>
                          <a:ext uri="{AF507438-7753-43E0-B8FC-AC1667EBCBE1}">
                            <a14:hiddenEffects xmlns:a14="http://schemas.microsoft.com/office/drawing/2010/main">
                              <a:effectLst>
                                <a:outerShdw dist="35921" dir="2700000" algn="ctr" rotWithShape="0">
                                  <a:srgbClr val="8C8682"/>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9" o:spid="_x0000_s1026" style="position:absolute;margin-left:18pt;margin-top:65.7pt;width:756pt;height:101.3pt;z-index:251671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3171,4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" path="m,423c1374,,2711,30,3171,57e" filled="f" fillcolor="#fffffe" strokecolor="#fffffe" strokeweight=".17711mm">
                <v:stroke joinstyle="miter"/>
                <v:shadow color="#8c8682"/>
                <v:path arrowok="t" o:connecttype="custom" o:connectlocs="0,1286510;9601200,173360" o:connectangles="0,0"/>
                <w10:wrap anchorx="page" anchory="page"/>
              </v:shape>
            </w:pict>
          </mc:Fallback>
        </mc:AlternateContent>
      </w:r>
      <w:r w:rsidR="009F7444">
        <w:rPr>
          <w:noProof/>
        </w:rPr>
        <mc:AlternateContent>
          <mc:Choice Requires="wps">
            <w:drawing>
              <wp:anchor distT="0" distB="0" distL="114300" distR="114300" simplePos="0" relativeHeight="251668992" behindDoc="0" locked="0" layoutInCell="1" allowOverlap="1">
                <wp:simplePos x="0" y="0"/>
                <wp:positionH relativeFrom="page">
                  <wp:posOffset>228600</wp:posOffset>
                </wp:positionH>
                <wp:positionV relativeFrom="page">
                  <wp:posOffset>836930</wp:posOffset>
                </wp:positionV>
                <wp:extent cx="9601200" cy="1342390"/>
                <wp:effectExtent l="9525" t="8255" r="9525" b="11430"/>
                <wp:wrapNone/>
                <wp:docPr id="2" name="Freeform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601200" cy="1342390"/>
                        </a:xfrm>
                        <a:custGeom>
                          <a:avLst/>
                          <a:gdLst>
                            <a:gd name="T0" fmla="*/ 0 w 3171"/>
                            <a:gd name="T1" fmla="*/ 441 h 441"/>
                            <a:gd name="T2" fmla="*/ 3171 w 3171"/>
                            <a:gd name="T3" fmla="*/ 37 h 441"/>
                          </a:gdLst>
                          <a:ahLst/>
                          <a:cxnLst>
                            <a:cxn ang="0">
                              <a:pos x="T0" y="T1"/>
                            </a:cxn>
                            <a:cxn ang="0">
                              <a:pos x="T2" y="T3"/>
                            </a:cxn>
                          </a:cxnLst>
                          <a:rect l="0" t="0" r="r" b="b"/>
                          <a:pathLst>
                            <a:path w="3171" h="441">
                              <a:moveTo>
                                <a:pt x="0" y="441"/>
                              </a:moveTo>
                              <a:cubicBezTo>
                                <a:pt x="1372" y="0"/>
                                <a:pt x="2713" y="16"/>
                                <a:pt x="3171" y="37"/>
                              </a:cubicBezTo>
                            </a:path>
                          </a:pathLst>
                        </a:custGeom>
                        <a:noFill/>
                        <a:ln w="6376">
                          <a:solidFill>
                            <a:srgbClr val="FFFFFE"/>
                          </a:solidFill>
                          <a:miter lim="800000"/>
                          <a:headEnd/>
                          <a:tailEnd/>
                        </a:ln>
                        <a:effectLst/>
                        <a:extLst>
                          <a:ext uri="{909E8E84-426E-40DD-AFC4-6F175D3DCCD1}">
                            <a14:hiddenFill xmlns:a14="http://schemas.microsoft.com/office/drawing/2010/main">
                              <a:solidFill>
                                <a:srgbClr val="FFFFFE"/>
                              </a:solidFill>
                            </a14:hiddenFill>
                          </a:ext>
                          <a:ext uri="{AF507438-7753-43E0-B8FC-AC1667EBCBE1}">
                            <a14:hiddenEffects xmlns:a14="http://schemas.microsoft.com/office/drawing/2010/main">
                              <a:effectLst>
                                <a:outerShdw dist="35921" dir="2700000" algn="ctr" rotWithShape="0">
                                  <a:srgbClr val="8C8682"/>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7" o:spid="_x0000_s1026" style="position:absolute;margin-left:18pt;margin-top:65.9pt;width:756pt;height:105.7pt;z-index:251668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3171,4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" path="m,441c1372,,2713,16,3171,37e" filled="f" fillcolor="#fffffe" strokecolor="#fffffe" strokeweight=".17711mm">
                <v:stroke joinstyle="miter"/>
                <v:shadow color="#8c8682"/>
                <v:path arrowok="t" o:connecttype="custom" o:connectlocs="0,1342390;9601200,112627" o:connectangles="0,0"/>
                <w10:wrap anchorx="page" anchory="page"/>
              </v:shape>
            </w:pict>
          </mc:Fallback>
        </mc:AlternateContent>
      </w:r>
      <w:r w:rsidR="009F7444">
        <w:rPr>
          <w:noProof/>
        </w:rPr>
        <mc:AlternateContent>
          <mc:Choice Requires="wps">
            <w:drawing>
              <wp:anchor distT="0" distB="0" distL="114300" distR="114300" simplePos="0" relativeHeight="251667968" behindDoc="0" locked="0" layoutInCell="1" allowOverlap="1">
                <wp:simplePos x="0" y="0"/>
                <wp:positionH relativeFrom="page">
                  <wp:posOffset>228600</wp:posOffset>
                </wp:positionH>
                <wp:positionV relativeFrom="page">
                  <wp:posOffset>904240</wp:posOffset>
                </wp:positionV>
                <wp:extent cx="9601200" cy="1219835"/>
                <wp:effectExtent l="9525" t="8890" r="9525" b="9525"/>
                <wp:wrapNone/>
                <wp:docPr id="1" name="Freeform 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601200" cy="1219835"/>
                        </a:xfrm>
                        <a:custGeom>
                          <a:avLst/>
                          <a:gdLst>
                            <a:gd name="T0" fmla="*/ 0 w 3171"/>
                            <a:gd name="T1" fmla="*/ 401 h 401"/>
                            <a:gd name="T2" fmla="*/ 3171 w 3171"/>
                            <a:gd name="T3" fmla="*/ 92 h 401"/>
                          </a:gdLst>
                          <a:ahLst/>
                          <a:cxnLst>
                            <a:cxn ang="0">
                              <a:pos x="T0" y="T1"/>
                            </a:cxn>
                            <a:cxn ang="0">
                              <a:pos x="T2" y="T3"/>
                            </a:cxn>
                          </a:cxnLst>
                          <a:rect l="0" t="0" r="r" b="b"/>
                          <a:pathLst>
                            <a:path w="3171" h="401">
                              <a:moveTo>
                                <a:pt x="0" y="401"/>
                              </a:moveTo>
                              <a:cubicBezTo>
                                <a:pt x="1397" y="0"/>
                                <a:pt x="2738" y="59"/>
                                <a:pt x="3171" y="92"/>
                              </a:cubicBezTo>
                            </a:path>
                          </a:pathLst>
                        </a:custGeom>
                        <a:noFill/>
                        <a:ln w="6376">
                          <a:solidFill>
                            <a:srgbClr val="FFFFFE"/>
                          </a:solidFill>
                          <a:miter lim="800000"/>
                          <a:headEnd/>
                          <a:tailEnd/>
                        </a:ln>
                        <a:effectLst/>
                        <a:extLst>
                          <a:ext uri="{909E8E84-426E-40DD-AFC4-6F175D3DCCD1}">
                            <a14:hiddenFill xmlns:a14="http://schemas.microsoft.com/office/drawing/2010/main">
                              <a:solidFill>
                                <a:srgbClr val="FFFFFE"/>
                              </a:solidFill>
                            </a14:hiddenFill>
                          </a:ext>
                          <a:ext uri="{AF507438-7753-43E0-B8FC-AC1667EBCBE1}">
                            <a14:hiddenEffects xmlns:a14="http://schemas.microsoft.com/office/drawing/2010/main">
                              <a:effectLst>
                                <a:outerShdw dist="35921" dir="2700000" algn="ctr" rotWithShape="0">
                                  <a:srgbClr val="8C8682"/>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6" o:spid="_x0000_s1026" style="position:absolute;margin-left:18pt;margin-top:71.2pt;width:756pt;height:96.05pt;z-index:25166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3171,4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" path="m,401c1397,,2738,59,3171,92e" filled="f" fillcolor="#fffffe" strokecolor="#fffffe" strokeweight=".17711mm">
                <v:stroke joinstyle="miter"/>
                <v:shadow color="#8c8682"/>
                <v:path arrowok="t" o:connecttype="custom" o:connectlocs="0,1219835;9601200,279862" o:connectangles="0,0"/>
                <w10:wrap anchorx="page" anchory="page"/>
              </v:shape>
            </w:pict>
          </mc:Fallback>
        </mc:AlternateContent>
      </w:r>
    </w:p>
    <w:sectPr w:rsidR="005F70E4" w:rsidSect="00BF7EA0">
      <w:pgSz w:w="15840" w:h="12240" w:orient="landscape" w:code="1"/>
      <w:pgMar w:top="360" w:right="360" w:bottom="360" w:left="360" w:header="360" w:footer="36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132B"/>
    <w:rsid w:val="000B7C2F"/>
    <w:rsid w:val="000D247E"/>
    <w:rsid w:val="00146E75"/>
    <w:rsid w:val="00190332"/>
    <w:rsid w:val="00194B1B"/>
    <w:rsid w:val="001B326D"/>
    <w:rsid w:val="002A576D"/>
    <w:rsid w:val="002C6283"/>
    <w:rsid w:val="002F5E52"/>
    <w:rsid w:val="003B7DE5"/>
    <w:rsid w:val="00476734"/>
    <w:rsid w:val="004E132B"/>
    <w:rsid w:val="0054068C"/>
    <w:rsid w:val="00557B3D"/>
    <w:rsid w:val="00593910"/>
    <w:rsid w:val="005F70E4"/>
    <w:rsid w:val="00606D3B"/>
    <w:rsid w:val="006A2125"/>
    <w:rsid w:val="00904EDB"/>
    <w:rsid w:val="00995F46"/>
    <w:rsid w:val="009F7444"/>
    <w:rsid w:val="00AA22E6"/>
    <w:rsid w:val="00B024DE"/>
    <w:rsid w:val="00B927A4"/>
    <w:rsid w:val="00BB67E4"/>
    <w:rsid w:val="00BF7EA0"/>
    <w:rsid w:val="00C138ED"/>
    <w:rsid w:val="00E14B50"/>
    <w:rsid w:val="00E65CBA"/>
    <w:rsid w:val="00F011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F7EA0"/>
    <w:rPr>
      <w:color w:val="212120"/>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2A576D"/>
    <w:rPr>
      <w:color w:val="0000FF" w:themeColor="hyperlink"/>
      <w:u w:val="single"/>
    </w:rPr>
  </w:style>
  <w:style w:type="paragraph" w:styleId="BalloonText">
    <w:name w:val="Balloon Text"/>
    <w:basedOn w:val="Normal"/>
    <w:link w:val="BalloonTextChar"/>
    <w:rsid w:val="009F7444"/>
    <w:rPr>
      <w:rFonts w:ascii="Tahoma" w:hAnsi="Tahoma" w:cs="Tahoma"/>
      <w:sz w:val="16"/>
      <w:szCs w:val="16"/>
    </w:rPr>
  </w:style>
  <w:style w:type="character" w:customStyle="1" w:styleId="BalloonTextChar">
    <w:name w:val="Balloon Text Char"/>
    <w:basedOn w:val="DefaultParagraphFont"/>
    <w:link w:val="BalloonText"/>
    <w:rsid w:val="009F7444"/>
    <w:rPr>
      <w:rFonts w:ascii="Tahoma" w:hAnsi="Tahoma" w:cs="Tahoma"/>
      <w:color w:val="212120"/>
      <w:kern w:val="28"/>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F7EA0"/>
    <w:rPr>
      <w:color w:val="212120"/>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2A576D"/>
    <w:rPr>
      <w:color w:val="0000FF" w:themeColor="hyperlink"/>
      <w:u w:val="single"/>
    </w:rPr>
  </w:style>
  <w:style w:type="paragraph" w:styleId="BalloonText">
    <w:name w:val="Balloon Text"/>
    <w:basedOn w:val="Normal"/>
    <w:link w:val="BalloonTextChar"/>
    <w:rsid w:val="009F7444"/>
    <w:rPr>
      <w:rFonts w:ascii="Tahoma" w:hAnsi="Tahoma" w:cs="Tahoma"/>
      <w:sz w:val="16"/>
      <w:szCs w:val="16"/>
    </w:rPr>
  </w:style>
  <w:style w:type="character" w:customStyle="1" w:styleId="BalloonTextChar">
    <w:name w:val="Balloon Text Char"/>
    <w:basedOn w:val="DefaultParagraphFont"/>
    <w:link w:val="BalloonText"/>
    <w:rsid w:val="009F7444"/>
    <w:rPr>
      <w:rFonts w:ascii="Tahoma" w:hAnsi="Tahoma" w:cs="Tahoma"/>
      <w:color w:val="212120"/>
      <w:kern w:val="28"/>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gi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crystal.young\Application%20Data\Microsoft\Templates\Technology%20business%20brochur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Technology business brochure</Template>
  <TotalTime>13</TotalTime>
  <Pages>2</Pages>
  <Words>0</Words>
  <Characters>42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Manager/>
  <Company>StockLayouts LLC</Company>
  <LinksUpToDate>false</LinksUpToDate>
  <CharactersWithSpaces>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Young, Crystal I.</dc:creator>
  <cp:keywords/>
  <dc:description/>
  <cp:lastModifiedBy>Proctor, Lori L.</cp:lastModifiedBy>
  <cp:revision>4</cp:revision>
  <cp:lastPrinted>2012-02-03T16:23:00Z</cp:lastPrinted>
  <dcterms:created xsi:type="dcterms:W3CDTF">2012-02-03T16:53:00Z</dcterms:created>
  <dcterms:modified xsi:type="dcterms:W3CDTF">2012-02-03T17:00:00Z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TC102580011033</vt:lpwstr>
  </property>
</Properties>
</file>